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7A" w:rsidRDefault="00B866B1">
      <w:pPr>
        <w:pStyle w:val="Title"/>
        <w:ind w:left="0"/>
        <w:jc w:val="left"/>
        <w:rPr>
          <w:rFonts w:ascii="Arial Black" w:eastAsia="Arial Black" w:hAnsi="Arial Black"/>
          <w:b w:val="0"/>
          <w:bCs w:val="0"/>
          <w:sz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7000" type="#_x0000_t75" style="position:absolute;margin-left:52.45pt;margin-top:-16.25pt;width:156pt;height:55.7pt;z-index:251649024;visibility:visible;mso-wrap-edited:f;mso-wrap-distance-left:9pt;mso-wrap-distance-top:0;mso-wrap-distance-right:9pt;mso-wrap-distance-bottom:0">
            <v:imagedata r:id="rId8" o:title=""/>
            <w10:wrap type="topAndBottom"/>
          </v:shape>
          <o:OLEObject Type="Embed" ProgID="Word.Picture.8" ShapeID="Picture 8" DrawAspect="Content" ObjectID="_1534833213" r:id="rId9"/>
        </w:pict>
      </w:r>
      <w:r w:rsidR="006824E9">
        <w:rPr>
          <w:sz w:val="28"/>
        </w:rPr>
        <w:t xml:space="preserve"> </w:t>
      </w:r>
    </w:p>
    <w:p w:rsidR="003F117A" w:rsidRDefault="00D748F4">
      <w:pPr>
        <w:pStyle w:val="Title"/>
        <w:ind w:left="1136" w:firstLine="284"/>
        <w:jc w:val="left"/>
        <w:rPr>
          <w:rFonts w:ascii="Arial Black" w:eastAsia="Arial Black" w:hAnsi="Arial Black"/>
          <w:b w:val="0"/>
          <w:bCs w:val="0"/>
          <w:sz w:val="26"/>
        </w:rPr>
      </w:pPr>
      <w:r>
        <w:rPr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F88F2DB" wp14:editId="63D9742A">
                <wp:simplePos x="0" y="0"/>
                <wp:positionH relativeFrom="column">
                  <wp:posOffset>762000</wp:posOffset>
                </wp:positionH>
                <wp:positionV relativeFrom="paragraph">
                  <wp:posOffset>140335</wp:posOffset>
                </wp:positionV>
                <wp:extent cx="0" cy="457200"/>
                <wp:effectExtent l="9525" t="6350" r="9525" b="12700"/>
                <wp:wrapNone/>
                <wp:docPr id="32" name="Line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8E61D8" id="Line 200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11.05pt" to="60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"/>
            </w:pict>
          </mc:Fallback>
        </mc:AlternateContent>
      </w:r>
      <w:r>
        <w:rPr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84A6516" wp14:editId="4914B57D">
                <wp:simplePos x="0" y="0"/>
                <wp:positionH relativeFrom="column">
                  <wp:posOffset>762000</wp:posOffset>
                </wp:positionH>
                <wp:positionV relativeFrom="paragraph">
                  <wp:posOffset>140335</wp:posOffset>
                </wp:positionV>
                <wp:extent cx="152400" cy="0"/>
                <wp:effectExtent l="9525" t="6350" r="9525" b="12700"/>
                <wp:wrapNone/>
                <wp:docPr id="31" name="Line 2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8A5013" id="Line 2003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pt,11.05pt" to="1in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MoGwIAADU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"/>
            </w:pict>
          </mc:Fallback>
        </mc:AlternateContent>
      </w:r>
      <w:r w:rsidR="006824E9">
        <w:rPr>
          <w:rFonts w:ascii="Arial Black" w:eastAsia="Arial Black" w:hAnsi="Arial Black"/>
          <w:b w:val="0"/>
          <w:bCs w:val="0"/>
          <w:sz w:val="26"/>
        </w:rPr>
        <w:t xml:space="preserve">PhD Academy </w:t>
      </w:r>
    </w:p>
    <w:p w:rsidR="003F117A" w:rsidRDefault="00D748F4">
      <w:pPr>
        <w:pStyle w:val="Title"/>
        <w:ind w:left="600" w:firstLine="252"/>
        <w:jc w:val="left"/>
        <w:rPr>
          <w:rFonts w:ascii="Arial Black" w:eastAsia="Arial Black" w:hAnsi="Arial Black"/>
          <w:b w:val="0"/>
          <w:bCs w:val="0"/>
          <w:sz w:val="2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A83549A" wp14:editId="5B5169C4">
                <wp:simplePos x="0" y="0"/>
                <wp:positionH relativeFrom="column">
                  <wp:posOffset>2362200</wp:posOffset>
                </wp:positionH>
                <wp:positionV relativeFrom="paragraph">
                  <wp:posOffset>136525</wp:posOffset>
                </wp:positionV>
                <wp:extent cx="4191000" cy="548640"/>
                <wp:effectExtent l="0" t="6350" r="0" b="6985"/>
                <wp:wrapNone/>
                <wp:docPr id="30" name="Text Box 2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54864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pStyle w:val="Heading2"/>
                              <w:rPr>
                                <w:rFonts w:ascii="Arial Black" w:eastAsia="Arial Black" w:hAnsi="Arial Black"/>
                                <w:sz w:val="26"/>
                              </w:rPr>
                            </w:pPr>
                            <w:r>
                              <w:rPr>
                                <w:rFonts w:ascii="Arial Black" w:eastAsia="Arial Black" w:hAnsi="Arial Black"/>
                                <w:sz w:val="26"/>
                              </w:rPr>
                              <w:t xml:space="preserve">Maximum period of registration </w:t>
                            </w:r>
                          </w:p>
                          <w:p w:rsidR="003F117A" w:rsidRPr="00480799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48079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Request for extension to the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thesis </w:t>
                            </w:r>
                            <w:r w:rsidRPr="0048079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submission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deadline for MPhil/PhD s</w:t>
                            </w:r>
                            <w:r w:rsidRPr="0048079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>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04" o:spid="_x0000_s1026" type="#_x0000_t202" style="position:absolute;left:0;text-align:left;margin-left:186pt;margin-top:10.75pt;width:330pt;height:43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" fillcolor="#f9c" stroked="f">
                <v:fill opacity="32896f"/>
                <v:textbox>
                  <w:txbxContent>
                    <w:p w:rsidR="003F117A" w:rsidRDefault="006824E9">
                      <w:pPr>
                        <w:pStyle w:val="Heading2"/>
                        <w:rPr>
                          <w:rFonts w:ascii="Arial Black" w:eastAsia="Arial Black" w:hAnsi="Arial Black"/>
                          <w:sz w:val="26"/>
                        </w:rPr>
                      </w:pPr>
                      <w:r>
                        <w:rPr>
                          <w:rFonts w:ascii="Arial Black" w:eastAsia="Arial Black" w:hAnsi="Arial Black"/>
                          <w:sz w:val="26"/>
                        </w:rPr>
                        <w:t xml:space="preserve">Maximum period of registration </w:t>
                      </w:r>
                    </w:p>
                    <w:p w:rsidR="003F117A" w:rsidRPr="00480799" w:rsidRDefault="006824E9">
                      <w:pP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 w:rsidRPr="00480799"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 xml:space="preserve">Request for extension to the </w:t>
                      </w:r>
                      <w: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 xml:space="preserve">thesis </w:t>
                      </w:r>
                      <w:r w:rsidRPr="00480799"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 xml:space="preserve">submission </w:t>
                      </w:r>
                      <w: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>deadline for MPh</w:t>
                      </w:r>
                      <w:r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>il/PhD s</w:t>
                      </w:r>
                      <w:r w:rsidRPr="00480799"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  <w:t>tudents</w:t>
                      </w:r>
                    </w:p>
                  </w:txbxContent>
                </v:textbox>
              </v:shape>
            </w:pict>
          </mc:Fallback>
        </mc:AlternateContent>
      </w:r>
    </w:p>
    <w:p w:rsidR="003F117A" w:rsidRDefault="00D748F4">
      <w:r>
        <w:rPr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D536B87" wp14:editId="64510663">
                <wp:simplePos x="0" y="0"/>
                <wp:positionH relativeFrom="column">
                  <wp:posOffset>746760</wp:posOffset>
                </wp:positionH>
                <wp:positionV relativeFrom="paragraph">
                  <wp:posOffset>135890</wp:posOffset>
                </wp:positionV>
                <wp:extent cx="1612900" cy="1905"/>
                <wp:effectExtent l="13335" t="10160" r="12065" b="6985"/>
                <wp:wrapNone/>
                <wp:docPr id="29" name="Freeform 2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2900" cy="1905"/>
                        </a:xfrm>
                        <a:custGeom>
                          <a:avLst/>
                          <a:gdLst>
                            <a:gd name="T0" fmla="*/ 0 w 2540"/>
                            <a:gd name="T1" fmla="*/ 3 h 3"/>
                            <a:gd name="T2" fmla="*/ 2540 w 2540"/>
                            <a:gd name="T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40" h="3">
                              <a:moveTo>
                                <a:pt x="0" y="3"/>
                              </a:moveTo>
                              <a:lnTo>
                                <a:pt x="254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2BDCAB69" id="Freeform 2005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8.8pt,10.85pt,185.8pt,10.7pt" coordsize="2540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" filled="f">
                <v:path arrowok="t" o:connecttype="custom" o:connectlocs="0,1905;1612900,0" o:connectangles="0,0"/>
              </v:polyline>
            </w:pict>
          </mc:Fallback>
        </mc:AlternateContent>
      </w:r>
    </w:p>
    <w:p w:rsidR="003F117A" w:rsidRDefault="00B866B1"/>
    <w:p w:rsidR="003F117A" w:rsidRDefault="00D748F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136EF6D5" wp14:editId="23000E51">
                <wp:simplePos x="0" y="0"/>
                <wp:positionH relativeFrom="column">
                  <wp:posOffset>-457200</wp:posOffset>
                </wp:positionH>
                <wp:positionV relativeFrom="paragraph">
                  <wp:posOffset>10160</wp:posOffset>
                </wp:positionV>
                <wp:extent cx="1143000" cy="7200900"/>
                <wp:effectExtent l="0" t="0" r="0" b="3175"/>
                <wp:wrapNone/>
                <wp:docPr id="28" name="Text Box 2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20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pStyle w:val="Heading5"/>
                              <w:jc w:val="center"/>
                            </w:pPr>
                            <w:r>
                              <w:t>Maximum period of registration</w:t>
                            </w:r>
                          </w:p>
                          <w:p w:rsidR="003F117A" w:rsidRPr="002731CE" w:rsidRDefault="006824E9">
                            <w:pPr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 w:rsidRPr="002731CE">
                              <w:rPr>
                                <w:rFonts w:ascii="Arial" w:eastAsia="Arial" w:hAnsi="Arial" w:cs="Arial"/>
                              </w:rPr>
                              <w:t>Please return the completed fo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 xml:space="preserve">rm to the PhD Academy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06" o:spid="_x0000_s1027" type="#_x0000_t202" style="position:absolute;margin-left:-36pt;margin-top:.8pt;width:90pt;height:567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" stroked="f">
                <v:textbox style="layout-flow:vertical;mso-layout-flow-alt:bottom-to-top">
                  <w:txbxContent>
                    <w:p w:rsidR="003F117A" w:rsidRDefault="006824E9">
                      <w:pPr>
                        <w:pStyle w:val="Heading5"/>
                        <w:jc w:val="center"/>
                      </w:pPr>
                      <w:r>
                        <w:t>Maximum period of registration</w:t>
                      </w:r>
                    </w:p>
                    <w:p w:rsidR="003F117A" w:rsidRPr="002731CE" w:rsidRDefault="006824E9">
                      <w:pPr>
                        <w:jc w:val="center"/>
                        <w:rPr>
                          <w:rFonts w:ascii="Arial" w:eastAsia="Arial" w:hAnsi="Arial" w:cs="Arial"/>
                        </w:rPr>
                      </w:pPr>
                      <w:r w:rsidRPr="002731CE">
                        <w:rPr>
                          <w:rFonts w:ascii="Arial" w:eastAsia="Arial" w:hAnsi="Arial" w:cs="Arial"/>
                        </w:rPr>
                        <w:t>Please return the completed fo</w:t>
                      </w:r>
                      <w:r>
                        <w:rPr>
                          <w:rFonts w:ascii="Arial" w:eastAsia="Arial" w:hAnsi="Arial" w:cs="Arial"/>
                        </w:rPr>
                        <w:t xml:space="preserve">rm to the PhD Academy </w:t>
                      </w:r>
                    </w:p>
                  </w:txbxContent>
                </v:textbox>
              </v:shape>
            </w:pict>
          </mc:Fallback>
        </mc:AlternateContent>
      </w:r>
    </w:p>
    <w:p w:rsidR="003F117A" w:rsidRDefault="00D748F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31F119" wp14:editId="1AFB245A">
                <wp:simplePos x="0" y="0"/>
                <wp:positionH relativeFrom="column">
                  <wp:posOffset>762000</wp:posOffset>
                </wp:positionH>
                <wp:positionV relativeFrom="paragraph">
                  <wp:posOffset>40640</wp:posOffset>
                </wp:positionV>
                <wp:extent cx="5791200" cy="2948305"/>
                <wp:effectExtent l="9525" t="12065" r="9525" b="11430"/>
                <wp:wrapNone/>
                <wp:docPr id="27" name="Text Box 20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91200" cy="294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17A" w:rsidRDefault="006824E9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1168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Students have a maximum registration period </w:t>
                            </w:r>
                            <w:r w:rsidRPr="004B0414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of four years full-time and eight years part-time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.  </w:t>
                            </w:r>
                          </w:p>
                          <w:p w:rsidR="003F117A" w:rsidRDefault="006824E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Extension beyond any maximum period will only be allowed in </w:t>
                            </w:r>
                            <w:r w:rsidRPr="008262B9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exceptional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circumstances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by permission of the Research Degrees Subcommittee Chair.  Normally </w:t>
                            </w:r>
                            <w:r w:rsidRPr="00EC237A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only one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period of extension will be granted and requests should usually be made by the end of the penultimate year of registration. 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If you are seeking an extension less than one month before your current end date please speak with the PhD Academy for advice before completing this form.</w:t>
                            </w:r>
                          </w:p>
                          <w:p w:rsidR="003F117A" w:rsidRPr="004B0414" w:rsidRDefault="006824E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4B041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If you have 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financial award (e.g., ESRC, AHRC) </w:t>
                            </w:r>
                            <w:r w:rsidRPr="004B041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you should speak with the Financial Support Office rather than complete this form.</w:t>
                            </w:r>
                          </w:p>
                          <w:p w:rsidR="003F117A" w:rsidRDefault="006824E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 w:rsidRPr="004B041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If you have 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 Tier 4 student visa, </w:t>
                            </w:r>
                            <w:r w:rsidRPr="004B041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and if your request is granted you will need to extend your visa to the new programme end date.  If this applies, the </w:t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PhD Academy</w:t>
                            </w:r>
                            <w:r w:rsidRPr="004B0414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will confirm this with you when it confirms the decision.</w:t>
                            </w:r>
                          </w:p>
                          <w:p w:rsidR="003F117A" w:rsidRDefault="006824E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If your research requires </w:t>
                            </w:r>
                            <w:r w:rsidRPr="004B0414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Academic Technology Approval Scheme (ATAS)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clearance, and your request is granted, you will need to apply for new clearance within 28 days of the decision being taken.  If this applies to you, the </w:t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PhD Academy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will confirm this with you and what you need to do to make an application.</w:t>
                            </w:r>
                            <w:bookmarkStart w:id="0" w:name="_GoBack"/>
                            <w:bookmarkEnd w:id="0"/>
                          </w:p>
                          <w:p w:rsidR="00146CFC" w:rsidRPr="004B0414" w:rsidRDefault="00146CF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num" w:pos="480"/>
                              </w:tabs>
                              <w:ind w:left="48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Students who </w:t>
                            </w:r>
                            <w:r w:rsidR="00FC0B95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first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registered from 2013</w:t>
                            </w:r>
                            <w:r w:rsidR="00FC0B95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/4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 xml:space="preserve"> will be charged full fees for any period of extension granted. Advice on this is available from the PhD Academy team.</w:t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07" o:spid="_x0000_s1028" type="#_x0000_t202" style="position:absolute;margin-left:60pt;margin-top:3.2pt;width:456pt;height:232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">
                <o:lock v:ext="edit" aspectratio="t"/>
                <v:textbox>
                  <w:txbxContent>
                    <w:p w:rsidR="003F117A" w:rsidRDefault="006824E9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1168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Students have a maximum registration period </w:t>
                      </w:r>
                      <w:r w:rsidRPr="004B0414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of four years full-time and eight years part-time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.  </w:t>
                      </w:r>
                    </w:p>
                    <w:p w:rsidR="003F117A" w:rsidRDefault="006824E9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Extension beyond any maximum period will only be allowed in </w:t>
                      </w:r>
                      <w:r w:rsidRPr="008262B9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exceptional</w:t>
                      </w: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 circumstances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by permission of the Research Degrees Subcommittee Chair.  Normally </w:t>
                      </w:r>
                      <w:r w:rsidRPr="00EC237A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only one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period of extension will be granted and requests should usually be made by the end of the penultimate year of registration.  </w:t>
                      </w: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If you are seeking an extension less than one month before your current end date please speak with the PhD Academy for advice before completing this form.</w:t>
                      </w:r>
                    </w:p>
                    <w:p w:rsidR="003F117A" w:rsidRPr="004B0414" w:rsidRDefault="006824E9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4B0414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If you have a</w:t>
                      </w: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 financial award (e.g., ESRC, AHRC) </w:t>
                      </w:r>
                      <w:r w:rsidRPr="004B0414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you should speak with the Financial Support Office rather than complete this form.</w:t>
                      </w:r>
                    </w:p>
                    <w:p w:rsidR="003F117A" w:rsidRDefault="006824E9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 w:rsidRPr="004B0414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If you have a</w:t>
                      </w: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 Tier 4 student visa, </w:t>
                      </w:r>
                      <w:r w:rsidRPr="004B0414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and if your request is granted you will need to extend your visa to the new programme end date.  If this applies, the </w:t>
                      </w:r>
                      <w:r w:rsidR="00146CFC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PhD Academy</w:t>
                      </w:r>
                      <w:r w:rsidRPr="004B0414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will confirm this with you when it confirms the decision.</w:t>
                      </w:r>
                    </w:p>
                    <w:p w:rsidR="003F117A" w:rsidRDefault="006824E9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If your research requires </w:t>
                      </w:r>
                      <w:r w:rsidRPr="004B0414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Academic Technology Approval Scheme (ATAS)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clearance, and your request is granted, you will need to apply for new clearance within 28 days of the decision being taken.  If this applies to you, the </w:t>
                      </w:r>
                      <w:r w:rsidR="00146CFC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PhD Academy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will confirm this with you and what you need to do to make an application.</w:t>
                      </w:r>
                      <w:bookmarkStart w:id="1" w:name="_GoBack"/>
                      <w:bookmarkEnd w:id="1"/>
                    </w:p>
                    <w:p w:rsidR="00146CFC" w:rsidRPr="004B0414" w:rsidRDefault="00146CFC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num" w:pos="480"/>
                        </w:tabs>
                        <w:ind w:left="4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Students who </w:t>
                      </w:r>
                      <w:r w:rsidR="00FC0B95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first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registered from 2013</w:t>
                      </w:r>
                      <w:r w:rsidR="00FC0B95"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/4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 xml:space="preserve"> will be charged full fees for any period of extension granted. Advice on this is available from the PhD Academy team.</w:t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117A" w:rsidRDefault="006824E9">
      <w:pPr>
        <w:ind w:left="284" w:firstLine="284"/>
        <w:rPr>
          <w:sz w:val="20"/>
        </w:rPr>
      </w:pPr>
      <w:r>
        <w:rPr>
          <w:rFonts w:ascii="Arial" w:eastAsia="Arial" w:hAnsi="Arial" w:cs="Arial"/>
          <w:sz w:val="40"/>
        </w:rPr>
        <w:t>►</w:t>
      </w:r>
      <w:r>
        <w:rPr>
          <w:sz w:val="20"/>
        </w:rPr>
        <w:tab/>
      </w:r>
      <w:r>
        <w:rPr>
          <w:sz w:val="20"/>
        </w:rPr>
        <w:tab/>
      </w:r>
    </w:p>
    <w:p w:rsidR="003F117A" w:rsidRDefault="00B866B1">
      <w:pPr>
        <w:spacing w:line="220" w:lineRule="exact"/>
        <w:rPr>
          <w:sz w:val="20"/>
        </w:rPr>
      </w:pPr>
    </w:p>
    <w:p w:rsidR="003F117A" w:rsidRDefault="006824E9">
      <w:pPr>
        <w:spacing w:line="220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F117A" w:rsidRDefault="00B866B1">
      <w:pPr>
        <w:spacing w:line="220" w:lineRule="exact"/>
        <w:ind w:left="-360"/>
        <w:rPr>
          <w:sz w:val="20"/>
        </w:rPr>
      </w:pPr>
    </w:p>
    <w:p w:rsidR="003F117A" w:rsidRDefault="00B866B1">
      <w:pPr>
        <w:spacing w:line="220" w:lineRule="exact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ind w:left="120"/>
        <w:rPr>
          <w:sz w:val="20"/>
        </w:rPr>
      </w:pPr>
    </w:p>
    <w:p w:rsidR="003F117A" w:rsidRDefault="00B866B1">
      <w:pPr>
        <w:spacing w:line="220" w:lineRule="exact"/>
        <w:rPr>
          <w:sz w:val="20"/>
        </w:rPr>
      </w:pPr>
    </w:p>
    <w:p w:rsidR="003F117A" w:rsidRDefault="00B866B1">
      <w:pPr>
        <w:spacing w:line="220" w:lineRule="exact"/>
        <w:rPr>
          <w:sz w:val="20"/>
        </w:rPr>
      </w:pPr>
    </w:p>
    <w:p w:rsidR="003F117A" w:rsidRDefault="006824E9">
      <w:pPr>
        <w:spacing w:line="220" w:lineRule="exac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3F117A" w:rsidRDefault="00B866B1">
      <w:pPr>
        <w:spacing w:line="220" w:lineRule="exact"/>
        <w:ind w:left="-360"/>
        <w:rPr>
          <w:rFonts w:ascii="MS Mincho" w:eastAsia="MS Mincho" w:hAnsi="MS Mincho"/>
          <w:sz w:val="28"/>
        </w:rPr>
      </w:pPr>
    </w:p>
    <w:p w:rsidR="003F117A" w:rsidRDefault="00D748F4">
      <w:pPr>
        <w:spacing w:line="220" w:lineRule="exact"/>
        <w:ind w:left="-360"/>
        <w:rPr>
          <w:rFonts w:ascii="MS Mincho" w:eastAsia="MS Mincho" w:hAnsi="MS Mincho"/>
          <w:sz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FAE4320" wp14:editId="4B51DF77">
                <wp:simplePos x="0" y="0"/>
                <wp:positionH relativeFrom="column">
                  <wp:posOffset>838200</wp:posOffset>
                </wp:positionH>
                <wp:positionV relativeFrom="paragraph">
                  <wp:posOffset>34925</wp:posOffset>
                </wp:positionV>
                <wp:extent cx="5791200" cy="2414270"/>
                <wp:effectExtent l="0" t="635" r="0" b="4445"/>
                <wp:wrapNone/>
                <wp:docPr id="26" name="Text Box 2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41427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ind w:left="600" w:hanging="600"/>
                              <w:rPr>
                                <w:sz w:val="18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146CFC" w:rsidRDefault="00146CFC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left="600" w:hanging="600"/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Surname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  <w:t xml:space="preserve">Student Number </w:t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First name(s)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ab/>
                            </w:r>
                          </w:p>
                          <w:p w:rsidR="003F117A" w:rsidRDefault="006824E9">
                            <w:pPr>
                              <w:pStyle w:val="Heading4"/>
                              <w:ind w:left="0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Programme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20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Please indicate the dates of </w:t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any </w:t>
                            </w:r>
                            <w:r w:rsidR="00146CFC" w:rsidRPr="00146CFC"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interruption</w:t>
                            </w:r>
                            <w:r w:rsidRPr="00146CFC"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already taken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DC7E78" w:rsidRPr="00EC03D2" w:rsidRDefault="006824E9" w:rsidP="00DC7E78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Do you hold a</w:t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 student visa?</w:t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 w:rsidRP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>Have you received ESRC funding?</w:t>
                            </w:r>
                            <w:r w:rsidR="00146CFC" w:rsidRP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146CFC"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  </w:t>
                            </w:r>
                            <w:r w:rsidR="00DC7E78">
                              <w:rPr>
                                <w:rFonts w:ascii="Arial" w:eastAsia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43567E20" wp14:editId="68317427">
                                  <wp:extent cx="714375" cy="304800"/>
                                  <wp:effectExtent l="0" t="0" r="9525" b="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600" cy="3087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117A" w:rsidRPr="00E4558E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E4558E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8" o:spid="_x0000_s1029" type="#_x0000_t202" style="position:absolute;left:0;text-align:left;margin-left:66pt;margin-top:2.75pt;width:456pt;height:190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" fillcolor="#f9c" stroked="f">
                <v:fill opacity="32896f"/>
                <v:textbox>
                  <w:txbxContent>
                    <w:p w:rsidR="003F117A" w:rsidRDefault="006824E9">
                      <w:pPr>
                        <w:ind w:left="600" w:hanging="600"/>
                        <w:rPr>
                          <w:sz w:val="18"/>
                        </w:rPr>
                      </w:pPr>
                      <w:r>
                        <w:t xml:space="preserve"> </w:t>
                      </w:r>
                    </w:p>
                    <w:p w:rsidR="00146CFC" w:rsidRDefault="00146CFC">
                      <w:pPr>
                        <w:ind w:left="600" w:hanging="600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ind w:left="600" w:hanging="600"/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Surname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  <w:t xml:space="preserve">Student Number </w:t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</w:rPr>
                      </w:pP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First name(s)</w:t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</w:rPr>
                        <w:tab/>
                      </w:r>
                    </w:p>
                    <w:p w:rsidR="003F117A" w:rsidRDefault="006824E9">
                      <w:pPr>
                        <w:pStyle w:val="Heading4"/>
                        <w:ind w:left="0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Programme</w:t>
                      </w:r>
                      <w:r>
                        <w:rPr>
                          <w:b w:val="0"/>
                          <w:bCs w:val="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  <w:t xml:space="preserve">  </w:t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  <w:t xml:space="preserve">    </w:t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20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Please indicate the dates of </w:t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 xml:space="preserve">any </w:t>
                      </w:r>
                      <w:r w:rsidR="00146CFC" w:rsidRPr="00146CFC">
                        <w:rPr>
                          <w:rFonts w:ascii="Arial" w:eastAsia="Arial" w:hAnsi="Arial" w:cs="Arial"/>
                          <w:b/>
                          <w:sz w:val="18"/>
                        </w:rPr>
                        <w:t>interruption</w:t>
                      </w:r>
                      <w:r w:rsidRPr="00146CFC"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>already taken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DC7E78" w:rsidRPr="00EC03D2" w:rsidRDefault="006824E9" w:rsidP="00DC7E78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Do you hold a</w:t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 xml:space="preserve"> student visa?</w:t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 w:rsidRPr="00146CFC">
                        <w:rPr>
                          <w:rFonts w:ascii="Arial" w:eastAsia="Arial" w:hAnsi="Arial" w:cs="Arial"/>
                          <w:sz w:val="18"/>
                        </w:rPr>
                        <w:t>Have you received ESRC funding?</w:t>
                      </w:r>
                      <w:r w:rsidR="00146CFC" w:rsidRPr="00146CFC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146CFC">
                        <w:rPr>
                          <w:rFonts w:ascii="Arial" w:eastAsia="Arial" w:hAnsi="Arial" w:cs="Arial"/>
                          <w:sz w:val="18"/>
                        </w:rPr>
                        <w:t xml:space="preserve">  </w:t>
                      </w:r>
                      <w:r w:rsidR="00DC7E78">
                        <w:rPr>
                          <w:rFonts w:ascii="Arial" w:eastAsia="Arial" w:hAnsi="Arial" w:cs="Arial"/>
                          <w:b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43567E20" wp14:editId="68317427">
                            <wp:extent cx="714375" cy="304800"/>
                            <wp:effectExtent l="0" t="0" r="9525" b="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600" cy="3087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F117A" w:rsidRPr="00E4558E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E4558E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117A" w:rsidRDefault="00D748F4">
      <w:pPr>
        <w:spacing w:line="220" w:lineRule="exact"/>
        <w:ind w:left="-360"/>
        <w:rPr>
          <w:rFonts w:ascii="MS Mincho" w:eastAsia="MS Mincho" w:hAnsi="MS Mincho"/>
          <w:sz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F6C4F4" wp14:editId="7BEE8D9E">
                <wp:simplePos x="0" y="0"/>
                <wp:positionH relativeFrom="column">
                  <wp:posOffset>5014595</wp:posOffset>
                </wp:positionH>
                <wp:positionV relativeFrom="paragraph">
                  <wp:posOffset>92075</wp:posOffset>
                </wp:positionV>
                <wp:extent cx="1538605" cy="228600"/>
                <wp:effectExtent l="13970" t="6985" r="9525" b="12065"/>
                <wp:wrapNone/>
                <wp:docPr id="25" name="Text Box 2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6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09" o:spid="_x0000_s1030" type="#_x0000_t202" style="position:absolute;left:0;text-align:left;margin-left:394.85pt;margin-top:7.25pt;width:121.1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9BBE375" wp14:editId="0811B921">
                <wp:simplePos x="0" y="0"/>
                <wp:positionH relativeFrom="column">
                  <wp:posOffset>1676400</wp:posOffset>
                </wp:positionH>
                <wp:positionV relativeFrom="paragraph">
                  <wp:posOffset>92075</wp:posOffset>
                </wp:positionV>
                <wp:extent cx="2133600" cy="228600"/>
                <wp:effectExtent l="9525" t="6985" r="9525" b="12065"/>
                <wp:wrapNone/>
                <wp:docPr id="24" name="Text Box 2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10" o:spid="_x0000_s1031" type="#_x0000_t202" style="position:absolute;left:0;text-align:left;margin-left:132pt;margin-top:7.25pt;width:168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</w:p>
    <w:p w:rsidR="003F117A" w:rsidRDefault="00B866B1">
      <w:pPr>
        <w:spacing w:line="220" w:lineRule="exact"/>
        <w:ind w:left="-360"/>
        <w:rPr>
          <w:rFonts w:ascii="MS Mincho" w:eastAsia="MS Mincho" w:hAnsi="MS Mincho"/>
          <w:sz w:val="28"/>
        </w:rPr>
      </w:pPr>
    </w:p>
    <w:p w:rsidR="003F117A" w:rsidRDefault="00B866B1">
      <w:pPr>
        <w:spacing w:line="220" w:lineRule="exact"/>
        <w:ind w:left="-360"/>
        <w:rPr>
          <w:rFonts w:ascii="MS Mincho" w:eastAsia="MS Mincho" w:hAnsi="MS Mincho"/>
          <w:sz w:val="28"/>
        </w:rPr>
      </w:pPr>
    </w:p>
    <w:p w:rsidR="003F117A" w:rsidRDefault="00D748F4">
      <w:pPr>
        <w:spacing w:line="220" w:lineRule="exact"/>
        <w:ind w:left="-360"/>
        <w:rPr>
          <w:rFonts w:ascii="MS Mincho" w:eastAsia="MS Mincho" w:hAnsi="MS Mincho"/>
          <w:sz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AF7CE41" wp14:editId="7FB04DFB">
                <wp:simplePos x="0" y="0"/>
                <wp:positionH relativeFrom="column">
                  <wp:posOffset>1676400</wp:posOffset>
                </wp:positionH>
                <wp:positionV relativeFrom="paragraph">
                  <wp:posOffset>27305</wp:posOffset>
                </wp:positionV>
                <wp:extent cx="4800600" cy="230505"/>
                <wp:effectExtent l="9525" t="8890" r="9525" b="8255"/>
                <wp:wrapNone/>
                <wp:docPr id="23" name="Text Box 2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11" o:spid="_x0000_s1032" type="#_x0000_t202" style="position:absolute;left:0;text-align:left;margin-left:132pt;margin-top:2.15pt;width:378pt;height:18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</w:p>
    <w:p w:rsidR="003F117A" w:rsidRDefault="00B866B1">
      <w:pPr>
        <w:spacing w:line="220" w:lineRule="exact"/>
        <w:ind w:left="-360"/>
        <w:rPr>
          <w:rFonts w:ascii="MS Mincho" w:eastAsia="MS Mincho" w:hAnsi="MS Mincho"/>
          <w:sz w:val="28"/>
        </w:rPr>
      </w:pPr>
    </w:p>
    <w:p w:rsidR="003F117A" w:rsidRDefault="00D748F4">
      <w:pPr>
        <w:spacing w:line="220" w:lineRule="exact"/>
        <w:ind w:left="-360"/>
        <w:rPr>
          <w:rFonts w:ascii="MS Mincho" w:eastAsia="MS Mincho" w:hAnsi="MS Mincho"/>
          <w:sz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9AC8322" wp14:editId="5A2F66DF">
                <wp:simplePos x="0" y="0"/>
                <wp:positionH relativeFrom="column">
                  <wp:posOffset>1676400</wp:posOffset>
                </wp:positionH>
                <wp:positionV relativeFrom="paragraph">
                  <wp:posOffset>101600</wp:posOffset>
                </wp:positionV>
                <wp:extent cx="4800600" cy="228600"/>
                <wp:effectExtent l="9525" t="10160" r="9525" b="8890"/>
                <wp:wrapNone/>
                <wp:docPr id="22" name="Text Box 2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12" o:spid="_x0000_s1033" type="#_x0000_t202" style="position:absolute;left:0;text-align:left;margin-left:132pt;margin-top:8pt;width:378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</w:p>
    <w:p w:rsidR="003F117A" w:rsidRDefault="00B866B1">
      <w:pPr>
        <w:spacing w:line="220" w:lineRule="exact"/>
        <w:ind w:left="-360"/>
        <w:rPr>
          <w:rFonts w:ascii="MS Mincho" w:eastAsia="MS Mincho" w:hAnsi="MS Mincho"/>
          <w:sz w:val="28"/>
        </w:rPr>
      </w:pPr>
    </w:p>
    <w:p w:rsidR="003F117A" w:rsidRDefault="00146CFC">
      <w:pPr>
        <w:spacing w:line="220" w:lineRule="exact"/>
        <w:ind w:left="-360"/>
        <w:rPr>
          <w:rFonts w:ascii="MS Mincho" w:eastAsia="MS Mincho" w:hAnsi="MS Mincho"/>
          <w:sz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A69B4" wp14:editId="4405FF6C">
                <wp:simplePos x="0" y="0"/>
                <wp:positionH relativeFrom="column">
                  <wp:posOffset>4191000</wp:posOffset>
                </wp:positionH>
                <wp:positionV relativeFrom="paragraph">
                  <wp:posOffset>126366</wp:posOffset>
                </wp:positionV>
                <wp:extent cx="2200275" cy="247650"/>
                <wp:effectExtent l="0" t="0" r="28575" b="19050"/>
                <wp:wrapNone/>
                <wp:docPr id="19" name="Text Box 2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5" o:spid="_x0000_s1034" type="#_x0000_t202" style="position:absolute;left:0;text-align:left;margin-left:330pt;margin-top:9.95pt;width:173.2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</w:p>
    <w:p w:rsidR="003F117A" w:rsidRDefault="00B866B1">
      <w:pPr>
        <w:spacing w:line="220" w:lineRule="exact"/>
        <w:rPr>
          <w:sz w:val="20"/>
        </w:rPr>
      </w:pPr>
    </w:p>
    <w:p w:rsidR="003F117A" w:rsidRDefault="00146CFC">
      <w:pPr>
        <w:spacing w:line="220" w:lineRule="exact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4B4B1" wp14:editId="5C34B7B3">
                <wp:simplePos x="0" y="0"/>
                <wp:positionH relativeFrom="column">
                  <wp:posOffset>2533651</wp:posOffset>
                </wp:positionH>
                <wp:positionV relativeFrom="paragraph">
                  <wp:posOffset>266065</wp:posOffset>
                </wp:positionV>
                <wp:extent cx="723900" cy="257175"/>
                <wp:effectExtent l="0" t="0" r="19050" b="28575"/>
                <wp:wrapNone/>
                <wp:docPr id="18" name="Text Box 2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yes/</w:t>
                            </w:r>
                            <w:proofErr w:type="gramEnd"/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6" o:spid="_x0000_s1035" type="#_x0000_t202" style="position:absolute;margin-left:199.5pt;margin-top:20.95pt;width:57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">
                <v:textbox>
                  <w:txbxContent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yes/</w:t>
                      </w:r>
                      <w:proofErr w:type="gramEnd"/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784037" wp14:editId="3944774A">
                <wp:simplePos x="0" y="0"/>
                <wp:positionH relativeFrom="column">
                  <wp:posOffset>1002665</wp:posOffset>
                </wp:positionH>
                <wp:positionV relativeFrom="paragraph">
                  <wp:posOffset>1463040</wp:posOffset>
                </wp:positionV>
                <wp:extent cx="5211445" cy="914400"/>
                <wp:effectExtent l="12065" t="6350" r="5715" b="12700"/>
                <wp:wrapNone/>
                <wp:docPr id="21" name="Text Box 2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144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Please confirm the </w:t>
                            </w:r>
                            <w:r w:rsidRPr="00557307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precise date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you wish to submit your thesis:</w:t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F117A" w:rsidRPr="00557307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dd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/mm/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yy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13" o:spid="_x0000_s1034" type="#_x0000_t202" style="position:absolute;margin-left:78.95pt;margin-top:115.2pt;width:410.3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">
                <v:textbox>
                  <w:txbxContent>
                    <w:p w:rsidR="003F117A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Please confirm the </w:t>
                      </w:r>
                      <w:r w:rsidRPr="00557307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  <w:u w:val="single"/>
                        </w:rPr>
                        <w:t>precise date</w:t>
                      </w:r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 xml:space="preserve"> you wish to submit your thesis:</w:t>
                      </w: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3F117A" w:rsidRPr="00557307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dd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/mm/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yy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A12EB9" wp14:editId="4C8A24B5">
                <wp:simplePos x="0" y="0"/>
                <wp:positionH relativeFrom="column">
                  <wp:posOffset>838200</wp:posOffset>
                </wp:positionH>
                <wp:positionV relativeFrom="paragraph">
                  <wp:posOffset>1125855</wp:posOffset>
                </wp:positionV>
                <wp:extent cx="5791200" cy="1897380"/>
                <wp:effectExtent l="0" t="2540" r="0" b="5080"/>
                <wp:wrapNone/>
                <wp:docPr id="20" name="Text Box 2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89738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Pr="004B0414" w:rsidRDefault="006824E9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B0414"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</w:t>
                            </w:r>
                            <w:r w:rsidRPr="004B0414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NEW DEADLINE</w:t>
                            </w:r>
                          </w:p>
                          <w:p w:rsidR="003F117A" w:rsidRPr="00E4558E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Pr="00E4558E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4" o:spid="_x0000_s1037" type="#_x0000_t202" style="position:absolute;margin-left:66pt;margin-top:88.65pt;width:456pt;height:14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" fillcolor="#f9c" stroked="f">
                <v:fill opacity="32896f"/>
                <v:textbox>
                  <w:txbxContent>
                    <w:p w:rsidR="003F117A" w:rsidRPr="004B0414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4B0414">
                        <w:rPr>
                          <w:rFonts w:ascii="Arial" w:eastAsia="Arial" w:hAnsi="Arial" w:cs="Arial"/>
                          <w:b/>
                        </w:rPr>
                        <w:t xml:space="preserve"> </w:t>
                      </w:r>
                      <w:r w:rsidRPr="004B0414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NEW DEADLINE</w:t>
                      </w:r>
                    </w:p>
                    <w:p w:rsidR="003F117A" w:rsidRPr="00E4558E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Pr="00E4558E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24E9">
        <w:rPr>
          <w:sz w:val="20"/>
        </w:rPr>
        <w:br w:type="page"/>
      </w:r>
    </w:p>
    <w:p w:rsidR="003F117A" w:rsidRDefault="00D748F4">
      <w:pPr>
        <w:spacing w:line="220" w:lineRule="exact"/>
        <w:rPr>
          <w:sz w:val="20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063" behindDoc="0" locked="0" layoutInCell="1" allowOverlap="1" wp14:anchorId="0E6FCA2C" wp14:editId="71ABB660">
                <wp:simplePos x="0" y="0"/>
                <wp:positionH relativeFrom="column">
                  <wp:posOffset>685800</wp:posOffset>
                </wp:positionH>
                <wp:positionV relativeFrom="paragraph">
                  <wp:posOffset>-840105</wp:posOffset>
                </wp:positionV>
                <wp:extent cx="5715000" cy="3888000"/>
                <wp:effectExtent l="0" t="0" r="0" b="0"/>
                <wp:wrapNone/>
                <wp:docPr id="17" name="Text Box 2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88800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4B0414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STATEMENT IN SUPPORT OF YOUR REQUEST</w:t>
                            </w:r>
                          </w:p>
                          <w:p w:rsidR="00A130E6" w:rsidRPr="00A130E6" w:rsidRDefault="00A130E6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YOU MUST ATTACH A COMPLETION TIMETABLE TO THIS FORM: the timetable should outline what work has been completed on your thesis and what work remains to be completed and by when</w:t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D748F4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 w:rsidRPr="004B0414">
                              <w:rPr>
                                <w:rFonts w:ascii="Arial" w:eastAsia="Arial" w:hAnsi="Arial" w:cs="Arial"/>
                                <w:noProof/>
                                <w:sz w:val="18"/>
                                <w:lang w:eastAsia="en-GB"/>
                              </w:rPr>
                              <w:drawing>
                                <wp:inline distT="0" distB="0" distL="0" distR="0" wp14:anchorId="752CE705" wp14:editId="56A78E8B">
                                  <wp:extent cx="5187027" cy="3086100"/>
                                  <wp:effectExtent l="0" t="0" r="0" b="0"/>
                                  <wp:docPr id="45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0650" cy="30942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90729C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0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7" o:spid="_x0000_s1038" type="#_x0000_t202" style="position:absolute;margin-left:54pt;margin-top:-66.15pt;width:450pt;height:306.15pt;z-index:2516720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" fillcolor="#f9c" stroked="f">
                <v:fill opacity="32896f"/>
                <v:textbox>
                  <w:txbxContent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4B0414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STATEMENT IN SUPPORT OF YOUR REQUEST</w:t>
                      </w:r>
                    </w:p>
                    <w:p w:rsidR="00A130E6" w:rsidRPr="00A130E6" w:rsidRDefault="00A130E6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YOU MUST ATTACH A COMPLETION TIMETABLE TO THIS FORM: the timetable should outline what work has been completed on your thesis and what work remains to be completed and by when</w:t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D748F4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  <w:r w:rsidRPr="004B0414">
                        <w:rPr>
                          <w:rFonts w:ascii="Arial" w:eastAsia="Arial" w:hAnsi="Arial" w:cs="Arial"/>
                          <w:noProof/>
                          <w:sz w:val="18"/>
                          <w:lang w:eastAsia="en-GB"/>
                        </w:rPr>
                        <w:drawing>
                          <wp:inline distT="0" distB="0" distL="0" distR="0" wp14:anchorId="752CE705" wp14:editId="56A78E8B">
                            <wp:extent cx="5187027" cy="3086100"/>
                            <wp:effectExtent l="0" t="0" r="0" b="0"/>
                            <wp:docPr id="45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0650" cy="30942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90729C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0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117A" w:rsidRDefault="00B866B1">
      <w:pPr>
        <w:spacing w:line="220" w:lineRule="exact"/>
        <w:rPr>
          <w:sz w:val="20"/>
        </w:rPr>
      </w:pPr>
    </w:p>
    <w:p w:rsidR="003F117A" w:rsidRDefault="00CF67D4">
      <w:pPr>
        <w:rPr>
          <w:rFonts w:ascii="Arial" w:eastAsia="Arial" w:hAnsi="Arial" w:cs="Arial"/>
          <w:b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189828" wp14:editId="29922594">
                <wp:simplePos x="0" y="0"/>
                <wp:positionH relativeFrom="column">
                  <wp:posOffset>4191000</wp:posOffset>
                </wp:positionH>
                <wp:positionV relativeFrom="paragraph">
                  <wp:posOffset>5798820</wp:posOffset>
                </wp:positionV>
                <wp:extent cx="1600200" cy="304800"/>
                <wp:effectExtent l="0" t="0" r="19050" b="19050"/>
                <wp:wrapNone/>
                <wp:docPr id="10" name="Text Box 2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4" o:spid="_x0000_s1039" type="#_x0000_t202" style="position:absolute;margin-left:330pt;margin-top:456.6pt;width:126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64C42" wp14:editId="67284AAE">
                <wp:simplePos x="0" y="0"/>
                <wp:positionH relativeFrom="column">
                  <wp:posOffset>914400</wp:posOffset>
                </wp:positionH>
                <wp:positionV relativeFrom="paragraph">
                  <wp:posOffset>5798820</wp:posOffset>
                </wp:positionV>
                <wp:extent cx="2819400" cy="304800"/>
                <wp:effectExtent l="0" t="0" r="19050" b="19050"/>
                <wp:wrapNone/>
                <wp:docPr id="9" name="Text Box 2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5" o:spid="_x0000_s1040" type="#_x0000_t202" style="position:absolute;margin-left:1in;margin-top:456.6pt;width:22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 w:rsidR="00D8153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C5D2BA" wp14:editId="3331D10F">
                <wp:simplePos x="0" y="0"/>
                <wp:positionH relativeFrom="column">
                  <wp:posOffset>914400</wp:posOffset>
                </wp:positionH>
                <wp:positionV relativeFrom="paragraph">
                  <wp:posOffset>4760595</wp:posOffset>
                </wp:positionV>
                <wp:extent cx="2819400" cy="257175"/>
                <wp:effectExtent l="0" t="0" r="19050" b="28575"/>
                <wp:wrapNone/>
                <wp:docPr id="13" name="Text Box 2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1" o:spid="_x0000_s1041" type="#_x0000_t202" style="position:absolute;margin-left:1in;margin-top:374.85pt;width:222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 w:rsidR="00D8153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2DFBBA" wp14:editId="141EC8CB">
                <wp:simplePos x="0" y="0"/>
                <wp:positionH relativeFrom="column">
                  <wp:posOffset>914400</wp:posOffset>
                </wp:positionH>
                <wp:positionV relativeFrom="paragraph">
                  <wp:posOffset>2998470</wp:posOffset>
                </wp:positionV>
                <wp:extent cx="5059680" cy="1504950"/>
                <wp:effectExtent l="0" t="0" r="26670" b="19050"/>
                <wp:wrapNone/>
                <wp:docPr id="15" name="Text Box 2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968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If your supervisor wishes to make any additional comments in support of your request, they should do so here:</w:t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9" o:spid="_x0000_s1042" type="#_x0000_t202" style="position:absolute;margin-left:1in;margin-top:236.1pt;width:398.4pt;height:11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">
                <v:textbox>
                  <w:txbxContent>
                    <w:p w:rsidR="003F117A" w:rsidRDefault="006824E9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If your supervisor wishes to make any additional comments in support of your request, they should do so here:</w:t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/>
                  </w:txbxContent>
                </v:textbox>
              </v:shape>
            </w:pict>
          </mc:Fallback>
        </mc:AlternateContent>
      </w:r>
      <w:r w:rsidR="00D8153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09CC63" wp14:editId="1EF2FE75">
                <wp:simplePos x="0" y="0"/>
                <wp:positionH relativeFrom="column">
                  <wp:posOffset>685800</wp:posOffset>
                </wp:positionH>
                <wp:positionV relativeFrom="paragraph">
                  <wp:posOffset>2854960</wp:posOffset>
                </wp:positionV>
                <wp:extent cx="5791200" cy="3565525"/>
                <wp:effectExtent l="0" t="0" r="0" b="0"/>
                <wp:wrapNone/>
                <wp:docPr id="16" name="Text Box 2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565525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D81539" w:rsidRDefault="00D81539">
                            <w:pPr>
                              <w:ind w:left="46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Pr="00D81539"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Student’s </w:t>
                            </w:r>
                            <w:r w:rsidRP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>signature</w:t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  <w:t>Date</w:t>
                            </w:r>
                          </w:p>
                          <w:p w:rsidR="003F117A" w:rsidRDefault="006824E9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left="46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D81539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Supervisor’s </w:t>
                            </w:r>
                            <w:r w:rsidRP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>signature</w:t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 w:rsid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  <w:t>Date</w:t>
                            </w: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Student’s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 signature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CF67D4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Doctoral Programme Director’s </w:t>
                            </w:r>
                            <w:r w:rsidRPr="00CF67D4">
                              <w:rPr>
                                <w:rFonts w:ascii="Arial" w:eastAsia="Arial" w:hAnsi="Arial" w:cs="Arial"/>
                                <w:sz w:val="18"/>
                              </w:rPr>
                              <w:t>signature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  <w:t>Date</w:t>
                            </w:r>
                          </w:p>
                          <w:p w:rsidR="00CF67D4" w:rsidRDefault="00CF67D4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For office use only:</w:t>
                            </w: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Chair of RDSC signature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  <w:t>Date</w:t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B866B1">
                            <w:pPr>
                              <w:ind w:firstLine="284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Pr="00693821" w:rsidRDefault="00B866B1">
                            <w:pPr>
                              <w:ind w:firstLine="284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8" o:spid="_x0000_s1043" type="#_x0000_t202" style="position:absolute;margin-left:54pt;margin-top:224.8pt;width:456pt;height:28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" fillcolor="#f9c" stroked="f">
                <v:fill opacity="32896f"/>
                <v:textbox>
                  <w:txbxContent>
                    <w:p w:rsidR="003F117A" w:rsidRDefault="00B866B1">
                      <w:pPr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D81539" w:rsidRDefault="00D81539">
                      <w:pPr>
                        <w:ind w:left="46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Pr="00D81539"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Student’s </w:t>
                      </w:r>
                      <w:r w:rsidRPr="00CF67D4">
                        <w:rPr>
                          <w:rFonts w:ascii="Arial" w:eastAsia="Arial" w:hAnsi="Arial" w:cs="Arial"/>
                          <w:sz w:val="18"/>
                        </w:rPr>
                        <w:t>signature</w:t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  <w:t>Date</w:t>
                      </w:r>
                    </w:p>
                    <w:p w:rsidR="003F117A" w:rsidRDefault="006824E9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left="46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D81539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Supervisor’s </w:t>
                      </w:r>
                      <w:r w:rsidRPr="00CF67D4">
                        <w:rPr>
                          <w:rFonts w:ascii="Arial" w:eastAsia="Arial" w:hAnsi="Arial" w:cs="Arial"/>
                          <w:sz w:val="18"/>
                        </w:rPr>
                        <w:t>signature</w:t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 w:rsidR="00CF67D4">
                        <w:rPr>
                          <w:rFonts w:ascii="Arial" w:eastAsia="Arial" w:hAnsi="Arial" w:cs="Arial"/>
                          <w:sz w:val="18"/>
                        </w:rPr>
                        <w:tab/>
                        <w:t>Date</w:t>
                      </w: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18"/>
                        </w:rPr>
                        <w:t>Student’s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 signature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CF67D4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Doctoral Programme Director’s </w:t>
                      </w:r>
                      <w:r w:rsidRPr="00CF67D4">
                        <w:rPr>
                          <w:rFonts w:ascii="Arial" w:eastAsia="Arial" w:hAnsi="Arial" w:cs="Arial"/>
                          <w:sz w:val="18"/>
                        </w:rPr>
                        <w:t>signature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  <w:t>Date</w:t>
                      </w:r>
                    </w:p>
                    <w:p w:rsidR="00CF67D4" w:rsidRDefault="00CF67D4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For office use only:</w:t>
                      </w: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Chair of RDSC signature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  <w:t>Date</w:t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B866B1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B866B1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B866B1">
                      <w:pPr>
                        <w:ind w:firstLine="284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6824E9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Pr="00693821" w:rsidRDefault="00B866B1">
                      <w:pPr>
                        <w:ind w:firstLine="284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153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9DADB" wp14:editId="4ACDDBF9">
                <wp:simplePos x="0" y="0"/>
                <wp:positionH relativeFrom="column">
                  <wp:posOffset>4238625</wp:posOffset>
                </wp:positionH>
                <wp:positionV relativeFrom="paragraph">
                  <wp:posOffset>5284470</wp:posOffset>
                </wp:positionV>
                <wp:extent cx="1600200" cy="228600"/>
                <wp:effectExtent l="0" t="0" r="19050" b="19050"/>
                <wp:wrapNone/>
                <wp:docPr id="12" name="Text Box 2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2" o:spid="_x0000_s1044" type="#_x0000_t202" style="position:absolute;margin-left:333.75pt;margin-top:416.1pt;width:12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 w:rsidR="00D8153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CC62F" wp14:editId="0BCBD40A">
                <wp:simplePos x="0" y="0"/>
                <wp:positionH relativeFrom="column">
                  <wp:posOffset>4191000</wp:posOffset>
                </wp:positionH>
                <wp:positionV relativeFrom="paragraph">
                  <wp:posOffset>4760595</wp:posOffset>
                </wp:positionV>
                <wp:extent cx="1600200" cy="257175"/>
                <wp:effectExtent l="0" t="0" r="19050" b="28575"/>
                <wp:wrapNone/>
                <wp:docPr id="14" name="Text Box 2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0" o:spid="_x0000_s1045" type="#_x0000_t202" style="position:absolute;margin-left:330pt;margin-top:374.85pt;width:126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 w:rsidR="00A130E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924ABE" wp14:editId="784A1CF5">
                <wp:simplePos x="0" y="0"/>
                <wp:positionH relativeFrom="column">
                  <wp:posOffset>914400</wp:posOffset>
                </wp:positionH>
                <wp:positionV relativeFrom="paragraph">
                  <wp:posOffset>5284470</wp:posOffset>
                </wp:positionV>
                <wp:extent cx="2819400" cy="285750"/>
                <wp:effectExtent l="0" t="0" r="19050" b="19050"/>
                <wp:wrapNone/>
                <wp:docPr id="11" name="Text Box 2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3" o:spid="_x0000_s1046" type="#_x0000_t202" style="position:absolute;margin-left:1in;margin-top:416.1pt;width:222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">
                <v:textbox>
                  <w:txbxContent>
                    <w:p w:rsidR="003F117A" w:rsidRDefault="00B866B1"/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4385310</wp:posOffset>
                </wp:positionH>
                <wp:positionV relativeFrom="paragraph">
                  <wp:posOffset>7109460</wp:posOffset>
                </wp:positionV>
                <wp:extent cx="1405890" cy="354330"/>
                <wp:effectExtent l="13335" t="12065" r="9525" b="5080"/>
                <wp:wrapNone/>
                <wp:docPr id="8" name="Text Box 2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589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26" o:spid="_x0000_s1047" type="#_x0000_t202" style="position:absolute;margin-left:345.3pt;margin-top:559.8pt;width:110.7pt;height:2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7158990</wp:posOffset>
                </wp:positionV>
                <wp:extent cx="3166110" cy="304800"/>
                <wp:effectExtent l="5715" t="13970" r="9525" b="5080"/>
                <wp:wrapNone/>
                <wp:docPr id="7" name="Text Box 2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1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B866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27" o:spid="_x0000_s1048" type="#_x0000_t202" style="position:absolute;margin-left:62.7pt;margin-top:563.7pt;width:249.3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">
                <v:textbox>
                  <w:txbxContent>
                    <w:p w:rsidR="003F117A" w:rsidRDefault="006824E9"/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845820</wp:posOffset>
                </wp:positionH>
                <wp:positionV relativeFrom="paragraph">
                  <wp:posOffset>7689850</wp:posOffset>
                </wp:positionV>
                <wp:extent cx="4994910" cy="1160145"/>
                <wp:effectExtent l="7620" t="11430" r="7620" b="9525"/>
                <wp:wrapNone/>
                <wp:docPr id="6" name="Text Box 2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910" cy="1160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Date received:</w:t>
                            </w:r>
                          </w:p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Date sent to RDSC Chair:</w:t>
                            </w:r>
                          </w:p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Email confirmation to student/department:</w:t>
                            </w:r>
                          </w:p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Visa check completed:</w:t>
                            </w:r>
                          </w:p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SITS amended:</w:t>
                            </w:r>
                          </w:p>
                          <w:p w:rsidR="003F117A" w:rsidRPr="00EC03D2" w:rsidRDefault="006824E9">
                            <w:pPr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C03D2">
                              <w:rPr>
                                <w:rFonts w:ascii="Arial" w:eastAsia="Arial" w:hAnsi="Arial" w:cs="Arial"/>
                                <w:b/>
                                <w:sz w:val="20"/>
                                <w:szCs w:val="20"/>
                              </w:rPr>
                              <w:t>Fee liability (if applicable) amended: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28" o:spid="_x0000_s1049" type="#_x0000_t202" style="position:absolute;margin-left:66.6pt;margin-top:605.5pt;width:393.3pt;height:9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">
                <v:textbox>
                  <w:txbxContent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Date received:</w:t>
                      </w:r>
                    </w:p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Date sent to RDSC Chair:</w:t>
                      </w:r>
                    </w:p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Email confirmation to student/department:</w:t>
                      </w:r>
                    </w:p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Visa check completed:</w:t>
                      </w:r>
                    </w:p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SITS amended:</w:t>
                      </w:r>
                    </w:p>
                    <w:p w:rsidR="003F117A" w:rsidRPr="00EC03D2" w:rsidRDefault="006824E9">
                      <w:pPr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</w:pPr>
                      <w:r w:rsidRPr="00EC03D2">
                        <w:rPr>
                          <w:rFonts w:ascii="Arial" w:eastAsia="Arial" w:hAnsi="Arial" w:cs="Arial"/>
                          <w:b/>
                          <w:sz w:val="20"/>
                          <w:szCs w:val="20"/>
                        </w:rPr>
                        <w:t>Fee liability (if applicable) amended:</w:t>
                      </w:r>
                    </w:p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6529705</wp:posOffset>
                </wp:positionV>
                <wp:extent cx="5791200" cy="2442210"/>
                <wp:effectExtent l="0" t="3810" r="0" b="1905"/>
                <wp:wrapNone/>
                <wp:docPr id="5" name="Text Box 2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244221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17A" w:rsidRDefault="00B866B1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FOR OFFICE USE ONLY:</w:t>
                            </w:r>
                          </w:p>
                          <w:p w:rsidR="003F117A" w:rsidRDefault="00B866B1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</w:pPr>
                          </w:p>
                          <w:p w:rsidR="003F117A" w:rsidRDefault="006824E9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Chair of Research Degrees Subcommittee’s signature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Date</w:t>
                            </w:r>
                          </w:p>
                          <w:p w:rsidR="003F117A" w:rsidRDefault="00B866B1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EC03D2" w:rsidRDefault="00B866B1">
                            <w:pPr>
                              <w:ind w:left="600" w:hanging="600"/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E4558E" w:rsidRDefault="006824E9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ab/>
                            </w:r>
                          </w:p>
                          <w:p w:rsidR="003F117A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  <w:p w:rsidR="003F117A" w:rsidRPr="00E4558E" w:rsidRDefault="00B866B1">
                            <w:pPr>
                              <w:rPr>
                                <w:rFonts w:ascii="Arial" w:eastAsia="Arial" w:hAnsi="Arial"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29" o:spid="_x0000_s1050" type="#_x0000_t202" style="position:absolute;margin-left:54pt;margin-top:514.15pt;width:456pt;height:19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" fillcolor="#f9c" stroked="f">
                <v:fill opacity="32896f"/>
                <v:textbox>
                  <w:txbxContent>
                    <w:p w:rsidR="003F117A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FOR OFFICE USE ONLY:</w:t>
                      </w:r>
                    </w:p>
                    <w:p w:rsidR="003F117A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b/>
                          <w:sz w:val="18"/>
                        </w:rPr>
                      </w:pPr>
                    </w:p>
                    <w:p w:rsidR="003F117A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Chair of Researc</w:t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h D</w:t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egrees Subcommittee’s signature</w:t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>Date</w:t>
                      </w:r>
                    </w:p>
                    <w:p w:rsidR="003F117A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EC03D2" w:rsidRDefault="006824E9">
                      <w:pPr>
                        <w:ind w:left="600" w:hanging="600"/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E4558E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18"/>
                        </w:rPr>
                        <w:tab/>
                      </w:r>
                    </w:p>
                    <w:p w:rsidR="003F117A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  <w:p w:rsidR="003F117A" w:rsidRPr="00E4558E" w:rsidRDefault="006824E9">
                      <w:pPr>
                        <w:rPr>
                          <w:rFonts w:ascii="Arial" w:eastAsia="Arial" w:hAnsi="Arial"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48F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-187960</wp:posOffset>
                </wp:positionV>
                <wp:extent cx="1143000" cy="7200900"/>
                <wp:effectExtent l="0" t="1270" r="0" b="0"/>
                <wp:wrapNone/>
                <wp:docPr id="1" name="Text Box 2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20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117A" w:rsidRDefault="006824E9">
                            <w:pPr>
                              <w:pStyle w:val="Heading5"/>
                              <w:jc w:val="center"/>
                            </w:pPr>
                            <w:r>
                              <w:t>Maximum period of registration</w:t>
                            </w:r>
                          </w:p>
                          <w:p w:rsidR="003F117A" w:rsidRPr="002731CE" w:rsidRDefault="006824E9">
                            <w:pPr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 w:rsidRPr="002731CE">
                              <w:rPr>
                                <w:rFonts w:ascii="Arial" w:eastAsia="Arial" w:hAnsi="Arial" w:cs="Arial"/>
                              </w:rPr>
                              <w:t>Please return the completed f</w:t>
                            </w:r>
                            <w:r>
                              <w:rPr>
                                <w:rFonts w:ascii="Arial" w:eastAsia="Arial" w:hAnsi="Arial" w:cs="Arial"/>
                              </w:rPr>
                              <w:t>orm to the PhD Academy</w:t>
                            </w:r>
                          </w:p>
                          <w:p w:rsidR="003F117A" w:rsidRPr="002731CE" w:rsidRDefault="00B866B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030" o:spid="_x0000_s1051" type="#_x0000_t202" style="position:absolute;margin-left:-36pt;margin-top:-14.8pt;width:90pt;height:56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" stroked="f">
                <v:textbox style="layout-flow:vertical;mso-layout-flow-alt:bottom-to-top">
                  <w:txbxContent>
                    <w:p w:rsidR="003F117A" w:rsidRDefault="006824E9">
                      <w:pPr>
                        <w:pStyle w:val="Heading5"/>
                        <w:jc w:val="center"/>
                      </w:pPr>
                      <w:r>
                        <w:t>Maximum period of registration</w:t>
                      </w:r>
                    </w:p>
                    <w:p w:rsidR="003F117A" w:rsidRPr="002731CE" w:rsidRDefault="006824E9">
                      <w:pPr>
                        <w:jc w:val="center"/>
                        <w:rPr>
                          <w:rFonts w:ascii="Arial" w:eastAsia="Arial" w:hAnsi="Arial" w:cs="Arial"/>
                        </w:rPr>
                      </w:pPr>
                      <w:r w:rsidRPr="002731CE">
                        <w:rPr>
                          <w:rFonts w:ascii="Arial" w:eastAsia="Arial" w:hAnsi="Arial" w:cs="Arial"/>
                        </w:rPr>
                        <w:t>Please return the completed f</w:t>
                      </w:r>
                      <w:r>
                        <w:rPr>
                          <w:rFonts w:ascii="Arial" w:eastAsia="Arial" w:hAnsi="Arial" w:cs="Arial"/>
                        </w:rPr>
                        <w:t>orm to the PhD Academy</w:t>
                      </w:r>
                    </w:p>
                    <w:p w:rsidR="003F117A" w:rsidRPr="002731CE" w:rsidRDefault="006824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3F117A" w:rsidSect="003F117A">
      <w:footerReference w:type="even" r:id="rId12"/>
      <w:footerReference w:type="default" r:id="rId13"/>
      <w:pgSz w:w="11906" w:h="16838" w:code="9"/>
      <w:pgMar w:top="1258" w:right="626" w:bottom="1079" w:left="96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7A" w:rsidRDefault="006824E9">
      <w:r>
        <w:separator/>
      </w:r>
    </w:p>
  </w:endnote>
  <w:endnote w:type="continuationSeparator" w:id="0">
    <w:p w:rsidR="003F117A" w:rsidRDefault="0068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7A" w:rsidRDefault="006824E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117A" w:rsidRDefault="00B866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7A" w:rsidRPr="00EC237A" w:rsidRDefault="00B866B1">
    <w:pPr>
      <w:pStyle w:val="Footer"/>
      <w:jc w:val="right"/>
      <w:rPr>
        <w:rFonts w:ascii="Arial" w:eastAsia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7A" w:rsidRDefault="006824E9">
      <w:r>
        <w:separator/>
      </w:r>
    </w:p>
  </w:footnote>
  <w:footnote w:type="continuationSeparator" w:id="0">
    <w:p w:rsidR="003F117A" w:rsidRDefault="00682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66C89"/>
    <w:multiLevelType w:val="hybridMultilevel"/>
    <w:tmpl w:val="99799376"/>
    <w:lvl w:ilvl="0" w:tplc="A0CC3C20">
      <w:start w:val="1"/>
      <w:numFmt w:val="bullet"/>
      <w:lvlText w:val=""/>
      <w:lvlJc w:val="left"/>
      <w:pPr>
        <w:tabs>
          <w:tab w:val="num" w:pos="1168"/>
        </w:tabs>
        <w:ind w:left="1168" w:hanging="360"/>
        <w:jc w:val="left"/>
      </w:pPr>
      <w:rPr>
        <w:rFonts w:ascii="Symbol" w:eastAsia="Symbol" w:hAnsi="Symbol" w:hint="default"/>
      </w:rPr>
    </w:lvl>
    <w:lvl w:ilvl="1" w:tplc="EFDC5B7E">
      <w:start w:val="1"/>
      <w:numFmt w:val="bullet"/>
      <w:lvlText w:val="o"/>
      <w:lvlJc w:val="left"/>
      <w:pPr>
        <w:tabs>
          <w:tab w:val="num" w:pos="1888"/>
        </w:tabs>
        <w:ind w:left="1888" w:hanging="360"/>
        <w:jc w:val="left"/>
      </w:pPr>
      <w:rPr>
        <w:rFonts w:ascii="Courier New" w:eastAsia="Courier New" w:hAnsi="Courier New" w:cs="Courier New" w:hint="default"/>
      </w:rPr>
    </w:lvl>
    <w:lvl w:ilvl="2" w:tplc="534E3A8A">
      <w:start w:val="1"/>
      <w:numFmt w:val="bullet"/>
      <w:lvlText w:val=""/>
      <w:lvlJc w:val="left"/>
      <w:pPr>
        <w:tabs>
          <w:tab w:val="num" w:pos="2608"/>
        </w:tabs>
        <w:ind w:left="2608" w:hanging="360"/>
        <w:jc w:val="left"/>
      </w:pPr>
      <w:rPr>
        <w:rFonts w:ascii="Wingdings" w:eastAsia="Wingdings" w:hAnsi="Wingdings" w:hint="default"/>
      </w:rPr>
    </w:lvl>
    <w:lvl w:ilvl="3" w:tplc="1212BACC">
      <w:start w:val="1"/>
      <w:numFmt w:val="bullet"/>
      <w:lvlText w:val=""/>
      <w:lvlJc w:val="left"/>
      <w:pPr>
        <w:tabs>
          <w:tab w:val="num" w:pos="3328"/>
        </w:tabs>
        <w:ind w:left="3328" w:hanging="360"/>
        <w:jc w:val="left"/>
      </w:pPr>
      <w:rPr>
        <w:rFonts w:ascii="Symbol" w:eastAsia="Symbol" w:hAnsi="Symbol" w:hint="default"/>
      </w:rPr>
    </w:lvl>
    <w:lvl w:ilvl="4" w:tplc="CEAE9824">
      <w:start w:val="1"/>
      <w:numFmt w:val="bullet"/>
      <w:lvlText w:val="o"/>
      <w:lvlJc w:val="left"/>
      <w:pPr>
        <w:tabs>
          <w:tab w:val="num" w:pos="4048"/>
        </w:tabs>
        <w:ind w:left="4048" w:hanging="360"/>
        <w:jc w:val="left"/>
      </w:pPr>
      <w:rPr>
        <w:rFonts w:ascii="Courier New" w:eastAsia="Courier New" w:hAnsi="Courier New" w:cs="Courier New" w:hint="default"/>
      </w:rPr>
    </w:lvl>
    <w:lvl w:ilvl="5" w:tplc="0D388846">
      <w:start w:val="1"/>
      <w:numFmt w:val="bullet"/>
      <w:lvlText w:val=""/>
      <w:lvlJc w:val="left"/>
      <w:pPr>
        <w:tabs>
          <w:tab w:val="num" w:pos="4768"/>
        </w:tabs>
        <w:ind w:left="4768" w:hanging="360"/>
        <w:jc w:val="left"/>
      </w:pPr>
      <w:rPr>
        <w:rFonts w:ascii="Wingdings" w:eastAsia="Wingdings" w:hAnsi="Wingdings" w:hint="default"/>
      </w:rPr>
    </w:lvl>
    <w:lvl w:ilvl="6" w:tplc="55783960">
      <w:start w:val="1"/>
      <w:numFmt w:val="bullet"/>
      <w:lvlText w:val=""/>
      <w:lvlJc w:val="left"/>
      <w:pPr>
        <w:tabs>
          <w:tab w:val="num" w:pos="5488"/>
        </w:tabs>
        <w:ind w:left="5488" w:hanging="360"/>
        <w:jc w:val="left"/>
      </w:pPr>
      <w:rPr>
        <w:rFonts w:ascii="Symbol" w:eastAsia="Symbol" w:hAnsi="Symbol" w:hint="default"/>
      </w:rPr>
    </w:lvl>
    <w:lvl w:ilvl="7" w:tplc="620846D0">
      <w:start w:val="1"/>
      <w:numFmt w:val="bullet"/>
      <w:lvlText w:val="o"/>
      <w:lvlJc w:val="left"/>
      <w:pPr>
        <w:tabs>
          <w:tab w:val="num" w:pos="6208"/>
        </w:tabs>
        <w:ind w:left="6208" w:hanging="360"/>
        <w:jc w:val="left"/>
      </w:pPr>
      <w:rPr>
        <w:rFonts w:ascii="Courier New" w:eastAsia="Courier New" w:hAnsi="Courier New" w:cs="Courier New" w:hint="default"/>
      </w:rPr>
    </w:lvl>
    <w:lvl w:ilvl="8" w:tplc="05F26620">
      <w:start w:val="1"/>
      <w:numFmt w:val="bullet"/>
      <w:lvlText w:val=""/>
      <w:lvlJc w:val="left"/>
      <w:pPr>
        <w:tabs>
          <w:tab w:val="num" w:pos="6928"/>
        </w:tabs>
        <w:ind w:left="6928" w:hanging="360"/>
        <w:jc w:val="left"/>
      </w:pPr>
      <w:rPr>
        <w:rFonts w:ascii="Wingdings" w:eastAsia="Wingdings" w:hAnsi="Wingdings" w:hint="default"/>
      </w:rPr>
    </w:lvl>
  </w:abstractNum>
  <w:abstractNum w:abstractNumId="1">
    <w:nsid w:val="66866C8A"/>
    <w:multiLevelType w:val="hybridMultilevel"/>
    <w:tmpl w:val="99799375"/>
    <w:lvl w:ilvl="0" w:tplc="EEEA3FD0">
      <w:start w:val="1"/>
      <w:numFmt w:val="bullet"/>
      <w:lvlText w:val=""/>
      <w:lvlJc w:val="left"/>
      <w:pPr>
        <w:tabs>
          <w:tab w:val="num" w:pos="720"/>
        </w:tabs>
        <w:ind w:left="720" w:hanging="360"/>
        <w:jc w:val="left"/>
      </w:pPr>
      <w:rPr>
        <w:rFonts w:ascii="Symbol" w:eastAsia="Symbol" w:hAnsi="Symbol" w:hint="default"/>
      </w:rPr>
    </w:lvl>
    <w:lvl w:ilvl="1" w:tplc="619AC538">
      <w:start w:val="1"/>
      <w:numFmt w:val="bullet"/>
      <w:lvlText w:val="o"/>
      <w:lvlJc w:val="left"/>
      <w:pPr>
        <w:tabs>
          <w:tab w:val="num" w:pos="1440"/>
        </w:tabs>
        <w:ind w:left="1440" w:hanging="360"/>
        <w:jc w:val="left"/>
      </w:pPr>
      <w:rPr>
        <w:rFonts w:ascii="Courier New" w:eastAsia="Courier New" w:hAnsi="Courier New" w:cs="Courier New" w:hint="default"/>
      </w:rPr>
    </w:lvl>
    <w:lvl w:ilvl="2" w:tplc="952053CE">
      <w:start w:val="1"/>
      <w:numFmt w:val="bullet"/>
      <w:lvlText w:val=""/>
      <w:lvlJc w:val="left"/>
      <w:pPr>
        <w:tabs>
          <w:tab w:val="num" w:pos="2160"/>
        </w:tabs>
        <w:ind w:left="2160" w:hanging="360"/>
        <w:jc w:val="left"/>
      </w:pPr>
      <w:rPr>
        <w:rFonts w:ascii="Wingdings" w:eastAsia="Wingdings" w:hAnsi="Wingdings" w:hint="default"/>
      </w:rPr>
    </w:lvl>
    <w:lvl w:ilvl="3" w:tplc="865CEF94">
      <w:start w:val="1"/>
      <w:numFmt w:val="bullet"/>
      <w:lvlText w:val=""/>
      <w:lvlJc w:val="left"/>
      <w:pPr>
        <w:tabs>
          <w:tab w:val="num" w:pos="2880"/>
        </w:tabs>
        <w:ind w:left="2880" w:hanging="360"/>
        <w:jc w:val="left"/>
      </w:pPr>
      <w:rPr>
        <w:rFonts w:ascii="Symbol" w:eastAsia="Symbol" w:hAnsi="Symbol" w:hint="default"/>
      </w:rPr>
    </w:lvl>
    <w:lvl w:ilvl="4" w:tplc="8712382A">
      <w:start w:val="1"/>
      <w:numFmt w:val="bullet"/>
      <w:lvlText w:val="o"/>
      <w:lvlJc w:val="left"/>
      <w:pPr>
        <w:tabs>
          <w:tab w:val="num" w:pos="3600"/>
        </w:tabs>
        <w:ind w:left="3600" w:hanging="360"/>
        <w:jc w:val="left"/>
      </w:pPr>
      <w:rPr>
        <w:rFonts w:ascii="Courier New" w:eastAsia="Courier New" w:hAnsi="Courier New" w:cs="Courier New" w:hint="default"/>
      </w:rPr>
    </w:lvl>
    <w:lvl w:ilvl="5" w:tplc="000285C8">
      <w:start w:val="1"/>
      <w:numFmt w:val="bullet"/>
      <w:lvlText w:val=""/>
      <w:lvlJc w:val="left"/>
      <w:pPr>
        <w:tabs>
          <w:tab w:val="num" w:pos="4320"/>
        </w:tabs>
        <w:ind w:left="4320" w:hanging="360"/>
        <w:jc w:val="left"/>
      </w:pPr>
      <w:rPr>
        <w:rFonts w:ascii="Wingdings" w:eastAsia="Wingdings" w:hAnsi="Wingdings" w:hint="default"/>
      </w:rPr>
    </w:lvl>
    <w:lvl w:ilvl="6" w:tplc="B35AF552">
      <w:start w:val="1"/>
      <w:numFmt w:val="bullet"/>
      <w:lvlText w:val=""/>
      <w:lvlJc w:val="left"/>
      <w:pPr>
        <w:tabs>
          <w:tab w:val="num" w:pos="5040"/>
        </w:tabs>
        <w:ind w:left="5040" w:hanging="360"/>
        <w:jc w:val="left"/>
      </w:pPr>
      <w:rPr>
        <w:rFonts w:ascii="Symbol" w:eastAsia="Symbol" w:hAnsi="Symbol" w:hint="default"/>
      </w:rPr>
    </w:lvl>
    <w:lvl w:ilvl="7" w:tplc="DF3CAA84">
      <w:start w:val="1"/>
      <w:numFmt w:val="bullet"/>
      <w:lvlText w:val="o"/>
      <w:lvlJc w:val="left"/>
      <w:pPr>
        <w:tabs>
          <w:tab w:val="num" w:pos="5760"/>
        </w:tabs>
        <w:ind w:left="5760" w:hanging="360"/>
        <w:jc w:val="left"/>
      </w:pPr>
      <w:rPr>
        <w:rFonts w:ascii="Courier New" w:eastAsia="Courier New" w:hAnsi="Courier New" w:cs="Courier New" w:hint="default"/>
      </w:rPr>
    </w:lvl>
    <w:lvl w:ilvl="8" w:tplc="2AE84C18">
      <w:start w:val="1"/>
      <w:numFmt w:val="bullet"/>
      <w:lvlText w:val=""/>
      <w:lvlJc w:val="left"/>
      <w:pPr>
        <w:tabs>
          <w:tab w:val="num" w:pos="6480"/>
        </w:tabs>
        <w:ind w:left="6480" w:hanging="360"/>
        <w:jc w:val="left"/>
      </w:pPr>
      <w:rPr>
        <w:rFonts w:ascii="Wingdings" w:eastAsia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284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5E"/>
    <w:rsid w:val="00146CFC"/>
    <w:rsid w:val="006824E9"/>
    <w:rsid w:val="0092048E"/>
    <w:rsid w:val="00A130E6"/>
    <w:rsid w:val="00B866B1"/>
    <w:rsid w:val="00CF67D4"/>
    <w:rsid w:val="00D748F4"/>
    <w:rsid w:val="00D81539"/>
    <w:rsid w:val="00D97E5E"/>
    <w:rsid w:val="00DC7E78"/>
    <w:rsid w:val="00FC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001" fillcolor="white">
      <v:fill color="white"/>
      <o:colormru v:ext="edit" colors="#ccecff,#ddf2ff,#f7fcff,#9fc"/>
    </o:shapedefaults>
    <o:shapelayout v:ext="edit">
      <o:idmap v:ext="edit" data="1,2,16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pPr>
      <w:keepNext/>
      <w:ind w:left="4544"/>
      <w:outlineLvl w:val="3"/>
    </w:pPr>
    <w:rPr>
      <w:rFonts w:ascii="Arial" w:eastAsia="Arial" w:hAnsi="Arial" w:cs="Arial"/>
      <w:b/>
      <w:bCs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eastAsia="Arial" w:hAnsi="Arial" w:cs="Arial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pPr>
      <w:ind w:left="2160" w:right="-808"/>
    </w:pPr>
    <w:rPr>
      <w:sz w:val="20"/>
    </w:rPr>
  </w:style>
  <w:style w:type="paragraph" w:styleId="BodyText">
    <w:name w:val="Body Text"/>
    <w:basedOn w:val="Normal"/>
    <w:semiHidden/>
    <w:rPr>
      <w:sz w:val="20"/>
    </w:rPr>
  </w:style>
  <w:style w:type="paragraph" w:styleId="BodyTextIndent">
    <w:name w:val="Body Text Indent"/>
    <w:basedOn w:val="Normal"/>
    <w:semiHidden/>
    <w:pPr>
      <w:ind w:firstLine="480"/>
    </w:pPr>
    <w:rPr>
      <w:sz w:val="18"/>
    </w:rPr>
  </w:style>
  <w:style w:type="paragraph" w:styleId="Title">
    <w:name w:val="Title"/>
    <w:basedOn w:val="Normal"/>
    <w:qFormat/>
    <w:pPr>
      <w:ind w:left="-840" w:right="-808"/>
      <w:jc w:val="center"/>
    </w:pPr>
    <w:rPr>
      <w:b/>
      <w:bCs/>
    </w:rPr>
  </w:style>
  <w:style w:type="paragraph" w:styleId="BodyTextIndent2">
    <w:name w:val="Body Text Indent 2"/>
    <w:basedOn w:val="Normal"/>
    <w:semiHidden/>
    <w:pPr>
      <w:ind w:left="120"/>
    </w:pPr>
    <w:rPr>
      <w:rFonts w:ascii="Arial" w:eastAsia="Arial" w:hAnsi="Arial" w:cs="Arial"/>
      <w:b/>
      <w:bCs/>
      <w:sz w:val="18"/>
    </w:rPr>
  </w:style>
  <w:style w:type="paragraph" w:styleId="BodyText2">
    <w:name w:val="Body Text 2"/>
    <w:basedOn w:val="Normal"/>
    <w:semiHidden/>
    <w:rPr>
      <w:rFonts w:ascii="Arial" w:eastAsia="Arial" w:hAnsi="Arial" w:cs="Arial"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Indent3">
    <w:name w:val="Body Text Indent 3"/>
    <w:basedOn w:val="Normal"/>
    <w:semiHidden/>
    <w:pPr>
      <w:ind w:hanging="240"/>
    </w:pPr>
    <w:rPr>
      <w:rFonts w:ascii="Arial" w:eastAsia="Arial" w:hAnsi="Arial" w:cs="Arial"/>
      <w:sz w:val="18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eastAsia="Tahoma" w:hAnsi="Tahoma" w:cs="Tahoma"/>
      <w:sz w:val="16"/>
      <w:szCs w:val="16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Pr>
      <w:rFonts w:ascii="Arial" w:eastAsia="Arial" w:hAnsi="Arial" w:cs="Arial"/>
      <w:b/>
      <w:bCs/>
      <w:sz w:val="1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pPr>
      <w:keepNext/>
      <w:ind w:left="4544"/>
      <w:outlineLvl w:val="3"/>
    </w:pPr>
    <w:rPr>
      <w:rFonts w:ascii="Arial" w:eastAsia="Arial" w:hAnsi="Arial" w:cs="Arial"/>
      <w:b/>
      <w:bCs/>
      <w:sz w:val="1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eastAsia="Arial" w:hAnsi="Arial" w:cs="Arial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semiHidden/>
    <w:pPr>
      <w:ind w:left="2160" w:right="-808"/>
    </w:pPr>
    <w:rPr>
      <w:sz w:val="20"/>
    </w:rPr>
  </w:style>
  <w:style w:type="paragraph" w:styleId="BodyText">
    <w:name w:val="Body Text"/>
    <w:basedOn w:val="Normal"/>
    <w:semiHidden/>
    <w:rPr>
      <w:sz w:val="20"/>
    </w:rPr>
  </w:style>
  <w:style w:type="paragraph" w:styleId="BodyTextIndent">
    <w:name w:val="Body Text Indent"/>
    <w:basedOn w:val="Normal"/>
    <w:semiHidden/>
    <w:pPr>
      <w:ind w:firstLine="480"/>
    </w:pPr>
    <w:rPr>
      <w:sz w:val="18"/>
    </w:rPr>
  </w:style>
  <w:style w:type="paragraph" w:styleId="Title">
    <w:name w:val="Title"/>
    <w:basedOn w:val="Normal"/>
    <w:qFormat/>
    <w:pPr>
      <w:ind w:left="-840" w:right="-808"/>
      <w:jc w:val="center"/>
    </w:pPr>
    <w:rPr>
      <w:b/>
      <w:bCs/>
    </w:rPr>
  </w:style>
  <w:style w:type="paragraph" w:styleId="BodyTextIndent2">
    <w:name w:val="Body Text Indent 2"/>
    <w:basedOn w:val="Normal"/>
    <w:semiHidden/>
    <w:pPr>
      <w:ind w:left="120"/>
    </w:pPr>
    <w:rPr>
      <w:rFonts w:ascii="Arial" w:eastAsia="Arial" w:hAnsi="Arial" w:cs="Arial"/>
      <w:b/>
      <w:bCs/>
      <w:sz w:val="18"/>
    </w:rPr>
  </w:style>
  <w:style w:type="paragraph" w:styleId="BodyText2">
    <w:name w:val="Body Text 2"/>
    <w:basedOn w:val="Normal"/>
    <w:semiHidden/>
    <w:rPr>
      <w:rFonts w:ascii="Arial" w:eastAsia="Arial" w:hAnsi="Arial" w:cs="Arial"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Indent3">
    <w:name w:val="Body Text Indent 3"/>
    <w:basedOn w:val="Normal"/>
    <w:semiHidden/>
    <w:pPr>
      <w:ind w:hanging="240"/>
    </w:pPr>
    <w:rPr>
      <w:rFonts w:ascii="Arial" w:eastAsia="Arial" w:hAnsi="Arial" w:cs="Arial"/>
      <w:sz w:val="18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eastAsia="Tahoma" w:hAnsi="Tahoma" w:cs="Tahoma"/>
      <w:sz w:val="16"/>
      <w:szCs w:val="16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Pr>
      <w:rFonts w:ascii="Arial" w:eastAsia="Arial" w:hAnsi="Arial" w:cs="Arial"/>
      <w:b/>
      <w:bCs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B2B6339A.dotm</Template>
  <TotalTime>3</TotalTime>
  <Pages>2</Pages>
  <Words>3</Words>
  <Characters>94</Characters>
  <Application>Microsoft Office Word</Application>
  <DocSecurity>0</DocSecurity>
  <Lines>1</Lines>
  <Paragraphs>1</Paragraphs>
  <Slides>-2147483648</Slides>
  <Notes>-2147483648</Notes>
  <HiddenSlides>-2147483648</HiddenSlide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Maximum period form</vt:lpstr>
    </vt:vector>
  </TitlesOfParts>
  <Company>London School of Economics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Maximum period form</dc:title>
  <dc:creator>Loraine Evans</dc:creator>
  <cp:lastModifiedBy>Administrator</cp:lastModifiedBy>
  <cp:revision>2</cp:revision>
  <cp:lastPrinted>2016-09-08T08:36:00Z</cp:lastPrinted>
  <dcterms:created xsi:type="dcterms:W3CDTF">2016-09-08T08:47:00Z</dcterms:created>
  <dcterms:modified xsi:type="dcterms:W3CDTF">2016-09-08T08:47:00Z</dcterms:modified>
</cp:coreProperties>
</file>