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0D6" w:rsidRPr="00B0777B" w:rsidRDefault="00B0777B" w:rsidP="00B0777B">
      <w:pPr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noProof/>
          <w:sz w:val="24"/>
          <w:szCs w:val="24"/>
          <w:lang w:eastAsia="en-GB" w:bidi="ar-SA"/>
        </w:rPr>
        <w:drawing>
          <wp:inline distT="0" distB="0" distL="0" distR="0">
            <wp:extent cx="1924050" cy="1362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PS_logo_October2016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395" cy="1363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70D6" w:rsidRDefault="00E770D6">
      <w:pPr>
        <w:rPr>
          <w:rFonts w:eastAsia="Batang"/>
        </w:rPr>
      </w:pPr>
    </w:p>
    <w:p w:rsidR="00B0777B" w:rsidRDefault="00B0777B">
      <w:pPr>
        <w:rPr>
          <w:rFonts w:eastAsia="Batang"/>
        </w:rPr>
      </w:pPr>
    </w:p>
    <w:p w:rsidR="00B0777B" w:rsidRDefault="00B0777B" w:rsidP="00B0777B">
      <w:pPr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>
        <w:rPr>
          <w:rFonts w:ascii="Times New Roman" w:eastAsia="Batang" w:hAnsi="Times New Roman" w:cs="Times New Roman"/>
          <w:b/>
          <w:sz w:val="28"/>
          <w:szCs w:val="28"/>
        </w:rPr>
        <w:t>Call for innovative session, strand &amp; other proposals for BSPS Conference 2017</w:t>
      </w:r>
    </w:p>
    <w:p w:rsidR="00B0777B" w:rsidRDefault="00B0777B" w:rsidP="00B0777B">
      <w:pPr>
        <w:jc w:val="center"/>
        <w:rPr>
          <w:rFonts w:ascii="Times New Roman" w:eastAsia="Batang" w:hAnsi="Times New Roman" w:cs="Times New Roman"/>
          <w:b/>
          <w:sz w:val="28"/>
          <w:szCs w:val="28"/>
        </w:rPr>
      </w:pPr>
    </w:p>
    <w:p w:rsidR="00B0777B" w:rsidRDefault="00B0777B" w:rsidP="00B0777B">
      <w:pPr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B0777B">
        <w:rPr>
          <w:rFonts w:ascii="Times New Roman" w:eastAsia="Batang" w:hAnsi="Times New Roman" w:cs="Times New Roman"/>
          <w:b/>
          <w:sz w:val="28"/>
          <w:szCs w:val="28"/>
        </w:rPr>
        <w:t xml:space="preserve">University of Liverpool </w:t>
      </w:r>
      <w:r>
        <w:rPr>
          <w:rFonts w:ascii="Times New Roman" w:eastAsia="Batang" w:hAnsi="Times New Roman" w:cs="Times New Roman"/>
          <w:b/>
          <w:sz w:val="28"/>
          <w:szCs w:val="28"/>
        </w:rPr>
        <w:t>6-8 September 2017</w:t>
      </w:r>
    </w:p>
    <w:p w:rsidR="00B0777B" w:rsidRDefault="00B0777B" w:rsidP="00B0777B">
      <w:pPr>
        <w:jc w:val="center"/>
        <w:rPr>
          <w:rFonts w:ascii="Times New Roman" w:eastAsia="Batang" w:hAnsi="Times New Roman" w:cs="Times New Roman"/>
          <w:b/>
          <w:sz w:val="28"/>
          <w:szCs w:val="28"/>
        </w:rPr>
      </w:pPr>
    </w:p>
    <w:p w:rsidR="00B17FC8" w:rsidRDefault="00B17FC8" w:rsidP="00B17FC8">
      <w:pPr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B17FC8">
        <w:rPr>
          <w:rFonts w:ascii="Times New Roman" w:eastAsia="Batang" w:hAnsi="Times New Roman" w:cs="Times New Roman"/>
          <w:b/>
          <w:sz w:val="28"/>
          <w:szCs w:val="28"/>
        </w:rPr>
        <w:t>PROPOSAL FORM</w:t>
      </w:r>
    </w:p>
    <w:p w:rsidR="003C04B2" w:rsidRPr="0078470C" w:rsidRDefault="003C04B2" w:rsidP="00AF2EDB">
      <w:pPr>
        <w:ind w:firstLine="360"/>
        <w:jc w:val="center"/>
        <w:rPr>
          <w:rFonts w:ascii="Times New Roman" w:eastAsia="Batang" w:hAnsi="Times New Roman" w:cs="Times New Roman"/>
          <w:sz w:val="24"/>
          <w:szCs w:val="24"/>
        </w:rPr>
      </w:pPr>
      <w:r w:rsidRPr="0078470C">
        <w:rPr>
          <w:rFonts w:ascii="Times New Roman" w:eastAsia="Batang" w:hAnsi="Times New Roman" w:cs="Times New Roman"/>
          <w:sz w:val="24"/>
          <w:szCs w:val="24"/>
        </w:rPr>
        <w:t xml:space="preserve">Please submit </w:t>
      </w:r>
      <w:r>
        <w:rPr>
          <w:rFonts w:ascii="Times New Roman" w:eastAsia="Batang" w:hAnsi="Times New Roman" w:cs="Times New Roman"/>
          <w:sz w:val="24"/>
          <w:szCs w:val="24"/>
        </w:rPr>
        <w:t>one form for each proposal</w:t>
      </w:r>
      <w:r w:rsidRPr="0078470C">
        <w:rPr>
          <w:rFonts w:ascii="Times New Roman" w:eastAsia="Batang" w:hAnsi="Times New Roman" w:cs="Times New Roman"/>
          <w:sz w:val="24"/>
          <w:szCs w:val="24"/>
        </w:rPr>
        <w:t>.</w:t>
      </w:r>
    </w:p>
    <w:p w:rsidR="00B17FC8" w:rsidRDefault="00B17FC8" w:rsidP="00B17FC8">
      <w:pPr>
        <w:jc w:val="center"/>
        <w:rPr>
          <w:rFonts w:ascii="Times New Roman" w:eastAsia="Batang" w:hAnsi="Times New Roman" w:cs="Times New Roman"/>
          <w:b/>
          <w:sz w:val="28"/>
          <w:szCs w:val="28"/>
        </w:rPr>
      </w:pPr>
    </w:p>
    <w:p w:rsidR="00B17FC8" w:rsidRDefault="00B17FC8" w:rsidP="00B17FC8">
      <w:pPr>
        <w:rPr>
          <w:rFonts w:ascii="Times New Roman" w:eastAsia="Batang" w:hAnsi="Times New Roman" w:cs="Times New Roman"/>
          <w:b/>
          <w:sz w:val="28"/>
          <w:szCs w:val="28"/>
        </w:rPr>
      </w:pPr>
    </w:p>
    <w:p w:rsidR="00B17FC8" w:rsidRDefault="00B17FC8" w:rsidP="00B17FC8">
      <w:pPr>
        <w:pStyle w:val="ListParagraph"/>
        <w:numPr>
          <w:ilvl w:val="0"/>
          <w:numId w:val="3"/>
        </w:numPr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Name</w:t>
      </w:r>
    </w:p>
    <w:p w:rsidR="00B17FC8" w:rsidRDefault="00B17FC8" w:rsidP="00B17FC8">
      <w:pPr>
        <w:rPr>
          <w:rFonts w:ascii="Times New Roman" w:eastAsia="Batang" w:hAnsi="Times New Roman" w:cs="Times New Roman"/>
          <w:sz w:val="24"/>
          <w:szCs w:val="24"/>
        </w:rPr>
      </w:pPr>
    </w:p>
    <w:p w:rsidR="00B17FC8" w:rsidRDefault="00B17FC8" w:rsidP="00B17FC8">
      <w:pPr>
        <w:rPr>
          <w:rFonts w:ascii="Times New Roman" w:eastAsia="Batang" w:hAnsi="Times New Roman" w:cs="Times New Roman"/>
          <w:sz w:val="24"/>
          <w:szCs w:val="24"/>
        </w:rPr>
      </w:pPr>
    </w:p>
    <w:p w:rsidR="00B17FC8" w:rsidRDefault="00B17FC8" w:rsidP="00B17FC8">
      <w:pPr>
        <w:rPr>
          <w:rFonts w:ascii="Times New Roman" w:eastAsia="Batang" w:hAnsi="Times New Roman" w:cs="Times New Roman"/>
          <w:sz w:val="24"/>
          <w:szCs w:val="24"/>
        </w:rPr>
      </w:pPr>
    </w:p>
    <w:p w:rsidR="00B17FC8" w:rsidRDefault="00B17FC8" w:rsidP="00B17FC8">
      <w:pPr>
        <w:pStyle w:val="ListParagraph"/>
        <w:numPr>
          <w:ilvl w:val="0"/>
          <w:numId w:val="3"/>
        </w:numPr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Contact details (email preferred)</w:t>
      </w:r>
    </w:p>
    <w:p w:rsidR="00B17FC8" w:rsidRDefault="00B17FC8" w:rsidP="00B17FC8">
      <w:pPr>
        <w:rPr>
          <w:rFonts w:ascii="Times New Roman" w:eastAsia="Batang" w:hAnsi="Times New Roman" w:cs="Times New Roman"/>
          <w:sz w:val="24"/>
          <w:szCs w:val="24"/>
        </w:rPr>
      </w:pPr>
    </w:p>
    <w:p w:rsidR="00B17FC8" w:rsidRDefault="00B17FC8" w:rsidP="00B17FC8">
      <w:pPr>
        <w:rPr>
          <w:rFonts w:ascii="Times New Roman" w:eastAsia="Batang" w:hAnsi="Times New Roman" w:cs="Times New Roman"/>
          <w:sz w:val="24"/>
          <w:szCs w:val="24"/>
        </w:rPr>
      </w:pPr>
    </w:p>
    <w:p w:rsidR="00B17FC8" w:rsidRDefault="00B17FC8" w:rsidP="00B17FC8">
      <w:pPr>
        <w:rPr>
          <w:rFonts w:ascii="Times New Roman" w:eastAsia="Batang" w:hAnsi="Times New Roman" w:cs="Times New Roman"/>
          <w:sz w:val="24"/>
          <w:szCs w:val="24"/>
        </w:rPr>
      </w:pPr>
    </w:p>
    <w:p w:rsidR="00743D3E" w:rsidRDefault="006D3957" w:rsidP="00743D3E">
      <w:pPr>
        <w:pStyle w:val="ListParagraph"/>
        <w:numPr>
          <w:ilvl w:val="0"/>
          <w:numId w:val="3"/>
        </w:numPr>
        <w:rPr>
          <w:rFonts w:ascii="Times New Roman" w:eastAsia="Batang" w:hAnsi="Times New Roman" w:cs="Times New Roman"/>
          <w:sz w:val="24"/>
          <w:szCs w:val="24"/>
        </w:rPr>
      </w:pPr>
      <w:r w:rsidRPr="00743D3E">
        <w:rPr>
          <w:rFonts w:ascii="Times New Roman" w:eastAsia="Batang" w:hAnsi="Times New Roman" w:cs="Times New Roman"/>
          <w:sz w:val="24"/>
          <w:szCs w:val="24"/>
        </w:rPr>
        <w:t>I</w:t>
      </w:r>
      <w:r w:rsidR="009D411A" w:rsidRPr="00743D3E">
        <w:rPr>
          <w:rFonts w:ascii="Times New Roman" w:eastAsia="Batang" w:hAnsi="Times New Roman" w:cs="Times New Roman"/>
          <w:sz w:val="24"/>
          <w:szCs w:val="24"/>
        </w:rPr>
        <w:t>s your proposa</w:t>
      </w:r>
      <w:r w:rsidR="0078470C" w:rsidRPr="00743D3E">
        <w:rPr>
          <w:rFonts w:ascii="Times New Roman" w:eastAsia="Batang" w:hAnsi="Times New Roman" w:cs="Times New Roman"/>
          <w:sz w:val="24"/>
          <w:szCs w:val="24"/>
        </w:rPr>
        <w:t xml:space="preserve">l for </w:t>
      </w:r>
      <w:r w:rsidR="00743D3E">
        <w:rPr>
          <w:rFonts w:ascii="Times New Roman" w:eastAsia="Batang" w:hAnsi="Times New Roman" w:cs="Times New Roman"/>
          <w:sz w:val="24"/>
          <w:szCs w:val="24"/>
        </w:rPr>
        <w:t xml:space="preserve"> (</w:t>
      </w:r>
      <w:r w:rsidR="00DB20C2">
        <w:rPr>
          <w:rFonts w:ascii="Times New Roman" w:eastAsia="Batang" w:hAnsi="Times New Roman" w:cs="Times New Roman"/>
          <w:sz w:val="24"/>
          <w:szCs w:val="24"/>
        </w:rPr>
        <w:t>bold</w:t>
      </w:r>
      <w:r w:rsidR="00743D3E" w:rsidRPr="00743D3E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78470C" w:rsidRPr="00743D3E">
        <w:rPr>
          <w:rFonts w:ascii="Times New Roman" w:eastAsia="Batang" w:hAnsi="Times New Roman" w:cs="Times New Roman"/>
          <w:sz w:val="24"/>
          <w:szCs w:val="24"/>
        </w:rPr>
        <w:t>one as appropriate)</w:t>
      </w:r>
      <w:r w:rsidR="00743D3E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:rsidR="009D411A" w:rsidRDefault="009D411A" w:rsidP="009D411A">
      <w:pPr>
        <w:pStyle w:val="ListParagraph"/>
        <w:ind w:left="1440"/>
        <w:rPr>
          <w:rFonts w:ascii="Times New Roman" w:eastAsia="Batang" w:hAnsi="Times New Roman" w:cs="Times New Roman"/>
          <w:sz w:val="24"/>
          <w:szCs w:val="24"/>
        </w:rPr>
      </w:pPr>
    </w:p>
    <w:p w:rsidR="006D3957" w:rsidRPr="003C04B2" w:rsidRDefault="00743D3E" w:rsidP="003C04B2">
      <w:pPr>
        <w:pStyle w:val="ListParagraph"/>
        <w:numPr>
          <w:ilvl w:val="1"/>
          <w:numId w:val="3"/>
        </w:numPr>
        <w:rPr>
          <w:rFonts w:ascii="Times New Roman" w:eastAsia="Batang" w:hAnsi="Times New Roman" w:cs="Times New Roman"/>
          <w:sz w:val="24"/>
          <w:szCs w:val="24"/>
        </w:rPr>
      </w:pPr>
      <w:proofErr w:type="gramStart"/>
      <w:r w:rsidRPr="00743D3E">
        <w:rPr>
          <w:rFonts w:ascii="Times New Roman" w:eastAsia="Batang" w:hAnsi="Times New Roman" w:cs="Times New Roman"/>
          <w:sz w:val="24"/>
          <w:szCs w:val="24"/>
        </w:rPr>
        <w:t>session</w:t>
      </w:r>
      <w:proofErr w:type="gramEnd"/>
      <w:r w:rsidRPr="00743D3E">
        <w:rPr>
          <w:rFonts w:ascii="Times New Roman" w:eastAsia="Batang" w:hAnsi="Times New Roman" w:cs="Times New Roman"/>
          <w:sz w:val="24"/>
          <w:szCs w:val="24"/>
        </w:rPr>
        <w:t xml:space="preserve"> / 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B17FC8" w:rsidRPr="00743D3E">
        <w:rPr>
          <w:rFonts w:ascii="Times New Roman" w:eastAsia="Batang" w:hAnsi="Times New Roman" w:cs="Times New Roman"/>
          <w:sz w:val="24"/>
          <w:szCs w:val="24"/>
        </w:rPr>
        <w:t>strand</w:t>
      </w:r>
      <w:r w:rsidR="003C04B2">
        <w:rPr>
          <w:rFonts w:ascii="Times New Roman" w:eastAsia="Batang" w:hAnsi="Times New Roman" w:cs="Times New Roman"/>
          <w:sz w:val="24"/>
          <w:szCs w:val="24"/>
        </w:rPr>
        <w:t xml:space="preserve"> (broad research topic</w:t>
      </w:r>
      <w:r>
        <w:rPr>
          <w:rFonts w:ascii="Times New Roman" w:eastAsia="Batang" w:hAnsi="Times New Roman" w:cs="Times New Roman"/>
          <w:sz w:val="24"/>
          <w:szCs w:val="24"/>
        </w:rPr>
        <w:t>)</w:t>
      </w:r>
      <w:r w:rsidR="006D3957" w:rsidRPr="00743D3E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743D3E">
        <w:rPr>
          <w:rFonts w:ascii="Times New Roman" w:eastAsia="Batang" w:hAnsi="Times New Roman" w:cs="Times New Roman"/>
          <w:sz w:val="24"/>
          <w:szCs w:val="24"/>
        </w:rPr>
        <w:t>/</w:t>
      </w:r>
      <w:r>
        <w:rPr>
          <w:rFonts w:ascii="Times New Roman" w:eastAsia="Batang" w:hAnsi="Times New Roman" w:cs="Times New Roman"/>
          <w:sz w:val="24"/>
          <w:szCs w:val="24"/>
        </w:rPr>
        <w:t xml:space="preserve">  </w:t>
      </w:r>
      <w:r w:rsidR="00B17FC8" w:rsidRPr="00743D3E">
        <w:rPr>
          <w:rFonts w:ascii="Times New Roman" w:eastAsia="Batang" w:hAnsi="Times New Roman" w:cs="Times New Roman"/>
          <w:sz w:val="24"/>
          <w:szCs w:val="24"/>
        </w:rPr>
        <w:t>other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406752">
        <w:rPr>
          <w:rFonts w:ascii="Times New Roman" w:eastAsia="Batang" w:hAnsi="Times New Roman" w:cs="Times New Roman"/>
          <w:sz w:val="24"/>
          <w:szCs w:val="24"/>
        </w:rPr>
        <w:t>(e.g. training, panel, work</w:t>
      </w:r>
      <w:r w:rsidR="003C04B2">
        <w:rPr>
          <w:rFonts w:ascii="Times New Roman" w:eastAsia="Batang" w:hAnsi="Times New Roman" w:cs="Times New Roman"/>
          <w:sz w:val="24"/>
          <w:szCs w:val="24"/>
        </w:rPr>
        <w:t>s</w:t>
      </w:r>
      <w:r w:rsidR="00406752" w:rsidRPr="003C04B2">
        <w:rPr>
          <w:rFonts w:ascii="Times New Roman" w:eastAsia="Batang" w:hAnsi="Times New Roman" w:cs="Times New Roman"/>
          <w:sz w:val="24"/>
          <w:szCs w:val="24"/>
        </w:rPr>
        <w:t>hop</w:t>
      </w:r>
      <w:r w:rsidR="006D3957" w:rsidRPr="003C04B2">
        <w:rPr>
          <w:rFonts w:ascii="Times New Roman" w:eastAsia="Batang" w:hAnsi="Times New Roman" w:cs="Times New Roman"/>
          <w:sz w:val="24"/>
          <w:szCs w:val="24"/>
        </w:rPr>
        <w:t>)</w:t>
      </w:r>
      <w:r w:rsidR="00B17FC8" w:rsidRPr="003C04B2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:rsidR="0078470C" w:rsidRPr="0078470C" w:rsidRDefault="0078470C" w:rsidP="0078470C">
      <w:pPr>
        <w:pStyle w:val="ListParagraph"/>
        <w:rPr>
          <w:rFonts w:ascii="Times New Roman" w:eastAsia="Batang" w:hAnsi="Times New Roman" w:cs="Times New Roman"/>
          <w:sz w:val="24"/>
          <w:szCs w:val="24"/>
        </w:rPr>
      </w:pPr>
    </w:p>
    <w:p w:rsidR="006D3957" w:rsidRDefault="006D3957" w:rsidP="006D3957">
      <w:pPr>
        <w:pStyle w:val="ListParagraph"/>
        <w:ind w:left="1440"/>
        <w:rPr>
          <w:rFonts w:ascii="Times New Roman" w:eastAsia="Batang" w:hAnsi="Times New Roman" w:cs="Times New Roman"/>
          <w:sz w:val="24"/>
          <w:szCs w:val="24"/>
        </w:rPr>
      </w:pPr>
    </w:p>
    <w:p w:rsidR="00B17FC8" w:rsidRDefault="006F62EF" w:rsidP="006D3957">
      <w:pPr>
        <w:pStyle w:val="ListParagraph"/>
        <w:numPr>
          <w:ilvl w:val="0"/>
          <w:numId w:val="3"/>
        </w:numPr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T</w:t>
      </w:r>
      <w:r w:rsidR="00B17FC8">
        <w:rPr>
          <w:rFonts w:ascii="Times New Roman" w:eastAsia="Batang" w:hAnsi="Times New Roman" w:cs="Times New Roman"/>
          <w:sz w:val="24"/>
          <w:szCs w:val="24"/>
        </w:rPr>
        <w:t>itle &amp; outline description of about 30 words, suitable for use in the call for papers. If you w</w:t>
      </w:r>
      <w:r>
        <w:rPr>
          <w:rFonts w:ascii="Times New Roman" w:eastAsia="Batang" w:hAnsi="Times New Roman" w:cs="Times New Roman"/>
          <w:sz w:val="24"/>
          <w:szCs w:val="24"/>
        </w:rPr>
        <w:t>ant</w:t>
      </w:r>
      <w:r w:rsidR="00B17FC8">
        <w:rPr>
          <w:rFonts w:ascii="Times New Roman" w:eastAsia="Batang" w:hAnsi="Times New Roman" w:cs="Times New Roman"/>
          <w:sz w:val="24"/>
          <w:szCs w:val="24"/>
        </w:rPr>
        <w:t xml:space="preserve"> to provide further details, please do this in addition to the outline description. </w:t>
      </w:r>
    </w:p>
    <w:p w:rsidR="00B17FC8" w:rsidRDefault="00B17FC8" w:rsidP="00B17FC8">
      <w:pPr>
        <w:rPr>
          <w:rFonts w:ascii="Times New Roman" w:eastAsia="Batang" w:hAnsi="Times New Roman" w:cs="Times New Roman"/>
          <w:sz w:val="24"/>
          <w:szCs w:val="24"/>
        </w:rPr>
      </w:pPr>
    </w:p>
    <w:p w:rsidR="00B17FC8" w:rsidRDefault="00B17FC8" w:rsidP="00B17FC8">
      <w:pPr>
        <w:rPr>
          <w:rFonts w:ascii="Times New Roman" w:eastAsia="Batang" w:hAnsi="Times New Roman" w:cs="Times New Roman"/>
          <w:sz w:val="24"/>
          <w:szCs w:val="24"/>
        </w:rPr>
      </w:pPr>
    </w:p>
    <w:p w:rsidR="0078470C" w:rsidRDefault="0078470C" w:rsidP="00B17FC8">
      <w:pPr>
        <w:rPr>
          <w:rFonts w:ascii="Times New Roman" w:eastAsia="Batang" w:hAnsi="Times New Roman" w:cs="Times New Roman"/>
          <w:sz w:val="24"/>
          <w:szCs w:val="24"/>
        </w:rPr>
      </w:pPr>
    </w:p>
    <w:p w:rsidR="00B17FC8" w:rsidRDefault="00B17FC8" w:rsidP="00B17FC8">
      <w:pPr>
        <w:rPr>
          <w:rFonts w:ascii="Times New Roman" w:eastAsia="Batang" w:hAnsi="Times New Roman" w:cs="Times New Roman"/>
          <w:sz w:val="24"/>
          <w:szCs w:val="24"/>
        </w:rPr>
      </w:pPr>
    </w:p>
    <w:p w:rsidR="00406752" w:rsidRDefault="00666A05" w:rsidP="00B17FC8">
      <w:pPr>
        <w:pStyle w:val="ListParagraph"/>
        <w:numPr>
          <w:ilvl w:val="0"/>
          <w:numId w:val="3"/>
        </w:numPr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W</w:t>
      </w:r>
      <w:r w:rsidR="00406752">
        <w:rPr>
          <w:rFonts w:ascii="Times New Roman" w:eastAsia="Batang" w:hAnsi="Times New Roman" w:cs="Times New Roman"/>
          <w:sz w:val="24"/>
          <w:szCs w:val="24"/>
        </w:rPr>
        <w:t>o</w:t>
      </w:r>
      <w:r>
        <w:rPr>
          <w:rFonts w:ascii="Times New Roman" w:eastAsia="Batang" w:hAnsi="Times New Roman" w:cs="Times New Roman"/>
          <w:sz w:val="24"/>
          <w:szCs w:val="24"/>
        </w:rPr>
        <w:t>uld you be willing to organize a</w:t>
      </w:r>
      <w:r w:rsidR="00406752">
        <w:rPr>
          <w:rFonts w:ascii="Times New Roman" w:eastAsia="Batang" w:hAnsi="Times New Roman" w:cs="Times New Roman"/>
          <w:sz w:val="24"/>
          <w:szCs w:val="24"/>
        </w:rPr>
        <w:t xml:space="preserve"> conference strand</w:t>
      </w:r>
      <w:r w:rsidR="003C04B2">
        <w:rPr>
          <w:rFonts w:ascii="Times New Roman" w:eastAsia="Batang" w:hAnsi="Times New Roman" w:cs="Times New Roman"/>
          <w:sz w:val="24"/>
          <w:szCs w:val="24"/>
        </w:rPr>
        <w:t xml:space="preserve"> (either the one you propose</w:t>
      </w:r>
      <w:r w:rsidR="00DB57EB">
        <w:rPr>
          <w:rFonts w:ascii="Times New Roman" w:eastAsia="Batang" w:hAnsi="Times New Roman" w:cs="Times New Roman"/>
          <w:sz w:val="24"/>
          <w:szCs w:val="24"/>
        </w:rPr>
        <w:t xml:space="preserve"> or some other related strand</w:t>
      </w:r>
      <w:r>
        <w:rPr>
          <w:rFonts w:ascii="Times New Roman" w:eastAsia="Batang" w:hAnsi="Times New Roman" w:cs="Times New Roman"/>
          <w:sz w:val="24"/>
          <w:szCs w:val="24"/>
        </w:rPr>
        <w:t>)</w:t>
      </w:r>
      <w:r w:rsidR="00406752">
        <w:rPr>
          <w:rFonts w:ascii="Times New Roman" w:eastAsia="Batang" w:hAnsi="Times New Roman" w:cs="Times New Roman"/>
          <w:sz w:val="24"/>
          <w:szCs w:val="24"/>
        </w:rPr>
        <w:t>?</w:t>
      </w:r>
    </w:p>
    <w:p w:rsidR="00406752" w:rsidRDefault="00406752" w:rsidP="00406752">
      <w:pPr>
        <w:pStyle w:val="ListParagraph"/>
        <w:rPr>
          <w:rFonts w:ascii="Times New Roman" w:eastAsia="Batang" w:hAnsi="Times New Roman" w:cs="Times New Roman"/>
          <w:sz w:val="24"/>
          <w:szCs w:val="24"/>
        </w:rPr>
      </w:pPr>
    </w:p>
    <w:p w:rsidR="00406752" w:rsidRDefault="00406752" w:rsidP="00406752">
      <w:pPr>
        <w:pStyle w:val="ListParagraph"/>
        <w:rPr>
          <w:rFonts w:ascii="Times New Roman" w:eastAsia="Batang" w:hAnsi="Times New Roman" w:cs="Times New Roman"/>
          <w:sz w:val="24"/>
          <w:szCs w:val="24"/>
        </w:rPr>
      </w:pPr>
    </w:p>
    <w:p w:rsidR="00406752" w:rsidRDefault="00406752" w:rsidP="00406752">
      <w:pPr>
        <w:pStyle w:val="ListParagraph"/>
        <w:rPr>
          <w:rFonts w:ascii="Times New Roman" w:eastAsia="Batang" w:hAnsi="Times New Roman" w:cs="Times New Roman"/>
          <w:sz w:val="24"/>
          <w:szCs w:val="24"/>
        </w:rPr>
      </w:pPr>
    </w:p>
    <w:p w:rsidR="00406752" w:rsidRDefault="00406752" w:rsidP="00406752">
      <w:pPr>
        <w:pStyle w:val="ListParagraph"/>
        <w:rPr>
          <w:rFonts w:ascii="Times New Roman" w:eastAsia="Batang" w:hAnsi="Times New Roman" w:cs="Times New Roman"/>
          <w:sz w:val="24"/>
          <w:szCs w:val="24"/>
        </w:rPr>
      </w:pPr>
    </w:p>
    <w:p w:rsidR="00B17FC8" w:rsidRDefault="00736F01" w:rsidP="00B17FC8">
      <w:pPr>
        <w:pStyle w:val="ListParagraph"/>
        <w:numPr>
          <w:ilvl w:val="0"/>
          <w:numId w:val="3"/>
        </w:numPr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If you are proposing</w:t>
      </w:r>
      <w:r w:rsidR="00406752">
        <w:rPr>
          <w:rFonts w:ascii="Times New Roman" w:eastAsia="Batang" w:hAnsi="Times New Roman" w:cs="Times New Roman"/>
          <w:sz w:val="24"/>
          <w:szCs w:val="24"/>
        </w:rPr>
        <w:t xml:space="preserve"> a session, would you be willing chair/lead it at Conference? If not, can you nominate someone </w:t>
      </w:r>
      <w:r w:rsidR="003C04B2">
        <w:rPr>
          <w:rFonts w:ascii="Times New Roman" w:eastAsia="Batang" w:hAnsi="Times New Roman" w:cs="Times New Roman"/>
          <w:sz w:val="24"/>
          <w:szCs w:val="24"/>
        </w:rPr>
        <w:t>who would be willing</w:t>
      </w:r>
      <w:r w:rsidR="00406752">
        <w:rPr>
          <w:rFonts w:ascii="Times New Roman" w:eastAsia="Batang" w:hAnsi="Times New Roman" w:cs="Times New Roman"/>
          <w:sz w:val="24"/>
          <w:szCs w:val="24"/>
        </w:rPr>
        <w:t>?</w:t>
      </w:r>
    </w:p>
    <w:p w:rsidR="001E5864" w:rsidRDefault="001E5864" w:rsidP="001E5864">
      <w:pPr>
        <w:rPr>
          <w:rFonts w:ascii="Times New Roman" w:eastAsia="Batang" w:hAnsi="Times New Roman" w:cs="Times New Roman"/>
          <w:sz w:val="24"/>
          <w:szCs w:val="24"/>
        </w:rPr>
      </w:pPr>
    </w:p>
    <w:p w:rsidR="006F62EF" w:rsidRDefault="006F62EF" w:rsidP="001E5864">
      <w:pPr>
        <w:rPr>
          <w:rFonts w:ascii="Times New Roman" w:eastAsia="Batang" w:hAnsi="Times New Roman" w:cs="Times New Roman"/>
          <w:sz w:val="24"/>
          <w:szCs w:val="24"/>
        </w:rPr>
      </w:pPr>
    </w:p>
    <w:p w:rsidR="00406752" w:rsidRDefault="00406752" w:rsidP="001E5864">
      <w:pPr>
        <w:rPr>
          <w:rFonts w:ascii="Times New Roman" w:eastAsia="Batang" w:hAnsi="Times New Roman" w:cs="Times New Roman"/>
          <w:sz w:val="24"/>
          <w:szCs w:val="24"/>
        </w:rPr>
      </w:pPr>
    </w:p>
    <w:p w:rsidR="00B17FC8" w:rsidRDefault="001E5864" w:rsidP="00406752">
      <w:pPr>
        <w:rPr>
          <w:rFonts w:ascii="Times New Roman" w:eastAsia="Batang" w:hAnsi="Times New Roman" w:cs="Times New Roman"/>
          <w:b/>
          <w:sz w:val="28"/>
          <w:szCs w:val="28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Please return completed form to </w:t>
      </w:r>
      <w:hyperlink r:id="rId7" w:history="1">
        <w:r w:rsidRPr="005F46BF">
          <w:rPr>
            <w:rStyle w:val="Hyperlink"/>
            <w:rFonts w:ascii="Times New Roman" w:eastAsia="Batang" w:hAnsi="Times New Roman" w:cs="Times New Roman"/>
            <w:b/>
            <w:sz w:val="24"/>
            <w:szCs w:val="24"/>
          </w:rPr>
          <w:t>pic@lse.ac.uk</w:t>
        </w:r>
      </w:hyperlink>
      <w:r w:rsidR="00451B90">
        <w:rPr>
          <w:rFonts w:ascii="Times New Roman" w:eastAsia="Batang" w:hAnsi="Times New Roman" w:cs="Times New Roman"/>
          <w:b/>
          <w:sz w:val="24"/>
          <w:szCs w:val="24"/>
        </w:rPr>
        <w:t xml:space="preserve"> by Tuesday 10</w:t>
      </w:r>
      <w:bookmarkStart w:id="0" w:name="_GoBack"/>
      <w:bookmarkEnd w:id="0"/>
      <w:r>
        <w:rPr>
          <w:rFonts w:ascii="Times New Roman" w:eastAsia="Batang" w:hAnsi="Times New Roman" w:cs="Times New Roman"/>
          <w:b/>
          <w:sz w:val="24"/>
          <w:szCs w:val="24"/>
        </w:rPr>
        <w:t xml:space="preserve"> January 2017</w:t>
      </w:r>
    </w:p>
    <w:p w:rsidR="00B17FC8" w:rsidRPr="00B17FC8" w:rsidRDefault="00B17FC8" w:rsidP="00B17FC8">
      <w:pPr>
        <w:pStyle w:val="ListParagraph"/>
        <w:rPr>
          <w:rFonts w:ascii="Times New Roman" w:eastAsia="Batang" w:hAnsi="Times New Roman" w:cs="Times New Roman"/>
          <w:sz w:val="24"/>
          <w:szCs w:val="24"/>
        </w:rPr>
      </w:pPr>
    </w:p>
    <w:sectPr w:rsidR="00B17FC8" w:rsidRPr="00B17FC8" w:rsidSect="00F86D07"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3FFF"/>
    <w:multiLevelType w:val="hybridMultilevel"/>
    <w:tmpl w:val="C1A68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D5587"/>
    <w:multiLevelType w:val="hybridMultilevel"/>
    <w:tmpl w:val="DBCA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710FF"/>
    <w:multiLevelType w:val="hybridMultilevel"/>
    <w:tmpl w:val="6EA07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B0777B"/>
    <w:rsid w:val="0000100F"/>
    <w:rsid w:val="0000166F"/>
    <w:rsid w:val="0000181E"/>
    <w:rsid w:val="00001D2C"/>
    <w:rsid w:val="00001F5A"/>
    <w:rsid w:val="000021CA"/>
    <w:rsid w:val="000036F5"/>
    <w:rsid w:val="000041BD"/>
    <w:rsid w:val="00004957"/>
    <w:rsid w:val="0000587C"/>
    <w:rsid w:val="00006300"/>
    <w:rsid w:val="00007AD5"/>
    <w:rsid w:val="000104B6"/>
    <w:rsid w:val="00010962"/>
    <w:rsid w:val="00010BAF"/>
    <w:rsid w:val="00010F23"/>
    <w:rsid w:val="0001292E"/>
    <w:rsid w:val="0001299C"/>
    <w:rsid w:val="00012B6A"/>
    <w:rsid w:val="00012F9D"/>
    <w:rsid w:val="00013BB8"/>
    <w:rsid w:val="0001439B"/>
    <w:rsid w:val="000143F1"/>
    <w:rsid w:val="0001642F"/>
    <w:rsid w:val="0001660B"/>
    <w:rsid w:val="0001777D"/>
    <w:rsid w:val="00017B68"/>
    <w:rsid w:val="00020D31"/>
    <w:rsid w:val="00020F63"/>
    <w:rsid w:val="00021CCA"/>
    <w:rsid w:val="00021EDE"/>
    <w:rsid w:val="0002254C"/>
    <w:rsid w:val="00023655"/>
    <w:rsid w:val="0002380B"/>
    <w:rsid w:val="000247DF"/>
    <w:rsid w:val="000249D5"/>
    <w:rsid w:val="00025E54"/>
    <w:rsid w:val="000261FB"/>
    <w:rsid w:val="0002710F"/>
    <w:rsid w:val="000273C5"/>
    <w:rsid w:val="00027579"/>
    <w:rsid w:val="00027D0F"/>
    <w:rsid w:val="00030172"/>
    <w:rsid w:val="00030E1D"/>
    <w:rsid w:val="00031329"/>
    <w:rsid w:val="00033258"/>
    <w:rsid w:val="00034B9B"/>
    <w:rsid w:val="00034BA1"/>
    <w:rsid w:val="00034F96"/>
    <w:rsid w:val="00035720"/>
    <w:rsid w:val="00035AF4"/>
    <w:rsid w:val="00035B95"/>
    <w:rsid w:val="00036414"/>
    <w:rsid w:val="00036DA0"/>
    <w:rsid w:val="00040EF1"/>
    <w:rsid w:val="00041409"/>
    <w:rsid w:val="0004140A"/>
    <w:rsid w:val="000419DA"/>
    <w:rsid w:val="000427DE"/>
    <w:rsid w:val="000427F7"/>
    <w:rsid w:val="000429EB"/>
    <w:rsid w:val="00043044"/>
    <w:rsid w:val="000430D9"/>
    <w:rsid w:val="00043E76"/>
    <w:rsid w:val="00044C37"/>
    <w:rsid w:val="00044CD1"/>
    <w:rsid w:val="00045197"/>
    <w:rsid w:val="000457F8"/>
    <w:rsid w:val="0005084F"/>
    <w:rsid w:val="0005087E"/>
    <w:rsid w:val="00050AA4"/>
    <w:rsid w:val="00050C7A"/>
    <w:rsid w:val="00051743"/>
    <w:rsid w:val="00051995"/>
    <w:rsid w:val="00051A5C"/>
    <w:rsid w:val="00052B24"/>
    <w:rsid w:val="00052F16"/>
    <w:rsid w:val="000539E1"/>
    <w:rsid w:val="000540AF"/>
    <w:rsid w:val="0005527D"/>
    <w:rsid w:val="00055C30"/>
    <w:rsid w:val="00056434"/>
    <w:rsid w:val="0005679D"/>
    <w:rsid w:val="00056D60"/>
    <w:rsid w:val="00057A73"/>
    <w:rsid w:val="00060600"/>
    <w:rsid w:val="000609A2"/>
    <w:rsid w:val="0006166D"/>
    <w:rsid w:val="000619D3"/>
    <w:rsid w:val="00061F8E"/>
    <w:rsid w:val="00062056"/>
    <w:rsid w:val="00062BEE"/>
    <w:rsid w:val="000637FF"/>
    <w:rsid w:val="00063A39"/>
    <w:rsid w:val="000661A8"/>
    <w:rsid w:val="00067C1F"/>
    <w:rsid w:val="00070398"/>
    <w:rsid w:val="0007048B"/>
    <w:rsid w:val="00072010"/>
    <w:rsid w:val="0007235D"/>
    <w:rsid w:val="0007242E"/>
    <w:rsid w:val="00073CE5"/>
    <w:rsid w:val="00073EF9"/>
    <w:rsid w:val="00074092"/>
    <w:rsid w:val="000752BC"/>
    <w:rsid w:val="00075497"/>
    <w:rsid w:val="00075EA5"/>
    <w:rsid w:val="00075FB4"/>
    <w:rsid w:val="0007642A"/>
    <w:rsid w:val="0007671E"/>
    <w:rsid w:val="00076C3C"/>
    <w:rsid w:val="00076ED0"/>
    <w:rsid w:val="0007750B"/>
    <w:rsid w:val="00077AD4"/>
    <w:rsid w:val="00081D4C"/>
    <w:rsid w:val="00082030"/>
    <w:rsid w:val="000821F5"/>
    <w:rsid w:val="00082881"/>
    <w:rsid w:val="00082A6C"/>
    <w:rsid w:val="000837B8"/>
    <w:rsid w:val="00084463"/>
    <w:rsid w:val="00084B21"/>
    <w:rsid w:val="00084EC1"/>
    <w:rsid w:val="0008534B"/>
    <w:rsid w:val="000854CC"/>
    <w:rsid w:val="000856C5"/>
    <w:rsid w:val="00085E60"/>
    <w:rsid w:val="00087213"/>
    <w:rsid w:val="00087CA0"/>
    <w:rsid w:val="00087E37"/>
    <w:rsid w:val="00091A9F"/>
    <w:rsid w:val="0009244A"/>
    <w:rsid w:val="000929ED"/>
    <w:rsid w:val="00092AD1"/>
    <w:rsid w:val="00093434"/>
    <w:rsid w:val="00093533"/>
    <w:rsid w:val="0009394A"/>
    <w:rsid w:val="000944D5"/>
    <w:rsid w:val="00094A25"/>
    <w:rsid w:val="0009685D"/>
    <w:rsid w:val="0009694A"/>
    <w:rsid w:val="00096D88"/>
    <w:rsid w:val="00096F66"/>
    <w:rsid w:val="00097B77"/>
    <w:rsid w:val="00097FC5"/>
    <w:rsid w:val="000A014B"/>
    <w:rsid w:val="000A1721"/>
    <w:rsid w:val="000A1A49"/>
    <w:rsid w:val="000A2AAA"/>
    <w:rsid w:val="000A2CC1"/>
    <w:rsid w:val="000A3C3B"/>
    <w:rsid w:val="000A3E79"/>
    <w:rsid w:val="000A4859"/>
    <w:rsid w:val="000A4885"/>
    <w:rsid w:val="000A4D84"/>
    <w:rsid w:val="000A4F18"/>
    <w:rsid w:val="000A5F1D"/>
    <w:rsid w:val="000A5FC5"/>
    <w:rsid w:val="000A60E1"/>
    <w:rsid w:val="000A62B7"/>
    <w:rsid w:val="000A6417"/>
    <w:rsid w:val="000A6574"/>
    <w:rsid w:val="000A6F62"/>
    <w:rsid w:val="000B096F"/>
    <w:rsid w:val="000B153A"/>
    <w:rsid w:val="000B1C56"/>
    <w:rsid w:val="000B2B58"/>
    <w:rsid w:val="000B2FB2"/>
    <w:rsid w:val="000B4737"/>
    <w:rsid w:val="000B5A12"/>
    <w:rsid w:val="000B5A24"/>
    <w:rsid w:val="000B5FEF"/>
    <w:rsid w:val="000B7493"/>
    <w:rsid w:val="000B77FC"/>
    <w:rsid w:val="000C00B5"/>
    <w:rsid w:val="000C04F4"/>
    <w:rsid w:val="000C0E24"/>
    <w:rsid w:val="000C154D"/>
    <w:rsid w:val="000C1581"/>
    <w:rsid w:val="000C2427"/>
    <w:rsid w:val="000C2917"/>
    <w:rsid w:val="000C3242"/>
    <w:rsid w:val="000C32CD"/>
    <w:rsid w:val="000C3966"/>
    <w:rsid w:val="000C39A6"/>
    <w:rsid w:val="000C3B7B"/>
    <w:rsid w:val="000C3CE7"/>
    <w:rsid w:val="000C41EE"/>
    <w:rsid w:val="000C42BD"/>
    <w:rsid w:val="000C468C"/>
    <w:rsid w:val="000C46C3"/>
    <w:rsid w:val="000C61C5"/>
    <w:rsid w:val="000C630C"/>
    <w:rsid w:val="000C6508"/>
    <w:rsid w:val="000C69D3"/>
    <w:rsid w:val="000C6A31"/>
    <w:rsid w:val="000C756C"/>
    <w:rsid w:val="000D10B4"/>
    <w:rsid w:val="000D1598"/>
    <w:rsid w:val="000D18E9"/>
    <w:rsid w:val="000D2979"/>
    <w:rsid w:val="000D2F2A"/>
    <w:rsid w:val="000D4B26"/>
    <w:rsid w:val="000D4BF3"/>
    <w:rsid w:val="000D4F68"/>
    <w:rsid w:val="000D4FB6"/>
    <w:rsid w:val="000D554B"/>
    <w:rsid w:val="000D6C37"/>
    <w:rsid w:val="000D6F61"/>
    <w:rsid w:val="000D7231"/>
    <w:rsid w:val="000D7F71"/>
    <w:rsid w:val="000D7FB9"/>
    <w:rsid w:val="000E0682"/>
    <w:rsid w:val="000E1AFB"/>
    <w:rsid w:val="000E2317"/>
    <w:rsid w:val="000E236C"/>
    <w:rsid w:val="000E274D"/>
    <w:rsid w:val="000E2820"/>
    <w:rsid w:val="000E3669"/>
    <w:rsid w:val="000E41E3"/>
    <w:rsid w:val="000E44ED"/>
    <w:rsid w:val="000E4D72"/>
    <w:rsid w:val="000E4E14"/>
    <w:rsid w:val="000E5106"/>
    <w:rsid w:val="000E5895"/>
    <w:rsid w:val="000E795F"/>
    <w:rsid w:val="000F0F07"/>
    <w:rsid w:val="000F1043"/>
    <w:rsid w:val="000F13E9"/>
    <w:rsid w:val="000F1DB2"/>
    <w:rsid w:val="000F27C4"/>
    <w:rsid w:val="000F283A"/>
    <w:rsid w:val="000F296A"/>
    <w:rsid w:val="000F2AC3"/>
    <w:rsid w:val="000F3317"/>
    <w:rsid w:val="000F36A3"/>
    <w:rsid w:val="000F381E"/>
    <w:rsid w:val="000F4E60"/>
    <w:rsid w:val="000F57DB"/>
    <w:rsid w:val="000F5DEA"/>
    <w:rsid w:val="000F6B59"/>
    <w:rsid w:val="000F78DC"/>
    <w:rsid w:val="00100307"/>
    <w:rsid w:val="0010065D"/>
    <w:rsid w:val="00100FA2"/>
    <w:rsid w:val="001019C4"/>
    <w:rsid w:val="00103439"/>
    <w:rsid w:val="001039E6"/>
    <w:rsid w:val="00103A6D"/>
    <w:rsid w:val="001041FF"/>
    <w:rsid w:val="001047F3"/>
    <w:rsid w:val="00104C46"/>
    <w:rsid w:val="00104D59"/>
    <w:rsid w:val="001059FC"/>
    <w:rsid w:val="001063F4"/>
    <w:rsid w:val="001065AC"/>
    <w:rsid w:val="001067F7"/>
    <w:rsid w:val="001069AA"/>
    <w:rsid w:val="00106B41"/>
    <w:rsid w:val="00106F9B"/>
    <w:rsid w:val="001104C5"/>
    <w:rsid w:val="0011051F"/>
    <w:rsid w:val="00110B67"/>
    <w:rsid w:val="00111008"/>
    <w:rsid w:val="001114FA"/>
    <w:rsid w:val="00111D96"/>
    <w:rsid w:val="00111FF0"/>
    <w:rsid w:val="001124D7"/>
    <w:rsid w:val="0011299B"/>
    <w:rsid w:val="00112CF8"/>
    <w:rsid w:val="00112EBE"/>
    <w:rsid w:val="00112FBE"/>
    <w:rsid w:val="001134A3"/>
    <w:rsid w:val="0011365F"/>
    <w:rsid w:val="00113C1C"/>
    <w:rsid w:val="001140C8"/>
    <w:rsid w:val="00114CEC"/>
    <w:rsid w:val="00114DA6"/>
    <w:rsid w:val="001154B2"/>
    <w:rsid w:val="001165BF"/>
    <w:rsid w:val="001166CB"/>
    <w:rsid w:val="001171F5"/>
    <w:rsid w:val="00117877"/>
    <w:rsid w:val="00117C15"/>
    <w:rsid w:val="00117E10"/>
    <w:rsid w:val="00117F60"/>
    <w:rsid w:val="00120009"/>
    <w:rsid w:val="00120666"/>
    <w:rsid w:val="0012117C"/>
    <w:rsid w:val="001211F6"/>
    <w:rsid w:val="00121AE7"/>
    <w:rsid w:val="00122258"/>
    <w:rsid w:val="0012390E"/>
    <w:rsid w:val="0012526E"/>
    <w:rsid w:val="00125FA0"/>
    <w:rsid w:val="001260AE"/>
    <w:rsid w:val="001266E1"/>
    <w:rsid w:val="00126BAB"/>
    <w:rsid w:val="0012750B"/>
    <w:rsid w:val="00127662"/>
    <w:rsid w:val="00127DAC"/>
    <w:rsid w:val="00127EA9"/>
    <w:rsid w:val="0013000F"/>
    <w:rsid w:val="00130D3A"/>
    <w:rsid w:val="00130EF5"/>
    <w:rsid w:val="001314BB"/>
    <w:rsid w:val="00131626"/>
    <w:rsid w:val="00131827"/>
    <w:rsid w:val="001323FD"/>
    <w:rsid w:val="001332C4"/>
    <w:rsid w:val="00134995"/>
    <w:rsid w:val="00134CFE"/>
    <w:rsid w:val="001352E8"/>
    <w:rsid w:val="001355BD"/>
    <w:rsid w:val="0013613F"/>
    <w:rsid w:val="00136D67"/>
    <w:rsid w:val="00140F25"/>
    <w:rsid w:val="001411C0"/>
    <w:rsid w:val="00141257"/>
    <w:rsid w:val="00141897"/>
    <w:rsid w:val="00142337"/>
    <w:rsid w:val="001438AB"/>
    <w:rsid w:val="00146131"/>
    <w:rsid w:val="00147569"/>
    <w:rsid w:val="001477AA"/>
    <w:rsid w:val="00147C60"/>
    <w:rsid w:val="00151379"/>
    <w:rsid w:val="0015272C"/>
    <w:rsid w:val="00153C66"/>
    <w:rsid w:val="00153FAC"/>
    <w:rsid w:val="0015436F"/>
    <w:rsid w:val="001547F5"/>
    <w:rsid w:val="0015555A"/>
    <w:rsid w:val="0015564D"/>
    <w:rsid w:val="001558D9"/>
    <w:rsid w:val="00156D85"/>
    <w:rsid w:val="00157250"/>
    <w:rsid w:val="00157AD1"/>
    <w:rsid w:val="00157E95"/>
    <w:rsid w:val="001600F9"/>
    <w:rsid w:val="00160288"/>
    <w:rsid w:val="00160C29"/>
    <w:rsid w:val="001619FE"/>
    <w:rsid w:val="00162827"/>
    <w:rsid w:val="00162A50"/>
    <w:rsid w:val="00162D2F"/>
    <w:rsid w:val="00163420"/>
    <w:rsid w:val="001635FA"/>
    <w:rsid w:val="00163B2C"/>
    <w:rsid w:val="0016517D"/>
    <w:rsid w:val="00165CA5"/>
    <w:rsid w:val="001664A6"/>
    <w:rsid w:val="00166C9A"/>
    <w:rsid w:val="001675FF"/>
    <w:rsid w:val="00171374"/>
    <w:rsid w:val="0017188B"/>
    <w:rsid w:val="001728F5"/>
    <w:rsid w:val="00172A0D"/>
    <w:rsid w:val="00173045"/>
    <w:rsid w:val="00174252"/>
    <w:rsid w:val="00174850"/>
    <w:rsid w:val="00174C4B"/>
    <w:rsid w:val="001753AF"/>
    <w:rsid w:val="00175A1D"/>
    <w:rsid w:val="00175F99"/>
    <w:rsid w:val="00176CC6"/>
    <w:rsid w:val="00177D49"/>
    <w:rsid w:val="0018082A"/>
    <w:rsid w:val="00180AEC"/>
    <w:rsid w:val="001827FC"/>
    <w:rsid w:val="00182E2A"/>
    <w:rsid w:val="0018374D"/>
    <w:rsid w:val="00183D31"/>
    <w:rsid w:val="00184209"/>
    <w:rsid w:val="00184248"/>
    <w:rsid w:val="001854B0"/>
    <w:rsid w:val="00186995"/>
    <w:rsid w:val="00186BA6"/>
    <w:rsid w:val="00187297"/>
    <w:rsid w:val="001907D6"/>
    <w:rsid w:val="0019117F"/>
    <w:rsid w:val="001917B5"/>
    <w:rsid w:val="001929E6"/>
    <w:rsid w:val="00192D41"/>
    <w:rsid w:val="001931FF"/>
    <w:rsid w:val="001937AD"/>
    <w:rsid w:val="00193AFA"/>
    <w:rsid w:val="001947D5"/>
    <w:rsid w:val="00194CA3"/>
    <w:rsid w:val="00194F5C"/>
    <w:rsid w:val="00197425"/>
    <w:rsid w:val="00197500"/>
    <w:rsid w:val="001A03AC"/>
    <w:rsid w:val="001A04C9"/>
    <w:rsid w:val="001A076A"/>
    <w:rsid w:val="001A1148"/>
    <w:rsid w:val="001A19BD"/>
    <w:rsid w:val="001A2475"/>
    <w:rsid w:val="001A312C"/>
    <w:rsid w:val="001A4E95"/>
    <w:rsid w:val="001A53FD"/>
    <w:rsid w:val="001A5C8B"/>
    <w:rsid w:val="001A5CC1"/>
    <w:rsid w:val="001A5CD8"/>
    <w:rsid w:val="001A7590"/>
    <w:rsid w:val="001A785F"/>
    <w:rsid w:val="001B01C1"/>
    <w:rsid w:val="001B0415"/>
    <w:rsid w:val="001B066F"/>
    <w:rsid w:val="001B2A70"/>
    <w:rsid w:val="001B2E93"/>
    <w:rsid w:val="001B303D"/>
    <w:rsid w:val="001B35BD"/>
    <w:rsid w:val="001B38CE"/>
    <w:rsid w:val="001B3F2A"/>
    <w:rsid w:val="001B4819"/>
    <w:rsid w:val="001B49D7"/>
    <w:rsid w:val="001B5BAB"/>
    <w:rsid w:val="001B6373"/>
    <w:rsid w:val="001B6601"/>
    <w:rsid w:val="001B6BCB"/>
    <w:rsid w:val="001C0C61"/>
    <w:rsid w:val="001C181D"/>
    <w:rsid w:val="001C2D35"/>
    <w:rsid w:val="001C381E"/>
    <w:rsid w:val="001C3823"/>
    <w:rsid w:val="001C3AD7"/>
    <w:rsid w:val="001C3FAB"/>
    <w:rsid w:val="001C55F9"/>
    <w:rsid w:val="001C5665"/>
    <w:rsid w:val="001C5BBD"/>
    <w:rsid w:val="001C5DB1"/>
    <w:rsid w:val="001C6163"/>
    <w:rsid w:val="001C645D"/>
    <w:rsid w:val="001C64FA"/>
    <w:rsid w:val="001C6A54"/>
    <w:rsid w:val="001C79BC"/>
    <w:rsid w:val="001D0A02"/>
    <w:rsid w:val="001D1B85"/>
    <w:rsid w:val="001D1D15"/>
    <w:rsid w:val="001D1F09"/>
    <w:rsid w:val="001D2290"/>
    <w:rsid w:val="001D2B3C"/>
    <w:rsid w:val="001D38C0"/>
    <w:rsid w:val="001D5951"/>
    <w:rsid w:val="001D7A1B"/>
    <w:rsid w:val="001D7EA4"/>
    <w:rsid w:val="001E071D"/>
    <w:rsid w:val="001E09E5"/>
    <w:rsid w:val="001E0BF5"/>
    <w:rsid w:val="001E1996"/>
    <w:rsid w:val="001E2260"/>
    <w:rsid w:val="001E25BC"/>
    <w:rsid w:val="001E3596"/>
    <w:rsid w:val="001E3CF2"/>
    <w:rsid w:val="001E43C8"/>
    <w:rsid w:val="001E455C"/>
    <w:rsid w:val="001E52CD"/>
    <w:rsid w:val="001E5864"/>
    <w:rsid w:val="001E5919"/>
    <w:rsid w:val="001E7320"/>
    <w:rsid w:val="001E73F4"/>
    <w:rsid w:val="001E79BC"/>
    <w:rsid w:val="001F09E2"/>
    <w:rsid w:val="001F11ED"/>
    <w:rsid w:val="001F3BCC"/>
    <w:rsid w:val="001F3E14"/>
    <w:rsid w:val="001F45A6"/>
    <w:rsid w:val="001F4A93"/>
    <w:rsid w:val="001F4C1B"/>
    <w:rsid w:val="001F4E58"/>
    <w:rsid w:val="001F4F4E"/>
    <w:rsid w:val="001F59B9"/>
    <w:rsid w:val="001F6CBE"/>
    <w:rsid w:val="002008AC"/>
    <w:rsid w:val="00200B3D"/>
    <w:rsid w:val="002012FC"/>
    <w:rsid w:val="00202100"/>
    <w:rsid w:val="00202525"/>
    <w:rsid w:val="00203917"/>
    <w:rsid w:val="00203D01"/>
    <w:rsid w:val="0020413D"/>
    <w:rsid w:val="00204879"/>
    <w:rsid w:val="00204C62"/>
    <w:rsid w:val="00204DAB"/>
    <w:rsid w:val="002057D5"/>
    <w:rsid w:val="00205A16"/>
    <w:rsid w:val="00205D04"/>
    <w:rsid w:val="002122A7"/>
    <w:rsid w:val="002123AE"/>
    <w:rsid w:val="00212626"/>
    <w:rsid w:val="0021283C"/>
    <w:rsid w:val="00212BD4"/>
    <w:rsid w:val="00212FB5"/>
    <w:rsid w:val="00213E92"/>
    <w:rsid w:val="00213EC6"/>
    <w:rsid w:val="00216C9E"/>
    <w:rsid w:val="0021706F"/>
    <w:rsid w:val="002177D6"/>
    <w:rsid w:val="002209FC"/>
    <w:rsid w:val="00221631"/>
    <w:rsid w:val="0022253E"/>
    <w:rsid w:val="00222B30"/>
    <w:rsid w:val="00222D60"/>
    <w:rsid w:val="00223427"/>
    <w:rsid w:val="002248DA"/>
    <w:rsid w:val="00224C54"/>
    <w:rsid w:val="00225B31"/>
    <w:rsid w:val="002266F2"/>
    <w:rsid w:val="00227DB0"/>
    <w:rsid w:val="00227FE0"/>
    <w:rsid w:val="002300C3"/>
    <w:rsid w:val="002300D5"/>
    <w:rsid w:val="0023048A"/>
    <w:rsid w:val="00230FF9"/>
    <w:rsid w:val="00231CBB"/>
    <w:rsid w:val="00232510"/>
    <w:rsid w:val="0023260D"/>
    <w:rsid w:val="00232A0C"/>
    <w:rsid w:val="002332D5"/>
    <w:rsid w:val="00233B08"/>
    <w:rsid w:val="002340AA"/>
    <w:rsid w:val="002342AC"/>
    <w:rsid w:val="00235ADC"/>
    <w:rsid w:val="00235D20"/>
    <w:rsid w:val="00235D74"/>
    <w:rsid w:val="00235DCB"/>
    <w:rsid w:val="0023714E"/>
    <w:rsid w:val="00237449"/>
    <w:rsid w:val="0024019B"/>
    <w:rsid w:val="00240A16"/>
    <w:rsid w:val="00240B0E"/>
    <w:rsid w:val="00241A58"/>
    <w:rsid w:val="00242347"/>
    <w:rsid w:val="0024240B"/>
    <w:rsid w:val="00242532"/>
    <w:rsid w:val="00242E5F"/>
    <w:rsid w:val="002439B4"/>
    <w:rsid w:val="00243FAF"/>
    <w:rsid w:val="00244D40"/>
    <w:rsid w:val="0024603D"/>
    <w:rsid w:val="00251195"/>
    <w:rsid w:val="00251203"/>
    <w:rsid w:val="0025179B"/>
    <w:rsid w:val="00251B31"/>
    <w:rsid w:val="00252084"/>
    <w:rsid w:val="00252B46"/>
    <w:rsid w:val="00253386"/>
    <w:rsid w:val="00254AFD"/>
    <w:rsid w:val="0025578D"/>
    <w:rsid w:val="00255AAC"/>
    <w:rsid w:val="002560F0"/>
    <w:rsid w:val="00257EEA"/>
    <w:rsid w:val="00260366"/>
    <w:rsid w:val="00260F81"/>
    <w:rsid w:val="00262592"/>
    <w:rsid w:val="00263317"/>
    <w:rsid w:val="00263A99"/>
    <w:rsid w:val="00263DC0"/>
    <w:rsid w:val="00264455"/>
    <w:rsid w:val="00264DB5"/>
    <w:rsid w:val="002653D1"/>
    <w:rsid w:val="00265899"/>
    <w:rsid w:val="00265935"/>
    <w:rsid w:val="00265CC8"/>
    <w:rsid w:val="00265E13"/>
    <w:rsid w:val="00266C61"/>
    <w:rsid w:val="002716BB"/>
    <w:rsid w:val="0027222D"/>
    <w:rsid w:val="002722BD"/>
    <w:rsid w:val="00272846"/>
    <w:rsid w:val="00272D62"/>
    <w:rsid w:val="00272E7F"/>
    <w:rsid w:val="002743A7"/>
    <w:rsid w:val="002745D0"/>
    <w:rsid w:val="0027470C"/>
    <w:rsid w:val="00277007"/>
    <w:rsid w:val="00277CAF"/>
    <w:rsid w:val="002803E0"/>
    <w:rsid w:val="002809BD"/>
    <w:rsid w:val="002820D1"/>
    <w:rsid w:val="00282115"/>
    <w:rsid w:val="00282434"/>
    <w:rsid w:val="002829E0"/>
    <w:rsid w:val="002829EF"/>
    <w:rsid w:val="002832CD"/>
    <w:rsid w:val="00284140"/>
    <w:rsid w:val="00284A1F"/>
    <w:rsid w:val="00285B95"/>
    <w:rsid w:val="0028644B"/>
    <w:rsid w:val="00286B86"/>
    <w:rsid w:val="0028713F"/>
    <w:rsid w:val="002871C3"/>
    <w:rsid w:val="0028765D"/>
    <w:rsid w:val="00287A83"/>
    <w:rsid w:val="00287C5D"/>
    <w:rsid w:val="00290470"/>
    <w:rsid w:val="0029074B"/>
    <w:rsid w:val="002910D9"/>
    <w:rsid w:val="0029129B"/>
    <w:rsid w:val="0029204B"/>
    <w:rsid w:val="00292849"/>
    <w:rsid w:val="0029291F"/>
    <w:rsid w:val="002931FA"/>
    <w:rsid w:val="0029386E"/>
    <w:rsid w:val="00293AB4"/>
    <w:rsid w:val="00293AC3"/>
    <w:rsid w:val="0029475B"/>
    <w:rsid w:val="00294DCE"/>
    <w:rsid w:val="00295420"/>
    <w:rsid w:val="00296438"/>
    <w:rsid w:val="0029650D"/>
    <w:rsid w:val="0029695D"/>
    <w:rsid w:val="00296E21"/>
    <w:rsid w:val="0029755B"/>
    <w:rsid w:val="002975AF"/>
    <w:rsid w:val="002A0D37"/>
    <w:rsid w:val="002A120C"/>
    <w:rsid w:val="002A161A"/>
    <w:rsid w:val="002A4066"/>
    <w:rsid w:val="002A41F3"/>
    <w:rsid w:val="002A4286"/>
    <w:rsid w:val="002A461E"/>
    <w:rsid w:val="002A4A0A"/>
    <w:rsid w:val="002A4B74"/>
    <w:rsid w:val="002A4C64"/>
    <w:rsid w:val="002A4C8A"/>
    <w:rsid w:val="002A5747"/>
    <w:rsid w:val="002A5B7D"/>
    <w:rsid w:val="002A6466"/>
    <w:rsid w:val="002A6B1C"/>
    <w:rsid w:val="002A734F"/>
    <w:rsid w:val="002A7F85"/>
    <w:rsid w:val="002A7FD3"/>
    <w:rsid w:val="002B0A6B"/>
    <w:rsid w:val="002B103B"/>
    <w:rsid w:val="002B1222"/>
    <w:rsid w:val="002B1A07"/>
    <w:rsid w:val="002B2156"/>
    <w:rsid w:val="002B3135"/>
    <w:rsid w:val="002B43CE"/>
    <w:rsid w:val="002B467B"/>
    <w:rsid w:val="002B4BDE"/>
    <w:rsid w:val="002B5B94"/>
    <w:rsid w:val="002B6B55"/>
    <w:rsid w:val="002B6C3F"/>
    <w:rsid w:val="002B71B6"/>
    <w:rsid w:val="002B74C4"/>
    <w:rsid w:val="002B7DC5"/>
    <w:rsid w:val="002C048C"/>
    <w:rsid w:val="002C19B1"/>
    <w:rsid w:val="002C2EAC"/>
    <w:rsid w:val="002C40AF"/>
    <w:rsid w:val="002C4B11"/>
    <w:rsid w:val="002C6560"/>
    <w:rsid w:val="002C6AAB"/>
    <w:rsid w:val="002C782C"/>
    <w:rsid w:val="002C7AD5"/>
    <w:rsid w:val="002D035C"/>
    <w:rsid w:val="002D03D8"/>
    <w:rsid w:val="002D0B04"/>
    <w:rsid w:val="002D0DA5"/>
    <w:rsid w:val="002D26F4"/>
    <w:rsid w:val="002D3160"/>
    <w:rsid w:val="002D3398"/>
    <w:rsid w:val="002D39C0"/>
    <w:rsid w:val="002D4257"/>
    <w:rsid w:val="002D4B91"/>
    <w:rsid w:val="002D4FE6"/>
    <w:rsid w:val="002D5445"/>
    <w:rsid w:val="002D5607"/>
    <w:rsid w:val="002D58F9"/>
    <w:rsid w:val="002D68A1"/>
    <w:rsid w:val="002D76B3"/>
    <w:rsid w:val="002E05DB"/>
    <w:rsid w:val="002E0A53"/>
    <w:rsid w:val="002E1469"/>
    <w:rsid w:val="002E2EF1"/>
    <w:rsid w:val="002E2F24"/>
    <w:rsid w:val="002E2FA4"/>
    <w:rsid w:val="002E3664"/>
    <w:rsid w:val="002E3D5F"/>
    <w:rsid w:val="002E4352"/>
    <w:rsid w:val="002E4BDF"/>
    <w:rsid w:val="002E525E"/>
    <w:rsid w:val="002E5465"/>
    <w:rsid w:val="002E5AE0"/>
    <w:rsid w:val="002E5F76"/>
    <w:rsid w:val="002E706D"/>
    <w:rsid w:val="002E7510"/>
    <w:rsid w:val="002E7941"/>
    <w:rsid w:val="002E7EB3"/>
    <w:rsid w:val="002E7FBD"/>
    <w:rsid w:val="002F0E16"/>
    <w:rsid w:val="002F0E96"/>
    <w:rsid w:val="002F2C62"/>
    <w:rsid w:val="002F399B"/>
    <w:rsid w:val="002F45CF"/>
    <w:rsid w:val="002F4AD0"/>
    <w:rsid w:val="002F6C44"/>
    <w:rsid w:val="003000E8"/>
    <w:rsid w:val="00300B38"/>
    <w:rsid w:val="003019A4"/>
    <w:rsid w:val="0030205B"/>
    <w:rsid w:val="00302175"/>
    <w:rsid w:val="00302545"/>
    <w:rsid w:val="00302A28"/>
    <w:rsid w:val="0030309F"/>
    <w:rsid w:val="00303709"/>
    <w:rsid w:val="00303C0D"/>
    <w:rsid w:val="0030408A"/>
    <w:rsid w:val="003054C7"/>
    <w:rsid w:val="00305DDD"/>
    <w:rsid w:val="00307525"/>
    <w:rsid w:val="00310472"/>
    <w:rsid w:val="00310FAF"/>
    <w:rsid w:val="00311163"/>
    <w:rsid w:val="003113C3"/>
    <w:rsid w:val="003128F0"/>
    <w:rsid w:val="00312E3C"/>
    <w:rsid w:val="00313423"/>
    <w:rsid w:val="0031366F"/>
    <w:rsid w:val="00314253"/>
    <w:rsid w:val="003151A6"/>
    <w:rsid w:val="00315536"/>
    <w:rsid w:val="003157A7"/>
    <w:rsid w:val="00315924"/>
    <w:rsid w:val="00315F42"/>
    <w:rsid w:val="0031604A"/>
    <w:rsid w:val="00316305"/>
    <w:rsid w:val="00316A0E"/>
    <w:rsid w:val="00316DF3"/>
    <w:rsid w:val="00317376"/>
    <w:rsid w:val="00317C65"/>
    <w:rsid w:val="00320297"/>
    <w:rsid w:val="00320730"/>
    <w:rsid w:val="003216AB"/>
    <w:rsid w:val="003220DD"/>
    <w:rsid w:val="00322237"/>
    <w:rsid w:val="00323223"/>
    <w:rsid w:val="0032344D"/>
    <w:rsid w:val="00323E3E"/>
    <w:rsid w:val="00324A3C"/>
    <w:rsid w:val="00324EC5"/>
    <w:rsid w:val="00326425"/>
    <w:rsid w:val="00326892"/>
    <w:rsid w:val="00326EDD"/>
    <w:rsid w:val="00327B2D"/>
    <w:rsid w:val="0033025D"/>
    <w:rsid w:val="00330672"/>
    <w:rsid w:val="003313A8"/>
    <w:rsid w:val="00332110"/>
    <w:rsid w:val="003321EB"/>
    <w:rsid w:val="00332813"/>
    <w:rsid w:val="00332843"/>
    <w:rsid w:val="0033322C"/>
    <w:rsid w:val="0033481B"/>
    <w:rsid w:val="00335276"/>
    <w:rsid w:val="00335383"/>
    <w:rsid w:val="0033559A"/>
    <w:rsid w:val="003366E2"/>
    <w:rsid w:val="003367C7"/>
    <w:rsid w:val="0033684B"/>
    <w:rsid w:val="003405F6"/>
    <w:rsid w:val="00340BF8"/>
    <w:rsid w:val="003421CA"/>
    <w:rsid w:val="00342A54"/>
    <w:rsid w:val="00342D6D"/>
    <w:rsid w:val="003433FD"/>
    <w:rsid w:val="003447E2"/>
    <w:rsid w:val="003447E8"/>
    <w:rsid w:val="00344806"/>
    <w:rsid w:val="00346925"/>
    <w:rsid w:val="00347E7C"/>
    <w:rsid w:val="0035017A"/>
    <w:rsid w:val="003505C9"/>
    <w:rsid w:val="003505D5"/>
    <w:rsid w:val="00350A41"/>
    <w:rsid w:val="003512A1"/>
    <w:rsid w:val="00351652"/>
    <w:rsid w:val="0035179E"/>
    <w:rsid w:val="00352927"/>
    <w:rsid w:val="00353338"/>
    <w:rsid w:val="00353A35"/>
    <w:rsid w:val="0035483A"/>
    <w:rsid w:val="0035534E"/>
    <w:rsid w:val="00355986"/>
    <w:rsid w:val="00355EBF"/>
    <w:rsid w:val="003575E9"/>
    <w:rsid w:val="00357EA9"/>
    <w:rsid w:val="00360031"/>
    <w:rsid w:val="0036058B"/>
    <w:rsid w:val="0036128A"/>
    <w:rsid w:val="00361471"/>
    <w:rsid w:val="003615F6"/>
    <w:rsid w:val="00361F4F"/>
    <w:rsid w:val="00362B4E"/>
    <w:rsid w:val="00362CFD"/>
    <w:rsid w:val="00362D32"/>
    <w:rsid w:val="00362FAD"/>
    <w:rsid w:val="00363F0C"/>
    <w:rsid w:val="0036492E"/>
    <w:rsid w:val="00365A91"/>
    <w:rsid w:val="00365ECE"/>
    <w:rsid w:val="00366025"/>
    <w:rsid w:val="003662F2"/>
    <w:rsid w:val="00366A45"/>
    <w:rsid w:val="00366D2C"/>
    <w:rsid w:val="0037004A"/>
    <w:rsid w:val="00370F09"/>
    <w:rsid w:val="003716D0"/>
    <w:rsid w:val="00371754"/>
    <w:rsid w:val="00371DA1"/>
    <w:rsid w:val="003736DB"/>
    <w:rsid w:val="00374C69"/>
    <w:rsid w:val="003751E1"/>
    <w:rsid w:val="00375844"/>
    <w:rsid w:val="003759E1"/>
    <w:rsid w:val="00375CFB"/>
    <w:rsid w:val="0037677E"/>
    <w:rsid w:val="003768F1"/>
    <w:rsid w:val="00376EF9"/>
    <w:rsid w:val="0037787D"/>
    <w:rsid w:val="00380C90"/>
    <w:rsid w:val="00380F47"/>
    <w:rsid w:val="003823FF"/>
    <w:rsid w:val="0038312F"/>
    <w:rsid w:val="003838F5"/>
    <w:rsid w:val="00384076"/>
    <w:rsid w:val="003850B0"/>
    <w:rsid w:val="003859D4"/>
    <w:rsid w:val="00385A60"/>
    <w:rsid w:val="0038690C"/>
    <w:rsid w:val="00387A69"/>
    <w:rsid w:val="00390BF1"/>
    <w:rsid w:val="00390BFE"/>
    <w:rsid w:val="0039180B"/>
    <w:rsid w:val="00391B5E"/>
    <w:rsid w:val="0039266D"/>
    <w:rsid w:val="00392EDD"/>
    <w:rsid w:val="00393147"/>
    <w:rsid w:val="00393F27"/>
    <w:rsid w:val="00397886"/>
    <w:rsid w:val="003A02A7"/>
    <w:rsid w:val="003A0AE3"/>
    <w:rsid w:val="003A288C"/>
    <w:rsid w:val="003A3431"/>
    <w:rsid w:val="003A3EDE"/>
    <w:rsid w:val="003A4ACC"/>
    <w:rsid w:val="003A4AF2"/>
    <w:rsid w:val="003A4EA5"/>
    <w:rsid w:val="003A57D7"/>
    <w:rsid w:val="003A689F"/>
    <w:rsid w:val="003A6DD3"/>
    <w:rsid w:val="003A706D"/>
    <w:rsid w:val="003A7C77"/>
    <w:rsid w:val="003B049D"/>
    <w:rsid w:val="003B08D3"/>
    <w:rsid w:val="003B1111"/>
    <w:rsid w:val="003B137D"/>
    <w:rsid w:val="003B162A"/>
    <w:rsid w:val="003B1EF0"/>
    <w:rsid w:val="003B1F49"/>
    <w:rsid w:val="003B2A93"/>
    <w:rsid w:val="003B3195"/>
    <w:rsid w:val="003B323D"/>
    <w:rsid w:val="003B41BF"/>
    <w:rsid w:val="003B486E"/>
    <w:rsid w:val="003B562F"/>
    <w:rsid w:val="003B5A18"/>
    <w:rsid w:val="003B7985"/>
    <w:rsid w:val="003B7BC0"/>
    <w:rsid w:val="003C0254"/>
    <w:rsid w:val="003C04B2"/>
    <w:rsid w:val="003C05A0"/>
    <w:rsid w:val="003C0770"/>
    <w:rsid w:val="003C0911"/>
    <w:rsid w:val="003C0F5A"/>
    <w:rsid w:val="003C224E"/>
    <w:rsid w:val="003C227C"/>
    <w:rsid w:val="003C317A"/>
    <w:rsid w:val="003C49F6"/>
    <w:rsid w:val="003C5354"/>
    <w:rsid w:val="003C7A94"/>
    <w:rsid w:val="003D27C3"/>
    <w:rsid w:val="003D2CD1"/>
    <w:rsid w:val="003D33B4"/>
    <w:rsid w:val="003D3E9E"/>
    <w:rsid w:val="003D4236"/>
    <w:rsid w:val="003D507B"/>
    <w:rsid w:val="003D5972"/>
    <w:rsid w:val="003D62C5"/>
    <w:rsid w:val="003D6844"/>
    <w:rsid w:val="003D704D"/>
    <w:rsid w:val="003D70D1"/>
    <w:rsid w:val="003D73EF"/>
    <w:rsid w:val="003D74A3"/>
    <w:rsid w:val="003D760A"/>
    <w:rsid w:val="003E073A"/>
    <w:rsid w:val="003E09AD"/>
    <w:rsid w:val="003E1703"/>
    <w:rsid w:val="003E26C3"/>
    <w:rsid w:val="003E2B67"/>
    <w:rsid w:val="003E2DC2"/>
    <w:rsid w:val="003E2F88"/>
    <w:rsid w:val="003E31AC"/>
    <w:rsid w:val="003E4118"/>
    <w:rsid w:val="003E4155"/>
    <w:rsid w:val="003E47B5"/>
    <w:rsid w:val="003E5549"/>
    <w:rsid w:val="003E574C"/>
    <w:rsid w:val="003E5F2B"/>
    <w:rsid w:val="003E66AB"/>
    <w:rsid w:val="003E7286"/>
    <w:rsid w:val="003E75DA"/>
    <w:rsid w:val="003F041F"/>
    <w:rsid w:val="003F0756"/>
    <w:rsid w:val="003F0E65"/>
    <w:rsid w:val="003F0E68"/>
    <w:rsid w:val="003F196C"/>
    <w:rsid w:val="003F1BE2"/>
    <w:rsid w:val="003F1D30"/>
    <w:rsid w:val="003F2568"/>
    <w:rsid w:val="003F29F2"/>
    <w:rsid w:val="003F3138"/>
    <w:rsid w:val="003F373A"/>
    <w:rsid w:val="003F3FE9"/>
    <w:rsid w:val="003F44ED"/>
    <w:rsid w:val="003F4708"/>
    <w:rsid w:val="003F486B"/>
    <w:rsid w:val="003F4BEE"/>
    <w:rsid w:val="003F53BC"/>
    <w:rsid w:val="003F62A4"/>
    <w:rsid w:val="003F6CE6"/>
    <w:rsid w:val="003F7410"/>
    <w:rsid w:val="00400266"/>
    <w:rsid w:val="004004E0"/>
    <w:rsid w:val="004007F3"/>
    <w:rsid w:val="00401F70"/>
    <w:rsid w:val="00403ECC"/>
    <w:rsid w:val="00404234"/>
    <w:rsid w:val="0040457F"/>
    <w:rsid w:val="0040624A"/>
    <w:rsid w:val="00406662"/>
    <w:rsid w:val="0040670F"/>
    <w:rsid w:val="00406752"/>
    <w:rsid w:val="004067AC"/>
    <w:rsid w:val="00406E8E"/>
    <w:rsid w:val="00407901"/>
    <w:rsid w:val="0041071A"/>
    <w:rsid w:val="00412260"/>
    <w:rsid w:val="00412BC7"/>
    <w:rsid w:val="004139CE"/>
    <w:rsid w:val="00413D2A"/>
    <w:rsid w:val="004149B3"/>
    <w:rsid w:val="004159DD"/>
    <w:rsid w:val="00416CA0"/>
    <w:rsid w:val="00416CA1"/>
    <w:rsid w:val="0041745C"/>
    <w:rsid w:val="004174BB"/>
    <w:rsid w:val="004176BC"/>
    <w:rsid w:val="0041773B"/>
    <w:rsid w:val="00417952"/>
    <w:rsid w:val="004202A4"/>
    <w:rsid w:val="00420B7F"/>
    <w:rsid w:val="00421103"/>
    <w:rsid w:val="00422B59"/>
    <w:rsid w:val="0042332F"/>
    <w:rsid w:val="00423B36"/>
    <w:rsid w:val="00424B35"/>
    <w:rsid w:val="00424C73"/>
    <w:rsid w:val="004253E5"/>
    <w:rsid w:val="004255BB"/>
    <w:rsid w:val="00427382"/>
    <w:rsid w:val="00427971"/>
    <w:rsid w:val="004312E1"/>
    <w:rsid w:val="004319DE"/>
    <w:rsid w:val="00431A90"/>
    <w:rsid w:val="00432027"/>
    <w:rsid w:val="00432067"/>
    <w:rsid w:val="00432533"/>
    <w:rsid w:val="00432F7C"/>
    <w:rsid w:val="004331F9"/>
    <w:rsid w:val="00434955"/>
    <w:rsid w:val="0043507E"/>
    <w:rsid w:val="00435D32"/>
    <w:rsid w:val="00436B81"/>
    <w:rsid w:val="0044005E"/>
    <w:rsid w:val="00440381"/>
    <w:rsid w:val="004414DA"/>
    <w:rsid w:val="0044163C"/>
    <w:rsid w:val="00441CAF"/>
    <w:rsid w:val="0044208E"/>
    <w:rsid w:val="00442E92"/>
    <w:rsid w:val="00443616"/>
    <w:rsid w:val="00443AC7"/>
    <w:rsid w:val="00445896"/>
    <w:rsid w:val="00445A15"/>
    <w:rsid w:val="00445B87"/>
    <w:rsid w:val="004463F2"/>
    <w:rsid w:val="004469E5"/>
    <w:rsid w:val="004476DD"/>
    <w:rsid w:val="004507F2"/>
    <w:rsid w:val="00450B8E"/>
    <w:rsid w:val="00451386"/>
    <w:rsid w:val="00451A21"/>
    <w:rsid w:val="00451B90"/>
    <w:rsid w:val="00451F01"/>
    <w:rsid w:val="0045254A"/>
    <w:rsid w:val="004525F9"/>
    <w:rsid w:val="004539CA"/>
    <w:rsid w:val="00454260"/>
    <w:rsid w:val="00454566"/>
    <w:rsid w:val="004550D8"/>
    <w:rsid w:val="004551E6"/>
    <w:rsid w:val="00455515"/>
    <w:rsid w:val="00455916"/>
    <w:rsid w:val="00456436"/>
    <w:rsid w:val="0045663B"/>
    <w:rsid w:val="004574A9"/>
    <w:rsid w:val="0046194F"/>
    <w:rsid w:val="004636A9"/>
    <w:rsid w:val="004637AC"/>
    <w:rsid w:val="00464C85"/>
    <w:rsid w:val="00465244"/>
    <w:rsid w:val="00465CA3"/>
    <w:rsid w:val="00466731"/>
    <w:rsid w:val="00466F76"/>
    <w:rsid w:val="0046703F"/>
    <w:rsid w:val="004671E8"/>
    <w:rsid w:val="00467981"/>
    <w:rsid w:val="00467EE5"/>
    <w:rsid w:val="00470722"/>
    <w:rsid w:val="004716A7"/>
    <w:rsid w:val="00471A0C"/>
    <w:rsid w:val="004731F3"/>
    <w:rsid w:val="00473396"/>
    <w:rsid w:val="0047378F"/>
    <w:rsid w:val="0047381D"/>
    <w:rsid w:val="00473BC1"/>
    <w:rsid w:val="004742F8"/>
    <w:rsid w:val="00474426"/>
    <w:rsid w:val="004765DE"/>
    <w:rsid w:val="00476D0B"/>
    <w:rsid w:val="004775EA"/>
    <w:rsid w:val="00480474"/>
    <w:rsid w:val="00480478"/>
    <w:rsid w:val="00480F7C"/>
    <w:rsid w:val="00482546"/>
    <w:rsid w:val="0048267D"/>
    <w:rsid w:val="00482DE3"/>
    <w:rsid w:val="00483B6B"/>
    <w:rsid w:val="00484909"/>
    <w:rsid w:val="00484E8A"/>
    <w:rsid w:val="00484F01"/>
    <w:rsid w:val="004867BB"/>
    <w:rsid w:val="00486B55"/>
    <w:rsid w:val="00486B9F"/>
    <w:rsid w:val="00486C0F"/>
    <w:rsid w:val="004871DF"/>
    <w:rsid w:val="00490355"/>
    <w:rsid w:val="00492489"/>
    <w:rsid w:val="004928FE"/>
    <w:rsid w:val="00492E52"/>
    <w:rsid w:val="00493204"/>
    <w:rsid w:val="00493C31"/>
    <w:rsid w:val="004943EC"/>
    <w:rsid w:val="0049444F"/>
    <w:rsid w:val="00494C10"/>
    <w:rsid w:val="00494D2C"/>
    <w:rsid w:val="004952EE"/>
    <w:rsid w:val="00495C07"/>
    <w:rsid w:val="00495DE0"/>
    <w:rsid w:val="00496DCE"/>
    <w:rsid w:val="00497088"/>
    <w:rsid w:val="0049717D"/>
    <w:rsid w:val="004975C7"/>
    <w:rsid w:val="00497B98"/>
    <w:rsid w:val="004A168C"/>
    <w:rsid w:val="004A1956"/>
    <w:rsid w:val="004A224F"/>
    <w:rsid w:val="004A29A6"/>
    <w:rsid w:val="004A2D1B"/>
    <w:rsid w:val="004A5214"/>
    <w:rsid w:val="004A5895"/>
    <w:rsid w:val="004B23D1"/>
    <w:rsid w:val="004B30EF"/>
    <w:rsid w:val="004B4FF7"/>
    <w:rsid w:val="004B51D5"/>
    <w:rsid w:val="004B574A"/>
    <w:rsid w:val="004B64D3"/>
    <w:rsid w:val="004B690D"/>
    <w:rsid w:val="004B6FF0"/>
    <w:rsid w:val="004B71E4"/>
    <w:rsid w:val="004B7272"/>
    <w:rsid w:val="004B7898"/>
    <w:rsid w:val="004B7950"/>
    <w:rsid w:val="004C06C8"/>
    <w:rsid w:val="004C0D2E"/>
    <w:rsid w:val="004C3A86"/>
    <w:rsid w:val="004C3E8E"/>
    <w:rsid w:val="004C466F"/>
    <w:rsid w:val="004C4C68"/>
    <w:rsid w:val="004C4EE5"/>
    <w:rsid w:val="004D0336"/>
    <w:rsid w:val="004D1EF6"/>
    <w:rsid w:val="004D2C2B"/>
    <w:rsid w:val="004D2E94"/>
    <w:rsid w:val="004D2F58"/>
    <w:rsid w:val="004D30A5"/>
    <w:rsid w:val="004D4986"/>
    <w:rsid w:val="004D4FF6"/>
    <w:rsid w:val="004D6888"/>
    <w:rsid w:val="004D79EF"/>
    <w:rsid w:val="004D7CD0"/>
    <w:rsid w:val="004E0404"/>
    <w:rsid w:val="004E0F69"/>
    <w:rsid w:val="004E24B5"/>
    <w:rsid w:val="004E310E"/>
    <w:rsid w:val="004E4283"/>
    <w:rsid w:val="004E486C"/>
    <w:rsid w:val="004E56F7"/>
    <w:rsid w:val="004E5A1E"/>
    <w:rsid w:val="004E6C42"/>
    <w:rsid w:val="004E714B"/>
    <w:rsid w:val="004F00B2"/>
    <w:rsid w:val="004F1713"/>
    <w:rsid w:val="004F2046"/>
    <w:rsid w:val="004F2CB3"/>
    <w:rsid w:val="004F3354"/>
    <w:rsid w:val="004F3C5A"/>
    <w:rsid w:val="004F3E9A"/>
    <w:rsid w:val="004F4293"/>
    <w:rsid w:val="004F4397"/>
    <w:rsid w:val="004F43BB"/>
    <w:rsid w:val="004F543A"/>
    <w:rsid w:val="004F5618"/>
    <w:rsid w:val="004F5AE9"/>
    <w:rsid w:val="004F5B85"/>
    <w:rsid w:val="004F706E"/>
    <w:rsid w:val="00500154"/>
    <w:rsid w:val="0050070D"/>
    <w:rsid w:val="00500BA0"/>
    <w:rsid w:val="0050107E"/>
    <w:rsid w:val="00501412"/>
    <w:rsid w:val="00501960"/>
    <w:rsid w:val="0050284C"/>
    <w:rsid w:val="00502A83"/>
    <w:rsid w:val="00503844"/>
    <w:rsid w:val="005041EB"/>
    <w:rsid w:val="0050427F"/>
    <w:rsid w:val="00504AA8"/>
    <w:rsid w:val="00504EAB"/>
    <w:rsid w:val="00505E6A"/>
    <w:rsid w:val="005071F4"/>
    <w:rsid w:val="00507629"/>
    <w:rsid w:val="005107EB"/>
    <w:rsid w:val="00510CFD"/>
    <w:rsid w:val="005114E4"/>
    <w:rsid w:val="00511BC0"/>
    <w:rsid w:val="00511CD6"/>
    <w:rsid w:val="0051223F"/>
    <w:rsid w:val="0051357E"/>
    <w:rsid w:val="005139B6"/>
    <w:rsid w:val="00513F3F"/>
    <w:rsid w:val="0051430F"/>
    <w:rsid w:val="005149A5"/>
    <w:rsid w:val="005155C7"/>
    <w:rsid w:val="00515636"/>
    <w:rsid w:val="005159B8"/>
    <w:rsid w:val="00516647"/>
    <w:rsid w:val="00516EDB"/>
    <w:rsid w:val="005175A7"/>
    <w:rsid w:val="00517B0E"/>
    <w:rsid w:val="00520472"/>
    <w:rsid w:val="00520871"/>
    <w:rsid w:val="00520F2C"/>
    <w:rsid w:val="00521530"/>
    <w:rsid w:val="00522675"/>
    <w:rsid w:val="00522D87"/>
    <w:rsid w:val="005239C8"/>
    <w:rsid w:val="00524050"/>
    <w:rsid w:val="0052413A"/>
    <w:rsid w:val="00524854"/>
    <w:rsid w:val="00524A5C"/>
    <w:rsid w:val="0052513D"/>
    <w:rsid w:val="00525F28"/>
    <w:rsid w:val="00525F51"/>
    <w:rsid w:val="00530B44"/>
    <w:rsid w:val="00530B85"/>
    <w:rsid w:val="00531213"/>
    <w:rsid w:val="005313CB"/>
    <w:rsid w:val="00531442"/>
    <w:rsid w:val="00531D3B"/>
    <w:rsid w:val="00531E36"/>
    <w:rsid w:val="00532047"/>
    <w:rsid w:val="00532B21"/>
    <w:rsid w:val="00532EC4"/>
    <w:rsid w:val="00533120"/>
    <w:rsid w:val="00533172"/>
    <w:rsid w:val="00533762"/>
    <w:rsid w:val="0053382D"/>
    <w:rsid w:val="00533C3B"/>
    <w:rsid w:val="0053481C"/>
    <w:rsid w:val="00535E77"/>
    <w:rsid w:val="00536461"/>
    <w:rsid w:val="00537400"/>
    <w:rsid w:val="00541165"/>
    <w:rsid w:val="00541E17"/>
    <w:rsid w:val="005426E0"/>
    <w:rsid w:val="0054304A"/>
    <w:rsid w:val="005431A7"/>
    <w:rsid w:val="00545A7C"/>
    <w:rsid w:val="00545B37"/>
    <w:rsid w:val="00546148"/>
    <w:rsid w:val="0054662D"/>
    <w:rsid w:val="0054686E"/>
    <w:rsid w:val="00547168"/>
    <w:rsid w:val="00547184"/>
    <w:rsid w:val="005473B7"/>
    <w:rsid w:val="00550448"/>
    <w:rsid w:val="00551465"/>
    <w:rsid w:val="00551A6C"/>
    <w:rsid w:val="0055214F"/>
    <w:rsid w:val="00552840"/>
    <w:rsid w:val="005529E7"/>
    <w:rsid w:val="00552C22"/>
    <w:rsid w:val="0055340C"/>
    <w:rsid w:val="00554A56"/>
    <w:rsid w:val="005564C6"/>
    <w:rsid w:val="00556F01"/>
    <w:rsid w:val="00556F0C"/>
    <w:rsid w:val="00557727"/>
    <w:rsid w:val="005577C2"/>
    <w:rsid w:val="00560178"/>
    <w:rsid w:val="005615FB"/>
    <w:rsid w:val="00561AF6"/>
    <w:rsid w:val="00562610"/>
    <w:rsid w:val="00562F31"/>
    <w:rsid w:val="005634CA"/>
    <w:rsid w:val="00563900"/>
    <w:rsid w:val="00564480"/>
    <w:rsid w:val="005655FD"/>
    <w:rsid w:val="0056604A"/>
    <w:rsid w:val="00566131"/>
    <w:rsid w:val="005677A4"/>
    <w:rsid w:val="00570286"/>
    <w:rsid w:val="005711DC"/>
    <w:rsid w:val="00571B5F"/>
    <w:rsid w:val="00573B80"/>
    <w:rsid w:val="00573C14"/>
    <w:rsid w:val="005746CF"/>
    <w:rsid w:val="00574B53"/>
    <w:rsid w:val="00574BC7"/>
    <w:rsid w:val="00575585"/>
    <w:rsid w:val="005768A7"/>
    <w:rsid w:val="005775CC"/>
    <w:rsid w:val="00577A00"/>
    <w:rsid w:val="00577C2B"/>
    <w:rsid w:val="00577C81"/>
    <w:rsid w:val="00580227"/>
    <w:rsid w:val="005804A4"/>
    <w:rsid w:val="00580D4D"/>
    <w:rsid w:val="00581101"/>
    <w:rsid w:val="005819AA"/>
    <w:rsid w:val="00581DC6"/>
    <w:rsid w:val="00581DCC"/>
    <w:rsid w:val="00582AF9"/>
    <w:rsid w:val="00583315"/>
    <w:rsid w:val="00583B90"/>
    <w:rsid w:val="005848AA"/>
    <w:rsid w:val="005849C5"/>
    <w:rsid w:val="0058591F"/>
    <w:rsid w:val="00585C51"/>
    <w:rsid w:val="00586C42"/>
    <w:rsid w:val="00586FBD"/>
    <w:rsid w:val="0059005D"/>
    <w:rsid w:val="00590454"/>
    <w:rsid w:val="00590A33"/>
    <w:rsid w:val="005911E0"/>
    <w:rsid w:val="0059183A"/>
    <w:rsid w:val="005919A7"/>
    <w:rsid w:val="005923A3"/>
    <w:rsid w:val="0059244A"/>
    <w:rsid w:val="00592DA2"/>
    <w:rsid w:val="005931D2"/>
    <w:rsid w:val="0059371C"/>
    <w:rsid w:val="00593FB8"/>
    <w:rsid w:val="005943F6"/>
    <w:rsid w:val="00594AD1"/>
    <w:rsid w:val="00596AE2"/>
    <w:rsid w:val="00596BC2"/>
    <w:rsid w:val="005977EB"/>
    <w:rsid w:val="005A07FF"/>
    <w:rsid w:val="005A0D75"/>
    <w:rsid w:val="005A157D"/>
    <w:rsid w:val="005A50C8"/>
    <w:rsid w:val="005A5561"/>
    <w:rsid w:val="005A56A6"/>
    <w:rsid w:val="005A5BDD"/>
    <w:rsid w:val="005A7547"/>
    <w:rsid w:val="005B053E"/>
    <w:rsid w:val="005B11A7"/>
    <w:rsid w:val="005B1489"/>
    <w:rsid w:val="005B14D0"/>
    <w:rsid w:val="005B2764"/>
    <w:rsid w:val="005B29F1"/>
    <w:rsid w:val="005B2AC2"/>
    <w:rsid w:val="005B2E83"/>
    <w:rsid w:val="005B3AA0"/>
    <w:rsid w:val="005B4916"/>
    <w:rsid w:val="005B5182"/>
    <w:rsid w:val="005B5DE0"/>
    <w:rsid w:val="005B6616"/>
    <w:rsid w:val="005B6A6F"/>
    <w:rsid w:val="005B7323"/>
    <w:rsid w:val="005C0893"/>
    <w:rsid w:val="005C1C60"/>
    <w:rsid w:val="005C1EEB"/>
    <w:rsid w:val="005C2AE6"/>
    <w:rsid w:val="005C33CF"/>
    <w:rsid w:val="005C3609"/>
    <w:rsid w:val="005C478B"/>
    <w:rsid w:val="005C6215"/>
    <w:rsid w:val="005C6361"/>
    <w:rsid w:val="005C747E"/>
    <w:rsid w:val="005C77A3"/>
    <w:rsid w:val="005D0B9B"/>
    <w:rsid w:val="005D11BD"/>
    <w:rsid w:val="005D12DC"/>
    <w:rsid w:val="005D1536"/>
    <w:rsid w:val="005D214F"/>
    <w:rsid w:val="005D3125"/>
    <w:rsid w:val="005D320C"/>
    <w:rsid w:val="005D3412"/>
    <w:rsid w:val="005D36F0"/>
    <w:rsid w:val="005D3741"/>
    <w:rsid w:val="005D4779"/>
    <w:rsid w:val="005D4960"/>
    <w:rsid w:val="005D4F09"/>
    <w:rsid w:val="005D50AE"/>
    <w:rsid w:val="005D5827"/>
    <w:rsid w:val="005D61FD"/>
    <w:rsid w:val="005D7566"/>
    <w:rsid w:val="005E021E"/>
    <w:rsid w:val="005E0BBE"/>
    <w:rsid w:val="005E1D8B"/>
    <w:rsid w:val="005E262A"/>
    <w:rsid w:val="005E2D7D"/>
    <w:rsid w:val="005E2DB5"/>
    <w:rsid w:val="005E40AA"/>
    <w:rsid w:val="005E4197"/>
    <w:rsid w:val="005E4A41"/>
    <w:rsid w:val="005E5899"/>
    <w:rsid w:val="005E5B20"/>
    <w:rsid w:val="005E5F55"/>
    <w:rsid w:val="005E6668"/>
    <w:rsid w:val="005E6BEA"/>
    <w:rsid w:val="005E76F6"/>
    <w:rsid w:val="005F0734"/>
    <w:rsid w:val="005F21B7"/>
    <w:rsid w:val="005F2406"/>
    <w:rsid w:val="005F3F8F"/>
    <w:rsid w:val="005F417E"/>
    <w:rsid w:val="005F4B4C"/>
    <w:rsid w:val="005F51E9"/>
    <w:rsid w:val="005F548B"/>
    <w:rsid w:val="005F5B07"/>
    <w:rsid w:val="005F6635"/>
    <w:rsid w:val="005F6994"/>
    <w:rsid w:val="005F6BF6"/>
    <w:rsid w:val="005F6C41"/>
    <w:rsid w:val="005F6E05"/>
    <w:rsid w:val="005F732C"/>
    <w:rsid w:val="006005E5"/>
    <w:rsid w:val="00600ED4"/>
    <w:rsid w:val="00601535"/>
    <w:rsid w:val="006015C2"/>
    <w:rsid w:val="0060214A"/>
    <w:rsid w:val="00602772"/>
    <w:rsid w:val="006033F8"/>
    <w:rsid w:val="00604021"/>
    <w:rsid w:val="006051AD"/>
    <w:rsid w:val="0060642B"/>
    <w:rsid w:val="006068FB"/>
    <w:rsid w:val="00606A5C"/>
    <w:rsid w:val="006076CC"/>
    <w:rsid w:val="0061013A"/>
    <w:rsid w:val="00610FD6"/>
    <w:rsid w:val="00611457"/>
    <w:rsid w:val="00612A9D"/>
    <w:rsid w:val="006131C9"/>
    <w:rsid w:val="00614368"/>
    <w:rsid w:val="006147EA"/>
    <w:rsid w:val="00614E90"/>
    <w:rsid w:val="006157C9"/>
    <w:rsid w:val="0061583A"/>
    <w:rsid w:val="00615C2C"/>
    <w:rsid w:val="00616263"/>
    <w:rsid w:val="00616933"/>
    <w:rsid w:val="006175F2"/>
    <w:rsid w:val="006200F7"/>
    <w:rsid w:val="00620118"/>
    <w:rsid w:val="00620798"/>
    <w:rsid w:val="00620E92"/>
    <w:rsid w:val="00622ABE"/>
    <w:rsid w:val="00622D34"/>
    <w:rsid w:val="00622F9A"/>
    <w:rsid w:val="006231BC"/>
    <w:rsid w:val="00623917"/>
    <w:rsid w:val="00625313"/>
    <w:rsid w:val="00625691"/>
    <w:rsid w:val="00625A7E"/>
    <w:rsid w:val="0062635F"/>
    <w:rsid w:val="00626DE9"/>
    <w:rsid w:val="00626FF5"/>
    <w:rsid w:val="0062736C"/>
    <w:rsid w:val="006277E0"/>
    <w:rsid w:val="00627C19"/>
    <w:rsid w:val="00627DA6"/>
    <w:rsid w:val="006308B2"/>
    <w:rsid w:val="006311FF"/>
    <w:rsid w:val="00633183"/>
    <w:rsid w:val="0063386D"/>
    <w:rsid w:val="00634C45"/>
    <w:rsid w:val="00634D52"/>
    <w:rsid w:val="00634DDD"/>
    <w:rsid w:val="00634FDF"/>
    <w:rsid w:val="006357E6"/>
    <w:rsid w:val="00635B12"/>
    <w:rsid w:val="00635D28"/>
    <w:rsid w:val="006362BA"/>
    <w:rsid w:val="00637451"/>
    <w:rsid w:val="006375E5"/>
    <w:rsid w:val="00637EFB"/>
    <w:rsid w:val="006403F9"/>
    <w:rsid w:val="00640A63"/>
    <w:rsid w:val="00640E2C"/>
    <w:rsid w:val="006410EA"/>
    <w:rsid w:val="006418EE"/>
    <w:rsid w:val="00642077"/>
    <w:rsid w:val="00642789"/>
    <w:rsid w:val="0064329D"/>
    <w:rsid w:val="006434F3"/>
    <w:rsid w:val="00643E9E"/>
    <w:rsid w:val="006456C9"/>
    <w:rsid w:val="0064570D"/>
    <w:rsid w:val="00646776"/>
    <w:rsid w:val="00646CD9"/>
    <w:rsid w:val="00650168"/>
    <w:rsid w:val="006505B0"/>
    <w:rsid w:val="006506DF"/>
    <w:rsid w:val="006513A6"/>
    <w:rsid w:val="006524A4"/>
    <w:rsid w:val="00652B8D"/>
    <w:rsid w:val="0065306B"/>
    <w:rsid w:val="0065317B"/>
    <w:rsid w:val="00653637"/>
    <w:rsid w:val="00653FFC"/>
    <w:rsid w:val="00654965"/>
    <w:rsid w:val="00654E2E"/>
    <w:rsid w:val="00654FBB"/>
    <w:rsid w:val="006556F8"/>
    <w:rsid w:val="00655CFF"/>
    <w:rsid w:val="00656897"/>
    <w:rsid w:val="006577CC"/>
    <w:rsid w:val="00657CE5"/>
    <w:rsid w:val="00661D23"/>
    <w:rsid w:val="0066205B"/>
    <w:rsid w:val="00663C06"/>
    <w:rsid w:val="00663C64"/>
    <w:rsid w:val="00664877"/>
    <w:rsid w:val="006650DE"/>
    <w:rsid w:val="00665AF0"/>
    <w:rsid w:val="0066662B"/>
    <w:rsid w:val="00666842"/>
    <w:rsid w:val="00666A05"/>
    <w:rsid w:val="00666CA0"/>
    <w:rsid w:val="00671FDB"/>
    <w:rsid w:val="00672B77"/>
    <w:rsid w:val="0067318F"/>
    <w:rsid w:val="00673E50"/>
    <w:rsid w:val="00673E91"/>
    <w:rsid w:val="00673F7B"/>
    <w:rsid w:val="00674181"/>
    <w:rsid w:val="0067429B"/>
    <w:rsid w:val="006744B1"/>
    <w:rsid w:val="00674E17"/>
    <w:rsid w:val="00674EA6"/>
    <w:rsid w:val="00675855"/>
    <w:rsid w:val="006768E8"/>
    <w:rsid w:val="006770DC"/>
    <w:rsid w:val="00677176"/>
    <w:rsid w:val="0068068E"/>
    <w:rsid w:val="0068273A"/>
    <w:rsid w:val="00683607"/>
    <w:rsid w:val="00684102"/>
    <w:rsid w:val="00684486"/>
    <w:rsid w:val="006859A5"/>
    <w:rsid w:val="00685DAD"/>
    <w:rsid w:val="00685E28"/>
    <w:rsid w:val="006868ED"/>
    <w:rsid w:val="00686AC0"/>
    <w:rsid w:val="00687AF2"/>
    <w:rsid w:val="0069114D"/>
    <w:rsid w:val="006911C8"/>
    <w:rsid w:val="00691577"/>
    <w:rsid w:val="0069297C"/>
    <w:rsid w:val="00692D3F"/>
    <w:rsid w:val="00693166"/>
    <w:rsid w:val="00693710"/>
    <w:rsid w:val="00693A5F"/>
    <w:rsid w:val="00695B44"/>
    <w:rsid w:val="00695CA9"/>
    <w:rsid w:val="00696023"/>
    <w:rsid w:val="00696AD4"/>
    <w:rsid w:val="006972F0"/>
    <w:rsid w:val="0069767A"/>
    <w:rsid w:val="006A0150"/>
    <w:rsid w:val="006A1D5D"/>
    <w:rsid w:val="006A28E9"/>
    <w:rsid w:val="006A28EA"/>
    <w:rsid w:val="006A44EC"/>
    <w:rsid w:val="006A4881"/>
    <w:rsid w:val="006A4BB7"/>
    <w:rsid w:val="006A4E60"/>
    <w:rsid w:val="006A4F33"/>
    <w:rsid w:val="006A62E4"/>
    <w:rsid w:val="006A643E"/>
    <w:rsid w:val="006A748F"/>
    <w:rsid w:val="006A787B"/>
    <w:rsid w:val="006B0023"/>
    <w:rsid w:val="006B0EF1"/>
    <w:rsid w:val="006B1BBB"/>
    <w:rsid w:val="006B2BE2"/>
    <w:rsid w:val="006B2CDF"/>
    <w:rsid w:val="006B2FB8"/>
    <w:rsid w:val="006B3749"/>
    <w:rsid w:val="006B37C0"/>
    <w:rsid w:val="006B403E"/>
    <w:rsid w:val="006B4125"/>
    <w:rsid w:val="006B41BD"/>
    <w:rsid w:val="006B4499"/>
    <w:rsid w:val="006B48D4"/>
    <w:rsid w:val="006B5551"/>
    <w:rsid w:val="006B5956"/>
    <w:rsid w:val="006B6F43"/>
    <w:rsid w:val="006C0190"/>
    <w:rsid w:val="006C0327"/>
    <w:rsid w:val="006C04D5"/>
    <w:rsid w:val="006C0B37"/>
    <w:rsid w:val="006C1009"/>
    <w:rsid w:val="006C1413"/>
    <w:rsid w:val="006C1EC1"/>
    <w:rsid w:val="006C2607"/>
    <w:rsid w:val="006C3235"/>
    <w:rsid w:val="006C3936"/>
    <w:rsid w:val="006C446B"/>
    <w:rsid w:val="006C4555"/>
    <w:rsid w:val="006C4581"/>
    <w:rsid w:val="006C54CC"/>
    <w:rsid w:val="006C589C"/>
    <w:rsid w:val="006C61C0"/>
    <w:rsid w:val="006C7C64"/>
    <w:rsid w:val="006D0C8D"/>
    <w:rsid w:val="006D0DD7"/>
    <w:rsid w:val="006D1BC9"/>
    <w:rsid w:val="006D2FF2"/>
    <w:rsid w:val="006D30E0"/>
    <w:rsid w:val="006D3151"/>
    <w:rsid w:val="006D317D"/>
    <w:rsid w:val="006D328F"/>
    <w:rsid w:val="006D32E3"/>
    <w:rsid w:val="006D36E2"/>
    <w:rsid w:val="006D382F"/>
    <w:rsid w:val="006D3957"/>
    <w:rsid w:val="006D3F75"/>
    <w:rsid w:val="006D48E1"/>
    <w:rsid w:val="006D56D1"/>
    <w:rsid w:val="006D6182"/>
    <w:rsid w:val="006D6B28"/>
    <w:rsid w:val="006D6B65"/>
    <w:rsid w:val="006D7142"/>
    <w:rsid w:val="006D7EC1"/>
    <w:rsid w:val="006E02E5"/>
    <w:rsid w:val="006E0473"/>
    <w:rsid w:val="006E0FF2"/>
    <w:rsid w:val="006E121D"/>
    <w:rsid w:val="006E13CF"/>
    <w:rsid w:val="006E151B"/>
    <w:rsid w:val="006E2448"/>
    <w:rsid w:val="006E3001"/>
    <w:rsid w:val="006E32FE"/>
    <w:rsid w:val="006E5754"/>
    <w:rsid w:val="006E5817"/>
    <w:rsid w:val="006E6C35"/>
    <w:rsid w:val="006E6F3D"/>
    <w:rsid w:val="006E7172"/>
    <w:rsid w:val="006E727D"/>
    <w:rsid w:val="006E76E7"/>
    <w:rsid w:val="006E7864"/>
    <w:rsid w:val="006F043C"/>
    <w:rsid w:val="006F0C10"/>
    <w:rsid w:val="006F1BB7"/>
    <w:rsid w:val="006F31FF"/>
    <w:rsid w:val="006F4EEB"/>
    <w:rsid w:val="006F560D"/>
    <w:rsid w:val="006F57EE"/>
    <w:rsid w:val="006F62EF"/>
    <w:rsid w:val="006F67CD"/>
    <w:rsid w:val="006F7AAD"/>
    <w:rsid w:val="0070000B"/>
    <w:rsid w:val="00701652"/>
    <w:rsid w:val="007018EB"/>
    <w:rsid w:val="007019B4"/>
    <w:rsid w:val="00701E60"/>
    <w:rsid w:val="007029C8"/>
    <w:rsid w:val="00702B75"/>
    <w:rsid w:val="00703275"/>
    <w:rsid w:val="00703303"/>
    <w:rsid w:val="00703680"/>
    <w:rsid w:val="00703ACE"/>
    <w:rsid w:val="00704A3A"/>
    <w:rsid w:val="00705CB3"/>
    <w:rsid w:val="00706373"/>
    <w:rsid w:val="00706805"/>
    <w:rsid w:val="007068A0"/>
    <w:rsid w:val="00706B04"/>
    <w:rsid w:val="00706E9F"/>
    <w:rsid w:val="007074B7"/>
    <w:rsid w:val="00707A7F"/>
    <w:rsid w:val="00710623"/>
    <w:rsid w:val="00710B82"/>
    <w:rsid w:val="00711376"/>
    <w:rsid w:val="0071144D"/>
    <w:rsid w:val="00711814"/>
    <w:rsid w:val="00712039"/>
    <w:rsid w:val="00713A20"/>
    <w:rsid w:val="00713DC7"/>
    <w:rsid w:val="00713E48"/>
    <w:rsid w:val="00715AF2"/>
    <w:rsid w:val="00716F9C"/>
    <w:rsid w:val="00716FEA"/>
    <w:rsid w:val="00717198"/>
    <w:rsid w:val="00717603"/>
    <w:rsid w:val="00717929"/>
    <w:rsid w:val="00717AA9"/>
    <w:rsid w:val="00720427"/>
    <w:rsid w:val="00720747"/>
    <w:rsid w:val="00720E43"/>
    <w:rsid w:val="00720F80"/>
    <w:rsid w:val="0072261E"/>
    <w:rsid w:val="00722C64"/>
    <w:rsid w:val="0072343F"/>
    <w:rsid w:val="00723CA1"/>
    <w:rsid w:val="00724067"/>
    <w:rsid w:val="007242BF"/>
    <w:rsid w:val="0072464F"/>
    <w:rsid w:val="007248F7"/>
    <w:rsid w:val="007300AA"/>
    <w:rsid w:val="00730172"/>
    <w:rsid w:val="0073043A"/>
    <w:rsid w:val="00730904"/>
    <w:rsid w:val="00731036"/>
    <w:rsid w:val="0073115B"/>
    <w:rsid w:val="00731A03"/>
    <w:rsid w:val="00731DBA"/>
    <w:rsid w:val="00732051"/>
    <w:rsid w:val="00732ECC"/>
    <w:rsid w:val="00732F32"/>
    <w:rsid w:val="00734FFE"/>
    <w:rsid w:val="0073507F"/>
    <w:rsid w:val="0073633A"/>
    <w:rsid w:val="00736556"/>
    <w:rsid w:val="00736B3A"/>
    <w:rsid w:val="00736F01"/>
    <w:rsid w:val="00740CD7"/>
    <w:rsid w:val="00740D48"/>
    <w:rsid w:val="00740E7F"/>
    <w:rsid w:val="00741994"/>
    <w:rsid w:val="00741A49"/>
    <w:rsid w:val="00742436"/>
    <w:rsid w:val="00742A22"/>
    <w:rsid w:val="00742EED"/>
    <w:rsid w:val="0074302D"/>
    <w:rsid w:val="00743A36"/>
    <w:rsid w:val="00743D3E"/>
    <w:rsid w:val="007440B1"/>
    <w:rsid w:val="00744C9E"/>
    <w:rsid w:val="00744CAF"/>
    <w:rsid w:val="00744F33"/>
    <w:rsid w:val="007455A1"/>
    <w:rsid w:val="0074569F"/>
    <w:rsid w:val="0074573D"/>
    <w:rsid w:val="00746041"/>
    <w:rsid w:val="00747456"/>
    <w:rsid w:val="0074748C"/>
    <w:rsid w:val="007475EA"/>
    <w:rsid w:val="00747C94"/>
    <w:rsid w:val="0075160A"/>
    <w:rsid w:val="007521A3"/>
    <w:rsid w:val="007529A7"/>
    <w:rsid w:val="0075326F"/>
    <w:rsid w:val="00753BA0"/>
    <w:rsid w:val="00754314"/>
    <w:rsid w:val="007549FD"/>
    <w:rsid w:val="007552AD"/>
    <w:rsid w:val="007556E5"/>
    <w:rsid w:val="00755A7A"/>
    <w:rsid w:val="00755AF4"/>
    <w:rsid w:val="00756333"/>
    <w:rsid w:val="00756B0C"/>
    <w:rsid w:val="00760270"/>
    <w:rsid w:val="007609F9"/>
    <w:rsid w:val="00760C22"/>
    <w:rsid w:val="007610C3"/>
    <w:rsid w:val="0076128B"/>
    <w:rsid w:val="00761511"/>
    <w:rsid w:val="0076296B"/>
    <w:rsid w:val="00762D23"/>
    <w:rsid w:val="0076326C"/>
    <w:rsid w:val="007636A3"/>
    <w:rsid w:val="00763731"/>
    <w:rsid w:val="00763A5E"/>
    <w:rsid w:val="00763C2F"/>
    <w:rsid w:val="00764535"/>
    <w:rsid w:val="007659F6"/>
    <w:rsid w:val="00765D1C"/>
    <w:rsid w:val="0076639D"/>
    <w:rsid w:val="00766BCB"/>
    <w:rsid w:val="00767404"/>
    <w:rsid w:val="007677FE"/>
    <w:rsid w:val="00767EE4"/>
    <w:rsid w:val="007702EA"/>
    <w:rsid w:val="007703AD"/>
    <w:rsid w:val="007709A7"/>
    <w:rsid w:val="00770FB8"/>
    <w:rsid w:val="007710BD"/>
    <w:rsid w:val="0077145F"/>
    <w:rsid w:val="007715EA"/>
    <w:rsid w:val="00771E9C"/>
    <w:rsid w:val="007721E8"/>
    <w:rsid w:val="00772B9D"/>
    <w:rsid w:val="00772D44"/>
    <w:rsid w:val="0077305E"/>
    <w:rsid w:val="007742A7"/>
    <w:rsid w:val="0077484B"/>
    <w:rsid w:val="0077511B"/>
    <w:rsid w:val="007760CB"/>
    <w:rsid w:val="00776797"/>
    <w:rsid w:val="00776A8C"/>
    <w:rsid w:val="00776BFE"/>
    <w:rsid w:val="00780676"/>
    <w:rsid w:val="00781F13"/>
    <w:rsid w:val="00782B52"/>
    <w:rsid w:val="00782DA9"/>
    <w:rsid w:val="00782DCB"/>
    <w:rsid w:val="0078313D"/>
    <w:rsid w:val="007835EB"/>
    <w:rsid w:val="007838AA"/>
    <w:rsid w:val="00784049"/>
    <w:rsid w:val="00784356"/>
    <w:rsid w:val="0078470C"/>
    <w:rsid w:val="00784D04"/>
    <w:rsid w:val="007856CA"/>
    <w:rsid w:val="00786E84"/>
    <w:rsid w:val="007874BB"/>
    <w:rsid w:val="00787A83"/>
    <w:rsid w:val="00787F68"/>
    <w:rsid w:val="00790537"/>
    <w:rsid w:val="00790BD3"/>
    <w:rsid w:val="00791334"/>
    <w:rsid w:val="00791A08"/>
    <w:rsid w:val="00791F41"/>
    <w:rsid w:val="00792035"/>
    <w:rsid w:val="00793722"/>
    <w:rsid w:val="007939F7"/>
    <w:rsid w:val="00794218"/>
    <w:rsid w:val="007946A1"/>
    <w:rsid w:val="00794837"/>
    <w:rsid w:val="00794F1D"/>
    <w:rsid w:val="0079589C"/>
    <w:rsid w:val="007973AF"/>
    <w:rsid w:val="007A1023"/>
    <w:rsid w:val="007A194E"/>
    <w:rsid w:val="007A1D8A"/>
    <w:rsid w:val="007A2BDC"/>
    <w:rsid w:val="007A4075"/>
    <w:rsid w:val="007A450B"/>
    <w:rsid w:val="007A4872"/>
    <w:rsid w:val="007A4B02"/>
    <w:rsid w:val="007A7B76"/>
    <w:rsid w:val="007B0A8F"/>
    <w:rsid w:val="007B1262"/>
    <w:rsid w:val="007B17A9"/>
    <w:rsid w:val="007B1E0C"/>
    <w:rsid w:val="007B1E14"/>
    <w:rsid w:val="007B2680"/>
    <w:rsid w:val="007B3448"/>
    <w:rsid w:val="007B3750"/>
    <w:rsid w:val="007B482C"/>
    <w:rsid w:val="007B4E76"/>
    <w:rsid w:val="007B4F23"/>
    <w:rsid w:val="007B59CA"/>
    <w:rsid w:val="007B65A4"/>
    <w:rsid w:val="007B698E"/>
    <w:rsid w:val="007B7681"/>
    <w:rsid w:val="007C071C"/>
    <w:rsid w:val="007C0902"/>
    <w:rsid w:val="007C1595"/>
    <w:rsid w:val="007C18CE"/>
    <w:rsid w:val="007C1C48"/>
    <w:rsid w:val="007C2BD7"/>
    <w:rsid w:val="007C2BFE"/>
    <w:rsid w:val="007C2E75"/>
    <w:rsid w:val="007C40C1"/>
    <w:rsid w:val="007C4902"/>
    <w:rsid w:val="007C4B57"/>
    <w:rsid w:val="007C6D5F"/>
    <w:rsid w:val="007C6FD4"/>
    <w:rsid w:val="007C708D"/>
    <w:rsid w:val="007D0DDF"/>
    <w:rsid w:val="007D1625"/>
    <w:rsid w:val="007D2145"/>
    <w:rsid w:val="007D2333"/>
    <w:rsid w:val="007D255B"/>
    <w:rsid w:val="007D2A2F"/>
    <w:rsid w:val="007D30C0"/>
    <w:rsid w:val="007D4594"/>
    <w:rsid w:val="007D470E"/>
    <w:rsid w:val="007D54D8"/>
    <w:rsid w:val="007D5A15"/>
    <w:rsid w:val="007D6639"/>
    <w:rsid w:val="007D6ACD"/>
    <w:rsid w:val="007D6C52"/>
    <w:rsid w:val="007D72A0"/>
    <w:rsid w:val="007E021A"/>
    <w:rsid w:val="007E0237"/>
    <w:rsid w:val="007E09F2"/>
    <w:rsid w:val="007E150D"/>
    <w:rsid w:val="007E1F0E"/>
    <w:rsid w:val="007E2123"/>
    <w:rsid w:val="007E22DC"/>
    <w:rsid w:val="007E3904"/>
    <w:rsid w:val="007E3999"/>
    <w:rsid w:val="007E3BD6"/>
    <w:rsid w:val="007E4214"/>
    <w:rsid w:val="007E43E1"/>
    <w:rsid w:val="007E579D"/>
    <w:rsid w:val="007E5F84"/>
    <w:rsid w:val="007E609B"/>
    <w:rsid w:val="007E6A42"/>
    <w:rsid w:val="007E6C5D"/>
    <w:rsid w:val="007E7316"/>
    <w:rsid w:val="007E78EF"/>
    <w:rsid w:val="007F0D30"/>
    <w:rsid w:val="007F0EF2"/>
    <w:rsid w:val="007F0FC9"/>
    <w:rsid w:val="007F1102"/>
    <w:rsid w:val="007F11C6"/>
    <w:rsid w:val="007F14BE"/>
    <w:rsid w:val="007F2465"/>
    <w:rsid w:val="007F26BC"/>
    <w:rsid w:val="007F2D99"/>
    <w:rsid w:val="007F3380"/>
    <w:rsid w:val="007F4A98"/>
    <w:rsid w:val="007F5685"/>
    <w:rsid w:val="007F6A04"/>
    <w:rsid w:val="007F6E97"/>
    <w:rsid w:val="00800377"/>
    <w:rsid w:val="0080040A"/>
    <w:rsid w:val="00800632"/>
    <w:rsid w:val="00800BD5"/>
    <w:rsid w:val="00800D77"/>
    <w:rsid w:val="008010B4"/>
    <w:rsid w:val="0080123C"/>
    <w:rsid w:val="00801280"/>
    <w:rsid w:val="00801C05"/>
    <w:rsid w:val="00802980"/>
    <w:rsid w:val="00802DC6"/>
    <w:rsid w:val="00803FC7"/>
    <w:rsid w:val="0080404D"/>
    <w:rsid w:val="00804836"/>
    <w:rsid w:val="00804A1C"/>
    <w:rsid w:val="00805BFF"/>
    <w:rsid w:val="00805FB8"/>
    <w:rsid w:val="008078E5"/>
    <w:rsid w:val="0080799D"/>
    <w:rsid w:val="008079DD"/>
    <w:rsid w:val="00810452"/>
    <w:rsid w:val="008112D4"/>
    <w:rsid w:val="00811934"/>
    <w:rsid w:val="00811A9F"/>
    <w:rsid w:val="00811D08"/>
    <w:rsid w:val="008137BE"/>
    <w:rsid w:val="008141C0"/>
    <w:rsid w:val="00814E5C"/>
    <w:rsid w:val="00814F49"/>
    <w:rsid w:val="008152C9"/>
    <w:rsid w:val="0081740D"/>
    <w:rsid w:val="00817AA0"/>
    <w:rsid w:val="0082009F"/>
    <w:rsid w:val="00820C56"/>
    <w:rsid w:val="00820E48"/>
    <w:rsid w:val="00821493"/>
    <w:rsid w:val="00821553"/>
    <w:rsid w:val="00821631"/>
    <w:rsid w:val="008219AA"/>
    <w:rsid w:val="00821DF4"/>
    <w:rsid w:val="008225C5"/>
    <w:rsid w:val="00822785"/>
    <w:rsid w:val="00823B67"/>
    <w:rsid w:val="00824537"/>
    <w:rsid w:val="00824786"/>
    <w:rsid w:val="0082493C"/>
    <w:rsid w:val="00824BAC"/>
    <w:rsid w:val="00824C51"/>
    <w:rsid w:val="0082585A"/>
    <w:rsid w:val="00825876"/>
    <w:rsid w:val="00825B4E"/>
    <w:rsid w:val="00825F09"/>
    <w:rsid w:val="00825F75"/>
    <w:rsid w:val="00826693"/>
    <w:rsid w:val="00830255"/>
    <w:rsid w:val="0083032A"/>
    <w:rsid w:val="008305EA"/>
    <w:rsid w:val="0083081D"/>
    <w:rsid w:val="00830894"/>
    <w:rsid w:val="00832A78"/>
    <w:rsid w:val="00833879"/>
    <w:rsid w:val="00833F59"/>
    <w:rsid w:val="0083442B"/>
    <w:rsid w:val="008351AC"/>
    <w:rsid w:val="008351C4"/>
    <w:rsid w:val="008359E6"/>
    <w:rsid w:val="00836C29"/>
    <w:rsid w:val="00837538"/>
    <w:rsid w:val="0083789B"/>
    <w:rsid w:val="00840070"/>
    <w:rsid w:val="00840363"/>
    <w:rsid w:val="00840743"/>
    <w:rsid w:val="008412FD"/>
    <w:rsid w:val="00841E59"/>
    <w:rsid w:val="00841F59"/>
    <w:rsid w:val="008420D9"/>
    <w:rsid w:val="00842DDB"/>
    <w:rsid w:val="00843B89"/>
    <w:rsid w:val="00846D9B"/>
    <w:rsid w:val="008479C1"/>
    <w:rsid w:val="0085092C"/>
    <w:rsid w:val="00850BA9"/>
    <w:rsid w:val="00851078"/>
    <w:rsid w:val="00851581"/>
    <w:rsid w:val="00851599"/>
    <w:rsid w:val="00851A6B"/>
    <w:rsid w:val="008534DE"/>
    <w:rsid w:val="00854109"/>
    <w:rsid w:val="0085583F"/>
    <w:rsid w:val="00855BFD"/>
    <w:rsid w:val="00856506"/>
    <w:rsid w:val="00856A46"/>
    <w:rsid w:val="0085794C"/>
    <w:rsid w:val="00857D45"/>
    <w:rsid w:val="008601A9"/>
    <w:rsid w:val="00860791"/>
    <w:rsid w:val="0086144C"/>
    <w:rsid w:val="00861C8A"/>
    <w:rsid w:val="00861FBD"/>
    <w:rsid w:val="008625F7"/>
    <w:rsid w:val="00862FB7"/>
    <w:rsid w:val="00863473"/>
    <w:rsid w:val="008635F5"/>
    <w:rsid w:val="00864200"/>
    <w:rsid w:val="0086460F"/>
    <w:rsid w:val="00864869"/>
    <w:rsid w:val="00865FCA"/>
    <w:rsid w:val="00867209"/>
    <w:rsid w:val="0087009F"/>
    <w:rsid w:val="008734AE"/>
    <w:rsid w:val="00873B74"/>
    <w:rsid w:val="00874C8A"/>
    <w:rsid w:val="00875450"/>
    <w:rsid w:val="00876533"/>
    <w:rsid w:val="00876E5B"/>
    <w:rsid w:val="0087786C"/>
    <w:rsid w:val="00880063"/>
    <w:rsid w:val="008802B8"/>
    <w:rsid w:val="00880F4B"/>
    <w:rsid w:val="00881AC7"/>
    <w:rsid w:val="00882198"/>
    <w:rsid w:val="008821D0"/>
    <w:rsid w:val="0088238E"/>
    <w:rsid w:val="00883823"/>
    <w:rsid w:val="00884803"/>
    <w:rsid w:val="00884B24"/>
    <w:rsid w:val="00884E79"/>
    <w:rsid w:val="00885746"/>
    <w:rsid w:val="00885CA3"/>
    <w:rsid w:val="00886028"/>
    <w:rsid w:val="008860CB"/>
    <w:rsid w:val="008905BA"/>
    <w:rsid w:val="00891483"/>
    <w:rsid w:val="00891543"/>
    <w:rsid w:val="00892C86"/>
    <w:rsid w:val="008938B2"/>
    <w:rsid w:val="00894969"/>
    <w:rsid w:val="0089529D"/>
    <w:rsid w:val="0089556E"/>
    <w:rsid w:val="00895CC4"/>
    <w:rsid w:val="00895E8D"/>
    <w:rsid w:val="0089600A"/>
    <w:rsid w:val="0089607D"/>
    <w:rsid w:val="0089713B"/>
    <w:rsid w:val="008976AC"/>
    <w:rsid w:val="008A003E"/>
    <w:rsid w:val="008A0ECD"/>
    <w:rsid w:val="008A13EF"/>
    <w:rsid w:val="008A2314"/>
    <w:rsid w:val="008A470A"/>
    <w:rsid w:val="008A4FE8"/>
    <w:rsid w:val="008A58A0"/>
    <w:rsid w:val="008A5ADD"/>
    <w:rsid w:val="008A5ECE"/>
    <w:rsid w:val="008A683F"/>
    <w:rsid w:val="008A6A32"/>
    <w:rsid w:val="008A6FEC"/>
    <w:rsid w:val="008A719D"/>
    <w:rsid w:val="008A782B"/>
    <w:rsid w:val="008A7AF3"/>
    <w:rsid w:val="008B02F6"/>
    <w:rsid w:val="008B0421"/>
    <w:rsid w:val="008B1277"/>
    <w:rsid w:val="008B1557"/>
    <w:rsid w:val="008B20EE"/>
    <w:rsid w:val="008B2871"/>
    <w:rsid w:val="008B29B0"/>
    <w:rsid w:val="008B461E"/>
    <w:rsid w:val="008B4AD1"/>
    <w:rsid w:val="008B5792"/>
    <w:rsid w:val="008B5B50"/>
    <w:rsid w:val="008B6590"/>
    <w:rsid w:val="008B7352"/>
    <w:rsid w:val="008B77CF"/>
    <w:rsid w:val="008C06B9"/>
    <w:rsid w:val="008C108A"/>
    <w:rsid w:val="008C1218"/>
    <w:rsid w:val="008C2288"/>
    <w:rsid w:val="008C22B6"/>
    <w:rsid w:val="008C2932"/>
    <w:rsid w:val="008C2A92"/>
    <w:rsid w:val="008C386D"/>
    <w:rsid w:val="008C3B4A"/>
    <w:rsid w:val="008C3F33"/>
    <w:rsid w:val="008C404B"/>
    <w:rsid w:val="008C4CA3"/>
    <w:rsid w:val="008C5233"/>
    <w:rsid w:val="008C5F09"/>
    <w:rsid w:val="008C6537"/>
    <w:rsid w:val="008C6B8E"/>
    <w:rsid w:val="008C79D8"/>
    <w:rsid w:val="008C7C11"/>
    <w:rsid w:val="008D3660"/>
    <w:rsid w:val="008D3F99"/>
    <w:rsid w:val="008D4353"/>
    <w:rsid w:val="008D46F9"/>
    <w:rsid w:val="008D4AFC"/>
    <w:rsid w:val="008D5553"/>
    <w:rsid w:val="008D5B0C"/>
    <w:rsid w:val="008D6051"/>
    <w:rsid w:val="008D6407"/>
    <w:rsid w:val="008D6AB7"/>
    <w:rsid w:val="008E04CE"/>
    <w:rsid w:val="008E10A3"/>
    <w:rsid w:val="008E1330"/>
    <w:rsid w:val="008E1539"/>
    <w:rsid w:val="008E15AD"/>
    <w:rsid w:val="008E15BA"/>
    <w:rsid w:val="008E1ECB"/>
    <w:rsid w:val="008E2021"/>
    <w:rsid w:val="008E21E3"/>
    <w:rsid w:val="008E2A0F"/>
    <w:rsid w:val="008E2C2F"/>
    <w:rsid w:val="008E2E13"/>
    <w:rsid w:val="008E376B"/>
    <w:rsid w:val="008E3F05"/>
    <w:rsid w:val="008E4C99"/>
    <w:rsid w:val="008E582A"/>
    <w:rsid w:val="008E79B0"/>
    <w:rsid w:val="008F03ED"/>
    <w:rsid w:val="008F0B06"/>
    <w:rsid w:val="008F2B0C"/>
    <w:rsid w:val="008F34FC"/>
    <w:rsid w:val="008F5A32"/>
    <w:rsid w:val="008F61D3"/>
    <w:rsid w:val="008F7178"/>
    <w:rsid w:val="008F7A1C"/>
    <w:rsid w:val="00900BDB"/>
    <w:rsid w:val="009010A7"/>
    <w:rsid w:val="0090156A"/>
    <w:rsid w:val="00902A1B"/>
    <w:rsid w:val="00902ECE"/>
    <w:rsid w:val="009031E5"/>
    <w:rsid w:val="00903579"/>
    <w:rsid w:val="009037F3"/>
    <w:rsid w:val="00904D58"/>
    <w:rsid w:val="00904F7F"/>
    <w:rsid w:val="009054FB"/>
    <w:rsid w:val="009059C2"/>
    <w:rsid w:val="00906588"/>
    <w:rsid w:val="00906A83"/>
    <w:rsid w:val="009070F5"/>
    <w:rsid w:val="00907706"/>
    <w:rsid w:val="00907805"/>
    <w:rsid w:val="00907D46"/>
    <w:rsid w:val="009108C9"/>
    <w:rsid w:val="00911B49"/>
    <w:rsid w:val="00912114"/>
    <w:rsid w:val="009130EF"/>
    <w:rsid w:val="009136B2"/>
    <w:rsid w:val="0091489D"/>
    <w:rsid w:val="0091493E"/>
    <w:rsid w:val="009155ED"/>
    <w:rsid w:val="00915715"/>
    <w:rsid w:val="00915804"/>
    <w:rsid w:val="009158E9"/>
    <w:rsid w:val="009159A3"/>
    <w:rsid w:val="00915CC4"/>
    <w:rsid w:val="00916E83"/>
    <w:rsid w:val="009170DF"/>
    <w:rsid w:val="009171AC"/>
    <w:rsid w:val="009173BC"/>
    <w:rsid w:val="00917437"/>
    <w:rsid w:val="00917787"/>
    <w:rsid w:val="009202D6"/>
    <w:rsid w:val="00922105"/>
    <w:rsid w:val="009227F5"/>
    <w:rsid w:val="0092511F"/>
    <w:rsid w:val="00926191"/>
    <w:rsid w:val="0092635F"/>
    <w:rsid w:val="00926FAA"/>
    <w:rsid w:val="00927BB7"/>
    <w:rsid w:val="00927BF2"/>
    <w:rsid w:val="00927C8D"/>
    <w:rsid w:val="009305BF"/>
    <w:rsid w:val="009324AB"/>
    <w:rsid w:val="00932985"/>
    <w:rsid w:val="009330C6"/>
    <w:rsid w:val="00934516"/>
    <w:rsid w:val="00934B9E"/>
    <w:rsid w:val="0093517C"/>
    <w:rsid w:val="00935A04"/>
    <w:rsid w:val="009370EF"/>
    <w:rsid w:val="00937465"/>
    <w:rsid w:val="009407B7"/>
    <w:rsid w:val="00942212"/>
    <w:rsid w:val="0094294F"/>
    <w:rsid w:val="00942DDF"/>
    <w:rsid w:val="00942F0E"/>
    <w:rsid w:val="00943058"/>
    <w:rsid w:val="0094433C"/>
    <w:rsid w:val="009444EC"/>
    <w:rsid w:val="009447C7"/>
    <w:rsid w:val="00944A5C"/>
    <w:rsid w:val="0094557F"/>
    <w:rsid w:val="009455EC"/>
    <w:rsid w:val="00945D63"/>
    <w:rsid w:val="00945EB2"/>
    <w:rsid w:val="00946028"/>
    <w:rsid w:val="009461AA"/>
    <w:rsid w:val="009462CF"/>
    <w:rsid w:val="00946B65"/>
    <w:rsid w:val="009476D3"/>
    <w:rsid w:val="00947BDB"/>
    <w:rsid w:val="00947CD7"/>
    <w:rsid w:val="0095032A"/>
    <w:rsid w:val="0095060D"/>
    <w:rsid w:val="00951737"/>
    <w:rsid w:val="00952152"/>
    <w:rsid w:val="009529D8"/>
    <w:rsid w:val="00953F84"/>
    <w:rsid w:val="009547D2"/>
    <w:rsid w:val="009553BF"/>
    <w:rsid w:val="00955CAC"/>
    <w:rsid w:val="00956C44"/>
    <w:rsid w:val="00960BAB"/>
    <w:rsid w:val="00960C01"/>
    <w:rsid w:val="00960E09"/>
    <w:rsid w:val="0096154A"/>
    <w:rsid w:val="00963608"/>
    <w:rsid w:val="00963E39"/>
    <w:rsid w:val="009646A6"/>
    <w:rsid w:val="00964730"/>
    <w:rsid w:val="00964D26"/>
    <w:rsid w:val="0096518F"/>
    <w:rsid w:val="009662D9"/>
    <w:rsid w:val="0096634C"/>
    <w:rsid w:val="0096638E"/>
    <w:rsid w:val="009669B3"/>
    <w:rsid w:val="00970618"/>
    <w:rsid w:val="00970A9D"/>
    <w:rsid w:val="00970EC1"/>
    <w:rsid w:val="0097132C"/>
    <w:rsid w:val="009722BA"/>
    <w:rsid w:val="0097255B"/>
    <w:rsid w:val="00972602"/>
    <w:rsid w:val="00972AFF"/>
    <w:rsid w:val="0097370E"/>
    <w:rsid w:val="00973E12"/>
    <w:rsid w:val="009746E4"/>
    <w:rsid w:val="0097484B"/>
    <w:rsid w:val="009748B2"/>
    <w:rsid w:val="009749C8"/>
    <w:rsid w:val="00974F25"/>
    <w:rsid w:val="00975683"/>
    <w:rsid w:val="00975DDC"/>
    <w:rsid w:val="009760AB"/>
    <w:rsid w:val="00976819"/>
    <w:rsid w:val="00976EA1"/>
    <w:rsid w:val="00977384"/>
    <w:rsid w:val="0097743F"/>
    <w:rsid w:val="00977A99"/>
    <w:rsid w:val="00977C05"/>
    <w:rsid w:val="00980E5B"/>
    <w:rsid w:val="00980EDF"/>
    <w:rsid w:val="009822C4"/>
    <w:rsid w:val="0098256A"/>
    <w:rsid w:val="009839D1"/>
    <w:rsid w:val="00986228"/>
    <w:rsid w:val="0098673E"/>
    <w:rsid w:val="00986CDC"/>
    <w:rsid w:val="009915F4"/>
    <w:rsid w:val="00991713"/>
    <w:rsid w:val="00991918"/>
    <w:rsid w:val="00991A21"/>
    <w:rsid w:val="00991FB9"/>
    <w:rsid w:val="009923DC"/>
    <w:rsid w:val="0099244C"/>
    <w:rsid w:val="00992F7D"/>
    <w:rsid w:val="009934FA"/>
    <w:rsid w:val="0099356A"/>
    <w:rsid w:val="009935BD"/>
    <w:rsid w:val="00993672"/>
    <w:rsid w:val="00993B4D"/>
    <w:rsid w:val="00994046"/>
    <w:rsid w:val="00994E81"/>
    <w:rsid w:val="00996117"/>
    <w:rsid w:val="009965A6"/>
    <w:rsid w:val="00997885"/>
    <w:rsid w:val="00997C34"/>
    <w:rsid w:val="009A03F9"/>
    <w:rsid w:val="009A0F0B"/>
    <w:rsid w:val="009A14CD"/>
    <w:rsid w:val="009A18A9"/>
    <w:rsid w:val="009A2697"/>
    <w:rsid w:val="009A4650"/>
    <w:rsid w:val="009A4670"/>
    <w:rsid w:val="009A4781"/>
    <w:rsid w:val="009A492A"/>
    <w:rsid w:val="009A544D"/>
    <w:rsid w:val="009A5A4F"/>
    <w:rsid w:val="009A60BD"/>
    <w:rsid w:val="009A61E2"/>
    <w:rsid w:val="009A62D3"/>
    <w:rsid w:val="009A6C45"/>
    <w:rsid w:val="009A75A8"/>
    <w:rsid w:val="009B041A"/>
    <w:rsid w:val="009B0873"/>
    <w:rsid w:val="009B0A3B"/>
    <w:rsid w:val="009B1A6D"/>
    <w:rsid w:val="009B2650"/>
    <w:rsid w:val="009B29D7"/>
    <w:rsid w:val="009B36DA"/>
    <w:rsid w:val="009B38CA"/>
    <w:rsid w:val="009B3BC5"/>
    <w:rsid w:val="009B4489"/>
    <w:rsid w:val="009B4825"/>
    <w:rsid w:val="009B4F5B"/>
    <w:rsid w:val="009B54C7"/>
    <w:rsid w:val="009B60A6"/>
    <w:rsid w:val="009B6FDF"/>
    <w:rsid w:val="009B7483"/>
    <w:rsid w:val="009B76F8"/>
    <w:rsid w:val="009B7D96"/>
    <w:rsid w:val="009C047B"/>
    <w:rsid w:val="009C07EF"/>
    <w:rsid w:val="009C0A45"/>
    <w:rsid w:val="009C0FBE"/>
    <w:rsid w:val="009C0FFC"/>
    <w:rsid w:val="009C1423"/>
    <w:rsid w:val="009C1DB4"/>
    <w:rsid w:val="009C2186"/>
    <w:rsid w:val="009C26A1"/>
    <w:rsid w:val="009C27DE"/>
    <w:rsid w:val="009C2FC8"/>
    <w:rsid w:val="009C3B9E"/>
    <w:rsid w:val="009C3BF2"/>
    <w:rsid w:val="009C3D1B"/>
    <w:rsid w:val="009C4333"/>
    <w:rsid w:val="009C5195"/>
    <w:rsid w:val="009C5BE9"/>
    <w:rsid w:val="009C63B3"/>
    <w:rsid w:val="009C718F"/>
    <w:rsid w:val="009C72D8"/>
    <w:rsid w:val="009C7785"/>
    <w:rsid w:val="009D066C"/>
    <w:rsid w:val="009D11AA"/>
    <w:rsid w:val="009D1239"/>
    <w:rsid w:val="009D185F"/>
    <w:rsid w:val="009D1BAE"/>
    <w:rsid w:val="009D2E23"/>
    <w:rsid w:val="009D3213"/>
    <w:rsid w:val="009D3A4E"/>
    <w:rsid w:val="009D3E91"/>
    <w:rsid w:val="009D411A"/>
    <w:rsid w:val="009D4298"/>
    <w:rsid w:val="009D44F2"/>
    <w:rsid w:val="009D4706"/>
    <w:rsid w:val="009D4BCC"/>
    <w:rsid w:val="009D4E40"/>
    <w:rsid w:val="009D4EDA"/>
    <w:rsid w:val="009D509D"/>
    <w:rsid w:val="009D5105"/>
    <w:rsid w:val="009D5364"/>
    <w:rsid w:val="009D54D3"/>
    <w:rsid w:val="009D561F"/>
    <w:rsid w:val="009D5699"/>
    <w:rsid w:val="009D65A9"/>
    <w:rsid w:val="009D7336"/>
    <w:rsid w:val="009D734D"/>
    <w:rsid w:val="009D7700"/>
    <w:rsid w:val="009D7878"/>
    <w:rsid w:val="009D7A44"/>
    <w:rsid w:val="009D7B36"/>
    <w:rsid w:val="009E06FF"/>
    <w:rsid w:val="009E07EE"/>
    <w:rsid w:val="009E0E4C"/>
    <w:rsid w:val="009E1197"/>
    <w:rsid w:val="009E19A5"/>
    <w:rsid w:val="009E1B26"/>
    <w:rsid w:val="009E2A30"/>
    <w:rsid w:val="009E2A7B"/>
    <w:rsid w:val="009E306D"/>
    <w:rsid w:val="009E352B"/>
    <w:rsid w:val="009E3799"/>
    <w:rsid w:val="009E408C"/>
    <w:rsid w:val="009E443D"/>
    <w:rsid w:val="009E6367"/>
    <w:rsid w:val="009E689C"/>
    <w:rsid w:val="009E7125"/>
    <w:rsid w:val="009E7151"/>
    <w:rsid w:val="009F0820"/>
    <w:rsid w:val="009F0844"/>
    <w:rsid w:val="009F0F03"/>
    <w:rsid w:val="009F12D1"/>
    <w:rsid w:val="009F1307"/>
    <w:rsid w:val="009F143E"/>
    <w:rsid w:val="009F1B51"/>
    <w:rsid w:val="009F263A"/>
    <w:rsid w:val="009F3A06"/>
    <w:rsid w:val="009F4165"/>
    <w:rsid w:val="009F4D42"/>
    <w:rsid w:val="009F5236"/>
    <w:rsid w:val="009F574F"/>
    <w:rsid w:val="009F5AB3"/>
    <w:rsid w:val="009F6C3C"/>
    <w:rsid w:val="009F7B56"/>
    <w:rsid w:val="009F7BB0"/>
    <w:rsid w:val="00A0004C"/>
    <w:rsid w:val="00A0007B"/>
    <w:rsid w:val="00A00127"/>
    <w:rsid w:val="00A00622"/>
    <w:rsid w:val="00A01644"/>
    <w:rsid w:val="00A02486"/>
    <w:rsid w:val="00A02497"/>
    <w:rsid w:val="00A0305F"/>
    <w:rsid w:val="00A03BB9"/>
    <w:rsid w:val="00A0506E"/>
    <w:rsid w:val="00A06564"/>
    <w:rsid w:val="00A07716"/>
    <w:rsid w:val="00A10165"/>
    <w:rsid w:val="00A10205"/>
    <w:rsid w:val="00A1081F"/>
    <w:rsid w:val="00A11632"/>
    <w:rsid w:val="00A120C6"/>
    <w:rsid w:val="00A12180"/>
    <w:rsid w:val="00A14D57"/>
    <w:rsid w:val="00A15360"/>
    <w:rsid w:val="00A15854"/>
    <w:rsid w:val="00A15AD3"/>
    <w:rsid w:val="00A178C1"/>
    <w:rsid w:val="00A2023A"/>
    <w:rsid w:val="00A20ACD"/>
    <w:rsid w:val="00A21582"/>
    <w:rsid w:val="00A22264"/>
    <w:rsid w:val="00A2277B"/>
    <w:rsid w:val="00A22856"/>
    <w:rsid w:val="00A236C6"/>
    <w:rsid w:val="00A24C64"/>
    <w:rsid w:val="00A26D59"/>
    <w:rsid w:val="00A26E3A"/>
    <w:rsid w:val="00A26E4E"/>
    <w:rsid w:val="00A3044D"/>
    <w:rsid w:val="00A304E3"/>
    <w:rsid w:val="00A31A35"/>
    <w:rsid w:val="00A323BA"/>
    <w:rsid w:val="00A32F75"/>
    <w:rsid w:val="00A34607"/>
    <w:rsid w:val="00A34D0D"/>
    <w:rsid w:val="00A34E15"/>
    <w:rsid w:val="00A3558C"/>
    <w:rsid w:val="00A35654"/>
    <w:rsid w:val="00A35ADB"/>
    <w:rsid w:val="00A35BC8"/>
    <w:rsid w:val="00A37BF5"/>
    <w:rsid w:val="00A40FAE"/>
    <w:rsid w:val="00A41E0D"/>
    <w:rsid w:val="00A42203"/>
    <w:rsid w:val="00A4537B"/>
    <w:rsid w:val="00A4559B"/>
    <w:rsid w:val="00A45A61"/>
    <w:rsid w:val="00A45AD8"/>
    <w:rsid w:val="00A467E8"/>
    <w:rsid w:val="00A46E81"/>
    <w:rsid w:val="00A47532"/>
    <w:rsid w:val="00A47EF3"/>
    <w:rsid w:val="00A50CF6"/>
    <w:rsid w:val="00A51342"/>
    <w:rsid w:val="00A52AB5"/>
    <w:rsid w:val="00A53C5E"/>
    <w:rsid w:val="00A54505"/>
    <w:rsid w:val="00A54A13"/>
    <w:rsid w:val="00A5505B"/>
    <w:rsid w:val="00A5529D"/>
    <w:rsid w:val="00A554A3"/>
    <w:rsid w:val="00A557CF"/>
    <w:rsid w:val="00A55B81"/>
    <w:rsid w:val="00A55E09"/>
    <w:rsid w:val="00A5626B"/>
    <w:rsid w:val="00A564F3"/>
    <w:rsid w:val="00A56707"/>
    <w:rsid w:val="00A56B2E"/>
    <w:rsid w:val="00A579C2"/>
    <w:rsid w:val="00A57A53"/>
    <w:rsid w:val="00A60907"/>
    <w:rsid w:val="00A62E17"/>
    <w:rsid w:val="00A63412"/>
    <w:rsid w:val="00A63B2C"/>
    <w:rsid w:val="00A63B71"/>
    <w:rsid w:val="00A64237"/>
    <w:rsid w:val="00A6443C"/>
    <w:rsid w:val="00A64444"/>
    <w:rsid w:val="00A6485E"/>
    <w:rsid w:val="00A66062"/>
    <w:rsid w:val="00A670BA"/>
    <w:rsid w:val="00A673FD"/>
    <w:rsid w:val="00A67DC6"/>
    <w:rsid w:val="00A70454"/>
    <w:rsid w:val="00A71294"/>
    <w:rsid w:val="00A71E3B"/>
    <w:rsid w:val="00A7275F"/>
    <w:rsid w:val="00A73035"/>
    <w:rsid w:val="00A74E4D"/>
    <w:rsid w:val="00A7503A"/>
    <w:rsid w:val="00A7580E"/>
    <w:rsid w:val="00A776FD"/>
    <w:rsid w:val="00A8005C"/>
    <w:rsid w:val="00A811C1"/>
    <w:rsid w:val="00A81789"/>
    <w:rsid w:val="00A81CFF"/>
    <w:rsid w:val="00A840F2"/>
    <w:rsid w:val="00A8434A"/>
    <w:rsid w:val="00A8569F"/>
    <w:rsid w:val="00A86238"/>
    <w:rsid w:val="00A86B53"/>
    <w:rsid w:val="00A8758C"/>
    <w:rsid w:val="00A87D49"/>
    <w:rsid w:val="00A87E2C"/>
    <w:rsid w:val="00A9013A"/>
    <w:rsid w:val="00A90814"/>
    <w:rsid w:val="00A90C4B"/>
    <w:rsid w:val="00A90C7B"/>
    <w:rsid w:val="00A915D6"/>
    <w:rsid w:val="00A92221"/>
    <w:rsid w:val="00A92EA1"/>
    <w:rsid w:val="00A93E48"/>
    <w:rsid w:val="00A94014"/>
    <w:rsid w:val="00A944CB"/>
    <w:rsid w:val="00A94866"/>
    <w:rsid w:val="00A9531D"/>
    <w:rsid w:val="00A96AD4"/>
    <w:rsid w:val="00A9765B"/>
    <w:rsid w:val="00AA00A6"/>
    <w:rsid w:val="00AA0279"/>
    <w:rsid w:val="00AA1F2D"/>
    <w:rsid w:val="00AA2B99"/>
    <w:rsid w:val="00AA2FB2"/>
    <w:rsid w:val="00AA3069"/>
    <w:rsid w:val="00AA5380"/>
    <w:rsid w:val="00AA5791"/>
    <w:rsid w:val="00AA5B2D"/>
    <w:rsid w:val="00AA5FE0"/>
    <w:rsid w:val="00AA6258"/>
    <w:rsid w:val="00AA6DFA"/>
    <w:rsid w:val="00AA797E"/>
    <w:rsid w:val="00AA7CFD"/>
    <w:rsid w:val="00AB04E3"/>
    <w:rsid w:val="00AB07BA"/>
    <w:rsid w:val="00AB0E71"/>
    <w:rsid w:val="00AB2631"/>
    <w:rsid w:val="00AB394C"/>
    <w:rsid w:val="00AB507A"/>
    <w:rsid w:val="00AB6216"/>
    <w:rsid w:val="00AB67E4"/>
    <w:rsid w:val="00AB6BAF"/>
    <w:rsid w:val="00AC08A6"/>
    <w:rsid w:val="00AC08E4"/>
    <w:rsid w:val="00AC1509"/>
    <w:rsid w:val="00AC15C4"/>
    <w:rsid w:val="00AC1883"/>
    <w:rsid w:val="00AC27D7"/>
    <w:rsid w:val="00AC2E61"/>
    <w:rsid w:val="00AC3EFA"/>
    <w:rsid w:val="00AC4621"/>
    <w:rsid w:val="00AC4AD3"/>
    <w:rsid w:val="00AC4E45"/>
    <w:rsid w:val="00AC510A"/>
    <w:rsid w:val="00AC546B"/>
    <w:rsid w:val="00AC5998"/>
    <w:rsid w:val="00AC6234"/>
    <w:rsid w:val="00AC6375"/>
    <w:rsid w:val="00AC78CB"/>
    <w:rsid w:val="00AC7A9F"/>
    <w:rsid w:val="00AC7CD9"/>
    <w:rsid w:val="00AD017E"/>
    <w:rsid w:val="00AD027B"/>
    <w:rsid w:val="00AD0DFC"/>
    <w:rsid w:val="00AD17C0"/>
    <w:rsid w:val="00AD1D93"/>
    <w:rsid w:val="00AD20B4"/>
    <w:rsid w:val="00AD281E"/>
    <w:rsid w:val="00AD287E"/>
    <w:rsid w:val="00AD5F23"/>
    <w:rsid w:val="00AD5FB9"/>
    <w:rsid w:val="00AD653F"/>
    <w:rsid w:val="00AD6767"/>
    <w:rsid w:val="00AD6C94"/>
    <w:rsid w:val="00AD6FEE"/>
    <w:rsid w:val="00AE1974"/>
    <w:rsid w:val="00AE1EB3"/>
    <w:rsid w:val="00AE1FAB"/>
    <w:rsid w:val="00AE361D"/>
    <w:rsid w:val="00AE36F6"/>
    <w:rsid w:val="00AE3B37"/>
    <w:rsid w:val="00AE4F41"/>
    <w:rsid w:val="00AE5764"/>
    <w:rsid w:val="00AE68A9"/>
    <w:rsid w:val="00AE7960"/>
    <w:rsid w:val="00AE7BD6"/>
    <w:rsid w:val="00AE7C2E"/>
    <w:rsid w:val="00AF02E0"/>
    <w:rsid w:val="00AF05C7"/>
    <w:rsid w:val="00AF09E0"/>
    <w:rsid w:val="00AF12DC"/>
    <w:rsid w:val="00AF17E7"/>
    <w:rsid w:val="00AF22D2"/>
    <w:rsid w:val="00AF22EE"/>
    <w:rsid w:val="00AF2838"/>
    <w:rsid w:val="00AF2EDB"/>
    <w:rsid w:val="00AF2F3D"/>
    <w:rsid w:val="00AF36DF"/>
    <w:rsid w:val="00AF3E7F"/>
    <w:rsid w:val="00AF41F3"/>
    <w:rsid w:val="00AF5AE8"/>
    <w:rsid w:val="00AF6A08"/>
    <w:rsid w:val="00AF6C74"/>
    <w:rsid w:val="00B00077"/>
    <w:rsid w:val="00B000C9"/>
    <w:rsid w:val="00B016E9"/>
    <w:rsid w:val="00B019D5"/>
    <w:rsid w:val="00B01AAC"/>
    <w:rsid w:val="00B0218C"/>
    <w:rsid w:val="00B02335"/>
    <w:rsid w:val="00B02A80"/>
    <w:rsid w:val="00B0316A"/>
    <w:rsid w:val="00B03F4D"/>
    <w:rsid w:val="00B0489F"/>
    <w:rsid w:val="00B04992"/>
    <w:rsid w:val="00B05142"/>
    <w:rsid w:val="00B05D7C"/>
    <w:rsid w:val="00B06F49"/>
    <w:rsid w:val="00B07213"/>
    <w:rsid w:val="00B07240"/>
    <w:rsid w:val="00B0777B"/>
    <w:rsid w:val="00B10248"/>
    <w:rsid w:val="00B107E5"/>
    <w:rsid w:val="00B10979"/>
    <w:rsid w:val="00B11E61"/>
    <w:rsid w:val="00B11EE0"/>
    <w:rsid w:val="00B1253E"/>
    <w:rsid w:val="00B12A7A"/>
    <w:rsid w:val="00B12DD5"/>
    <w:rsid w:val="00B1344D"/>
    <w:rsid w:val="00B140FD"/>
    <w:rsid w:val="00B147BC"/>
    <w:rsid w:val="00B147D2"/>
    <w:rsid w:val="00B15ED3"/>
    <w:rsid w:val="00B163D5"/>
    <w:rsid w:val="00B16A38"/>
    <w:rsid w:val="00B16B0B"/>
    <w:rsid w:val="00B16C36"/>
    <w:rsid w:val="00B16D3B"/>
    <w:rsid w:val="00B1757F"/>
    <w:rsid w:val="00B17C90"/>
    <w:rsid w:val="00B17FC8"/>
    <w:rsid w:val="00B2194A"/>
    <w:rsid w:val="00B2239E"/>
    <w:rsid w:val="00B228D2"/>
    <w:rsid w:val="00B22AB3"/>
    <w:rsid w:val="00B22F1D"/>
    <w:rsid w:val="00B230E9"/>
    <w:rsid w:val="00B231FE"/>
    <w:rsid w:val="00B23EEF"/>
    <w:rsid w:val="00B23F4D"/>
    <w:rsid w:val="00B244C6"/>
    <w:rsid w:val="00B24D13"/>
    <w:rsid w:val="00B24D19"/>
    <w:rsid w:val="00B26A97"/>
    <w:rsid w:val="00B26BC4"/>
    <w:rsid w:val="00B26EDF"/>
    <w:rsid w:val="00B27564"/>
    <w:rsid w:val="00B27D48"/>
    <w:rsid w:val="00B308FF"/>
    <w:rsid w:val="00B30A35"/>
    <w:rsid w:val="00B312CD"/>
    <w:rsid w:val="00B3181A"/>
    <w:rsid w:val="00B32154"/>
    <w:rsid w:val="00B3215C"/>
    <w:rsid w:val="00B34E19"/>
    <w:rsid w:val="00B34F14"/>
    <w:rsid w:val="00B34FE3"/>
    <w:rsid w:val="00B3557E"/>
    <w:rsid w:val="00B36123"/>
    <w:rsid w:val="00B365F7"/>
    <w:rsid w:val="00B36EAF"/>
    <w:rsid w:val="00B37702"/>
    <w:rsid w:val="00B37744"/>
    <w:rsid w:val="00B40C69"/>
    <w:rsid w:val="00B417DE"/>
    <w:rsid w:val="00B4421C"/>
    <w:rsid w:val="00B44816"/>
    <w:rsid w:val="00B448EE"/>
    <w:rsid w:val="00B4504B"/>
    <w:rsid w:val="00B46AF7"/>
    <w:rsid w:val="00B46C26"/>
    <w:rsid w:val="00B46C29"/>
    <w:rsid w:val="00B470A9"/>
    <w:rsid w:val="00B47492"/>
    <w:rsid w:val="00B478D6"/>
    <w:rsid w:val="00B47993"/>
    <w:rsid w:val="00B51282"/>
    <w:rsid w:val="00B51421"/>
    <w:rsid w:val="00B51456"/>
    <w:rsid w:val="00B51D32"/>
    <w:rsid w:val="00B51F4E"/>
    <w:rsid w:val="00B52087"/>
    <w:rsid w:val="00B526C4"/>
    <w:rsid w:val="00B52A7A"/>
    <w:rsid w:val="00B52B09"/>
    <w:rsid w:val="00B52B45"/>
    <w:rsid w:val="00B53628"/>
    <w:rsid w:val="00B53DDA"/>
    <w:rsid w:val="00B544E7"/>
    <w:rsid w:val="00B54677"/>
    <w:rsid w:val="00B54F53"/>
    <w:rsid w:val="00B54F60"/>
    <w:rsid w:val="00B561FC"/>
    <w:rsid w:val="00B56E0D"/>
    <w:rsid w:val="00B6040E"/>
    <w:rsid w:val="00B60C1B"/>
    <w:rsid w:val="00B611DC"/>
    <w:rsid w:val="00B6160C"/>
    <w:rsid w:val="00B61859"/>
    <w:rsid w:val="00B61A07"/>
    <w:rsid w:val="00B61F05"/>
    <w:rsid w:val="00B62204"/>
    <w:rsid w:val="00B62510"/>
    <w:rsid w:val="00B632C1"/>
    <w:rsid w:val="00B63B12"/>
    <w:rsid w:val="00B63E4C"/>
    <w:rsid w:val="00B648B4"/>
    <w:rsid w:val="00B64E54"/>
    <w:rsid w:val="00B65163"/>
    <w:rsid w:val="00B654F1"/>
    <w:rsid w:val="00B65D45"/>
    <w:rsid w:val="00B65F2F"/>
    <w:rsid w:val="00B661D9"/>
    <w:rsid w:val="00B66447"/>
    <w:rsid w:val="00B66464"/>
    <w:rsid w:val="00B66996"/>
    <w:rsid w:val="00B66CBE"/>
    <w:rsid w:val="00B67387"/>
    <w:rsid w:val="00B67784"/>
    <w:rsid w:val="00B679D3"/>
    <w:rsid w:val="00B67FD1"/>
    <w:rsid w:val="00B705AB"/>
    <w:rsid w:val="00B70735"/>
    <w:rsid w:val="00B70804"/>
    <w:rsid w:val="00B70DD3"/>
    <w:rsid w:val="00B71033"/>
    <w:rsid w:val="00B72D7B"/>
    <w:rsid w:val="00B73A42"/>
    <w:rsid w:val="00B74116"/>
    <w:rsid w:val="00B74979"/>
    <w:rsid w:val="00B755EB"/>
    <w:rsid w:val="00B75CB6"/>
    <w:rsid w:val="00B762BA"/>
    <w:rsid w:val="00B81522"/>
    <w:rsid w:val="00B8255E"/>
    <w:rsid w:val="00B83245"/>
    <w:rsid w:val="00B83C6B"/>
    <w:rsid w:val="00B84485"/>
    <w:rsid w:val="00B84779"/>
    <w:rsid w:val="00B84C16"/>
    <w:rsid w:val="00B864D5"/>
    <w:rsid w:val="00B86BFF"/>
    <w:rsid w:val="00B8715F"/>
    <w:rsid w:val="00B914D5"/>
    <w:rsid w:val="00B923EB"/>
    <w:rsid w:val="00B92CD6"/>
    <w:rsid w:val="00B92EE5"/>
    <w:rsid w:val="00B9376B"/>
    <w:rsid w:val="00B93AA4"/>
    <w:rsid w:val="00B93B51"/>
    <w:rsid w:val="00B94050"/>
    <w:rsid w:val="00B94948"/>
    <w:rsid w:val="00B94A70"/>
    <w:rsid w:val="00B95282"/>
    <w:rsid w:val="00B960A5"/>
    <w:rsid w:val="00B969A5"/>
    <w:rsid w:val="00B97837"/>
    <w:rsid w:val="00B978E8"/>
    <w:rsid w:val="00B97C17"/>
    <w:rsid w:val="00B97CF5"/>
    <w:rsid w:val="00B97F29"/>
    <w:rsid w:val="00BA01CB"/>
    <w:rsid w:val="00BA05D6"/>
    <w:rsid w:val="00BA0F8A"/>
    <w:rsid w:val="00BA159D"/>
    <w:rsid w:val="00BA172F"/>
    <w:rsid w:val="00BA1B49"/>
    <w:rsid w:val="00BA1F9D"/>
    <w:rsid w:val="00BA23B3"/>
    <w:rsid w:val="00BA28BC"/>
    <w:rsid w:val="00BA2D03"/>
    <w:rsid w:val="00BA33BC"/>
    <w:rsid w:val="00BA34FE"/>
    <w:rsid w:val="00BA3D35"/>
    <w:rsid w:val="00BA501F"/>
    <w:rsid w:val="00BA51D4"/>
    <w:rsid w:val="00BA5273"/>
    <w:rsid w:val="00BA5316"/>
    <w:rsid w:val="00BA5AE0"/>
    <w:rsid w:val="00BA5B50"/>
    <w:rsid w:val="00BA6427"/>
    <w:rsid w:val="00BA6820"/>
    <w:rsid w:val="00BB040C"/>
    <w:rsid w:val="00BB0E80"/>
    <w:rsid w:val="00BB1546"/>
    <w:rsid w:val="00BB1989"/>
    <w:rsid w:val="00BB1D53"/>
    <w:rsid w:val="00BB1D94"/>
    <w:rsid w:val="00BB2387"/>
    <w:rsid w:val="00BB2578"/>
    <w:rsid w:val="00BB2603"/>
    <w:rsid w:val="00BB2FF2"/>
    <w:rsid w:val="00BB3616"/>
    <w:rsid w:val="00BB369C"/>
    <w:rsid w:val="00BB47A1"/>
    <w:rsid w:val="00BB49CA"/>
    <w:rsid w:val="00BB4ABE"/>
    <w:rsid w:val="00BB7A1D"/>
    <w:rsid w:val="00BB7F33"/>
    <w:rsid w:val="00BB7FF5"/>
    <w:rsid w:val="00BC15F4"/>
    <w:rsid w:val="00BC17C5"/>
    <w:rsid w:val="00BC1D1F"/>
    <w:rsid w:val="00BC206E"/>
    <w:rsid w:val="00BC2DEF"/>
    <w:rsid w:val="00BC36DA"/>
    <w:rsid w:val="00BC37B9"/>
    <w:rsid w:val="00BC3AC9"/>
    <w:rsid w:val="00BC4B14"/>
    <w:rsid w:val="00BC4C63"/>
    <w:rsid w:val="00BC58CA"/>
    <w:rsid w:val="00BC64C2"/>
    <w:rsid w:val="00BC6625"/>
    <w:rsid w:val="00BC68E7"/>
    <w:rsid w:val="00BC779C"/>
    <w:rsid w:val="00BD020D"/>
    <w:rsid w:val="00BD041E"/>
    <w:rsid w:val="00BD07BE"/>
    <w:rsid w:val="00BD0DD0"/>
    <w:rsid w:val="00BD20BD"/>
    <w:rsid w:val="00BD2187"/>
    <w:rsid w:val="00BD2AC8"/>
    <w:rsid w:val="00BD2B81"/>
    <w:rsid w:val="00BD3297"/>
    <w:rsid w:val="00BD3A89"/>
    <w:rsid w:val="00BD3F42"/>
    <w:rsid w:val="00BD4FAE"/>
    <w:rsid w:val="00BD6112"/>
    <w:rsid w:val="00BD6277"/>
    <w:rsid w:val="00BD64FF"/>
    <w:rsid w:val="00BD6D24"/>
    <w:rsid w:val="00BE1757"/>
    <w:rsid w:val="00BE2492"/>
    <w:rsid w:val="00BE2B33"/>
    <w:rsid w:val="00BE3751"/>
    <w:rsid w:val="00BE3853"/>
    <w:rsid w:val="00BE3C0B"/>
    <w:rsid w:val="00BE3D6E"/>
    <w:rsid w:val="00BE5D1A"/>
    <w:rsid w:val="00BE690A"/>
    <w:rsid w:val="00BF0C0F"/>
    <w:rsid w:val="00BF0DC4"/>
    <w:rsid w:val="00BF1E27"/>
    <w:rsid w:val="00BF32CC"/>
    <w:rsid w:val="00BF34D0"/>
    <w:rsid w:val="00BF3C9D"/>
    <w:rsid w:val="00BF43C0"/>
    <w:rsid w:val="00BF47E8"/>
    <w:rsid w:val="00BF4BF0"/>
    <w:rsid w:val="00BF566D"/>
    <w:rsid w:val="00BF5705"/>
    <w:rsid w:val="00BF631F"/>
    <w:rsid w:val="00BF635A"/>
    <w:rsid w:val="00BF6538"/>
    <w:rsid w:val="00C008C0"/>
    <w:rsid w:val="00C00D35"/>
    <w:rsid w:val="00C01E07"/>
    <w:rsid w:val="00C02C91"/>
    <w:rsid w:val="00C02EF0"/>
    <w:rsid w:val="00C03159"/>
    <w:rsid w:val="00C0334A"/>
    <w:rsid w:val="00C03A4A"/>
    <w:rsid w:val="00C03DC3"/>
    <w:rsid w:val="00C0540D"/>
    <w:rsid w:val="00C05A50"/>
    <w:rsid w:val="00C06365"/>
    <w:rsid w:val="00C06F6E"/>
    <w:rsid w:val="00C07127"/>
    <w:rsid w:val="00C07659"/>
    <w:rsid w:val="00C1028B"/>
    <w:rsid w:val="00C1053E"/>
    <w:rsid w:val="00C10BFE"/>
    <w:rsid w:val="00C11404"/>
    <w:rsid w:val="00C11AB5"/>
    <w:rsid w:val="00C11E4F"/>
    <w:rsid w:val="00C13919"/>
    <w:rsid w:val="00C13BF2"/>
    <w:rsid w:val="00C14799"/>
    <w:rsid w:val="00C16368"/>
    <w:rsid w:val="00C167DD"/>
    <w:rsid w:val="00C1687B"/>
    <w:rsid w:val="00C170B6"/>
    <w:rsid w:val="00C173B9"/>
    <w:rsid w:val="00C176D1"/>
    <w:rsid w:val="00C2104E"/>
    <w:rsid w:val="00C214BB"/>
    <w:rsid w:val="00C24027"/>
    <w:rsid w:val="00C24243"/>
    <w:rsid w:val="00C24D92"/>
    <w:rsid w:val="00C255AB"/>
    <w:rsid w:val="00C2777E"/>
    <w:rsid w:val="00C27A41"/>
    <w:rsid w:val="00C30545"/>
    <w:rsid w:val="00C30B1B"/>
    <w:rsid w:val="00C30D6B"/>
    <w:rsid w:val="00C312E1"/>
    <w:rsid w:val="00C31438"/>
    <w:rsid w:val="00C31FE8"/>
    <w:rsid w:val="00C3222E"/>
    <w:rsid w:val="00C328FB"/>
    <w:rsid w:val="00C34290"/>
    <w:rsid w:val="00C344E2"/>
    <w:rsid w:val="00C34949"/>
    <w:rsid w:val="00C3529B"/>
    <w:rsid w:val="00C35FD9"/>
    <w:rsid w:val="00C36252"/>
    <w:rsid w:val="00C36674"/>
    <w:rsid w:val="00C36A28"/>
    <w:rsid w:val="00C36BA6"/>
    <w:rsid w:val="00C36C9B"/>
    <w:rsid w:val="00C37BD6"/>
    <w:rsid w:val="00C41198"/>
    <w:rsid w:val="00C41B9D"/>
    <w:rsid w:val="00C42028"/>
    <w:rsid w:val="00C43C86"/>
    <w:rsid w:val="00C43DBB"/>
    <w:rsid w:val="00C44A74"/>
    <w:rsid w:val="00C45C6E"/>
    <w:rsid w:val="00C45EF6"/>
    <w:rsid w:val="00C46647"/>
    <w:rsid w:val="00C466CA"/>
    <w:rsid w:val="00C5073B"/>
    <w:rsid w:val="00C51168"/>
    <w:rsid w:val="00C515CF"/>
    <w:rsid w:val="00C51E94"/>
    <w:rsid w:val="00C53C1A"/>
    <w:rsid w:val="00C54882"/>
    <w:rsid w:val="00C549E9"/>
    <w:rsid w:val="00C54E5D"/>
    <w:rsid w:val="00C555EE"/>
    <w:rsid w:val="00C5671D"/>
    <w:rsid w:val="00C56CA5"/>
    <w:rsid w:val="00C570D2"/>
    <w:rsid w:val="00C60801"/>
    <w:rsid w:val="00C60AE1"/>
    <w:rsid w:val="00C622B9"/>
    <w:rsid w:val="00C62491"/>
    <w:rsid w:val="00C62629"/>
    <w:rsid w:val="00C62E07"/>
    <w:rsid w:val="00C6337F"/>
    <w:rsid w:val="00C63EBD"/>
    <w:rsid w:val="00C647D8"/>
    <w:rsid w:val="00C6494B"/>
    <w:rsid w:val="00C6562F"/>
    <w:rsid w:val="00C6635E"/>
    <w:rsid w:val="00C66E02"/>
    <w:rsid w:val="00C6715B"/>
    <w:rsid w:val="00C675F6"/>
    <w:rsid w:val="00C67EE1"/>
    <w:rsid w:val="00C70121"/>
    <w:rsid w:val="00C70823"/>
    <w:rsid w:val="00C72690"/>
    <w:rsid w:val="00C72C1B"/>
    <w:rsid w:val="00C733DE"/>
    <w:rsid w:val="00C74314"/>
    <w:rsid w:val="00C7455D"/>
    <w:rsid w:val="00C74CA4"/>
    <w:rsid w:val="00C7513F"/>
    <w:rsid w:val="00C75297"/>
    <w:rsid w:val="00C755EF"/>
    <w:rsid w:val="00C75C48"/>
    <w:rsid w:val="00C75D0B"/>
    <w:rsid w:val="00C75F50"/>
    <w:rsid w:val="00C7607C"/>
    <w:rsid w:val="00C76EB0"/>
    <w:rsid w:val="00C77979"/>
    <w:rsid w:val="00C8014F"/>
    <w:rsid w:val="00C8048E"/>
    <w:rsid w:val="00C810AD"/>
    <w:rsid w:val="00C81362"/>
    <w:rsid w:val="00C81669"/>
    <w:rsid w:val="00C819C0"/>
    <w:rsid w:val="00C81B12"/>
    <w:rsid w:val="00C81B88"/>
    <w:rsid w:val="00C81C0C"/>
    <w:rsid w:val="00C81C77"/>
    <w:rsid w:val="00C82183"/>
    <w:rsid w:val="00C82553"/>
    <w:rsid w:val="00C82660"/>
    <w:rsid w:val="00C82760"/>
    <w:rsid w:val="00C84456"/>
    <w:rsid w:val="00C855A5"/>
    <w:rsid w:val="00C86594"/>
    <w:rsid w:val="00C869C7"/>
    <w:rsid w:val="00C87BC7"/>
    <w:rsid w:val="00C90717"/>
    <w:rsid w:val="00C90F7C"/>
    <w:rsid w:val="00C9146E"/>
    <w:rsid w:val="00C92229"/>
    <w:rsid w:val="00C92724"/>
    <w:rsid w:val="00C9282C"/>
    <w:rsid w:val="00C93331"/>
    <w:rsid w:val="00C93776"/>
    <w:rsid w:val="00C93BB5"/>
    <w:rsid w:val="00C94A4A"/>
    <w:rsid w:val="00C957A0"/>
    <w:rsid w:val="00C95E6A"/>
    <w:rsid w:val="00C96422"/>
    <w:rsid w:val="00C96F17"/>
    <w:rsid w:val="00C97B37"/>
    <w:rsid w:val="00CA037E"/>
    <w:rsid w:val="00CA2847"/>
    <w:rsid w:val="00CA3144"/>
    <w:rsid w:val="00CA3249"/>
    <w:rsid w:val="00CA36B4"/>
    <w:rsid w:val="00CA371D"/>
    <w:rsid w:val="00CA4609"/>
    <w:rsid w:val="00CA49CC"/>
    <w:rsid w:val="00CA4FEA"/>
    <w:rsid w:val="00CA5814"/>
    <w:rsid w:val="00CA7649"/>
    <w:rsid w:val="00CA7751"/>
    <w:rsid w:val="00CB007E"/>
    <w:rsid w:val="00CB0A14"/>
    <w:rsid w:val="00CB1E00"/>
    <w:rsid w:val="00CB236F"/>
    <w:rsid w:val="00CB24CB"/>
    <w:rsid w:val="00CB295E"/>
    <w:rsid w:val="00CB3392"/>
    <w:rsid w:val="00CB35D1"/>
    <w:rsid w:val="00CB3844"/>
    <w:rsid w:val="00CB3A4F"/>
    <w:rsid w:val="00CB4AB5"/>
    <w:rsid w:val="00CB4D6F"/>
    <w:rsid w:val="00CB541D"/>
    <w:rsid w:val="00CB5D18"/>
    <w:rsid w:val="00CB634A"/>
    <w:rsid w:val="00CB66E9"/>
    <w:rsid w:val="00CB6C65"/>
    <w:rsid w:val="00CB718A"/>
    <w:rsid w:val="00CB77C4"/>
    <w:rsid w:val="00CB790C"/>
    <w:rsid w:val="00CB792E"/>
    <w:rsid w:val="00CC0E5D"/>
    <w:rsid w:val="00CC14E9"/>
    <w:rsid w:val="00CC1E16"/>
    <w:rsid w:val="00CC2721"/>
    <w:rsid w:val="00CC2890"/>
    <w:rsid w:val="00CC2BA8"/>
    <w:rsid w:val="00CC402D"/>
    <w:rsid w:val="00CC4095"/>
    <w:rsid w:val="00CC4690"/>
    <w:rsid w:val="00CC48B7"/>
    <w:rsid w:val="00CC4931"/>
    <w:rsid w:val="00CC5DDC"/>
    <w:rsid w:val="00CC6AA6"/>
    <w:rsid w:val="00CC704D"/>
    <w:rsid w:val="00CC723A"/>
    <w:rsid w:val="00CD05F0"/>
    <w:rsid w:val="00CD0ED2"/>
    <w:rsid w:val="00CD1608"/>
    <w:rsid w:val="00CD1DDC"/>
    <w:rsid w:val="00CD211C"/>
    <w:rsid w:val="00CD2AC8"/>
    <w:rsid w:val="00CD2ADE"/>
    <w:rsid w:val="00CD31BA"/>
    <w:rsid w:val="00CD43F6"/>
    <w:rsid w:val="00CD5101"/>
    <w:rsid w:val="00CD617A"/>
    <w:rsid w:val="00CD7125"/>
    <w:rsid w:val="00CD7FC4"/>
    <w:rsid w:val="00CE01EA"/>
    <w:rsid w:val="00CE0885"/>
    <w:rsid w:val="00CE0CF7"/>
    <w:rsid w:val="00CE1397"/>
    <w:rsid w:val="00CE1431"/>
    <w:rsid w:val="00CE1785"/>
    <w:rsid w:val="00CE1A7D"/>
    <w:rsid w:val="00CE1C95"/>
    <w:rsid w:val="00CE1D55"/>
    <w:rsid w:val="00CE2DD4"/>
    <w:rsid w:val="00CE2DE2"/>
    <w:rsid w:val="00CE337B"/>
    <w:rsid w:val="00CE45CE"/>
    <w:rsid w:val="00CE677A"/>
    <w:rsid w:val="00CF03C1"/>
    <w:rsid w:val="00CF0A1C"/>
    <w:rsid w:val="00CF0B83"/>
    <w:rsid w:val="00CF242F"/>
    <w:rsid w:val="00CF2D51"/>
    <w:rsid w:val="00CF3019"/>
    <w:rsid w:val="00CF3B55"/>
    <w:rsid w:val="00CF3D54"/>
    <w:rsid w:val="00CF4200"/>
    <w:rsid w:val="00CF4562"/>
    <w:rsid w:val="00CF45EE"/>
    <w:rsid w:val="00CF4970"/>
    <w:rsid w:val="00CF6A8C"/>
    <w:rsid w:val="00D0063C"/>
    <w:rsid w:val="00D00832"/>
    <w:rsid w:val="00D0236B"/>
    <w:rsid w:val="00D03086"/>
    <w:rsid w:val="00D03B4C"/>
    <w:rsid w:val="00D044C9"/>
    <w:rsid w:val="00D04FA1"/>
    <w:rsid w:val="00D054C0"/>
    <w:rsid w:val="00D06A5D"/>
    <w:rsid w:val="00D06CF8"/>
    <w:rsid w:val="00D06D81"/>
    <w:rsid w:val="00D06EFD"/>
    <w:rsid w:val="00D0750B"/>
    <w:rsid w:val="00D07EA1"/>
    <w:rsid w:val="00D07F8C"/>
    <w:rsid w:val="00D10E96"/>
    <w:rsid w:val="00D1102F"/>
    <w:rsid w:val="00D11283"/>
    <w:rsid w:val="00D11738"/>
    <w:rsid w:val="00D118A3"/>
    <w:rsid w:val="00D11DE9"/>
    <w:rsid w:val="00D12CC9"/>
    <w:rsid w:val="00D136A4"/>
    <w:rsid w:val="00D13715"/>
    <w:rsid w:val="00D137AC"/>
    <w:rsid w:val="00D14AF9"/>
    <w:rsid w:val="00D14BA3"/>
    <w:rsid w:val="00D158D0"/>
    <w:rsid w:val="00D15E70"/>
    <w:rsid w:val="00D16719"/>
    <w:rsid w:val="00D16724"/>
    <w:rsid w:val="00D16FB6"/>
    <w:rsid w:val="00D17042"/>
    <w:rsid w:val="00D20527"/>
    <w:rsid w:val="00D205CE"/>
    <w:rsid w:val="00D20EAD"/>
    <w:rsid w:val="00D21503"/>
    <w:rsid w:val="00D2240E"/>
    <w:rsid w:val="00D23B74"/>
    <w:rsid w:val="00D24051"/>
    <w:rsid w:val="00D24692"/>
    <w:rsid w:val="00D24B65"/>
    <w:rsid w:val="00D24B6C"/>
    <w:rsid w:val="00D26362"/>
    <w:rsid w:val="00D267CC"/>
    <w:rsid w:val="00D26C00"/>
    <w:rsid w:val="00D26D91"/>
    <w:rsid w:val="00D27007"/>
    <w:rsid w:val="00D27561"/>
    <w:rsid w:val="00D27C6C"/>
    <w:rsid w:val="00D307A3"/>
    <w:rsid w:val="00D31700"/>
    <w:rsid w:val="00D31A83"/>
    <w:rsid w:val="00D31FCC"/>
    <w:rsid w:val="00D32614"/>
    <w:rsid w:val="00D3294E"/>
    <w:rsid w:val="00D32A84"/>
    <w:rsid w:val="00D32D98"/>
    <w:rsid w:val="00D332EE"/>
    <w:rsid w:val="00D34855"/>
    <w:rsid w:val="00D371EE"/>
    <w:rsid w:val="00D3724E"/>
    <w:rsid w:val="00D40875"/>
    <w:rsid w:val="00D40928"/>
    <w:rsid w:val="00D4349C"/>
    <w:rsid w:val="00D43804"/>
    <w:rsid w:val="00D443E6"/>
    <w:rsid w:val="00D44AE5"/>
    <w:rsid w:val="00D44B51"/>
    <w:rsid w:val="00D44BC5"/>
    <w:rsid w:val="00D46209"/>
    <w:rsid w:val="00D500D4"/>
    <w:rsid w:val="00D51068"/>
    <w:rsid w:val="00D51401"/>
    <w:rsid w:val="00D51895"/>
    <w:rsid w:val="00D51B21"/>
    <w:rsid w:val="00D5218C"/>
    <w:rsid w:val="00D5224A"/>
    <w:rsid w:val="00D52CF1"/>
    <w:rsid w:val="00D53ABD"/>
    <w:rsid w:val="00D5584C"/>
    <w:rsid w:val="00D558CD"/>
    <w:rsid w:val="00D55C23"/>
    <w:rsid w:val="00D56CCD"/>
    <w:rsid w:val="00D56F60"/>
    <w:rsid w:val="00D57624"/>
    <w:rsid w:val="00D57F67"/>
    <w:rsid w:val="00D61024"/>
    <w:rsid w:val="00D61AAE"/>
    <w:rsid w:val="00D62606"/>
    <w:rsid w:val="00D62F99"/>
    <w:rsid w:val="00D63413"/>
    <w:rsid w:val="00D63FEA"/>
    <w:rsid w:val="00D640CE"/>
    <w:rsid w:val="00D640F4"/>
    <w:rsid w:val="00D64691"/>
    <w:rsid w:val="00D64870"/>
    <w:rsid w:val="00D6557E"/>
    <w:rsid w:val="00D66C0B"/>
    <w:rsid w:val="00D67059"/>
    <w:rsid w:val="00D7184C"/>
    <w:rsid w:val="00D72DF0"/>
    <w:rsid w:val="00D7356B"/>
    <w:rsid w:val="00D73CE1"/>
    <w:rsid w:val="00D74B4F"/>
    <w:rsid w:val="00D75FE9"/>
    <w:rsid w:val="00D76291"/>
    <w:rsid w:val="00D76AA4"/>
    <w:rsid w:val="00D76B64"/>
    <w:rsid w:val="00D774E9"/>
    <w:rsid w:val="00D8040D"/>
    <w:rsid w:val="00D806C5"/>
    <w:rsid w:val="00D808E4"/>
    <w:rsid w:val="00D80BF2"/>
    <w:rsid w:val="00D80E1D"/>
    <w:rsid w:val="00D80F0D"/>
    <w:rsid w:val="00D815BE"/>
    <w:rsid w:val="00D819A1"/>
    <w:rsid w:val="00D82393"/>
    <w:rsid w:val="00D823F0"/>
    <w:rsid w:val="00D83632"/>
    <w:rsid w:val="00D83AFD"/>
    <w:rsid w:val="00D84520"/>
    <w:rsid w:val="00D85088"/>
    <w:rsid w:val="00D854FB"/>
    <w:rsid w:val="00D8629A"/>
    <w:rsid w:val="00D86553"/>
    <w:rsid w:val="00D86F43"/>
    <w:rsid w:val="00D87E5B"/>
    <w:rsid w:val="00D9000E"/>
    <w:rsid w:val="00D90D68"/>
    <w:rsid w:val="00D91353"/>
    <w:rsid w:val="00D91B3E"/>
    <w:rsid w:val="00D923E3"/>
    <w:rsid w:val="00D9289E"/>
    <w:rsid w:val="00D92AA6"/>
    <w:rsid w:val="00D930BC"/>
    <w:rsid w:val="00D93C60"/>
    <w:rsid w:val="00D95052"/>
    <w:rsid w:val="00D95158"/>
    <w:rsid w:val="00D95CAB"/>
    <w:rsid w:val="00D962D3"/>
    <w:rsid w:val="00D96FC5"/>
    <w:rsid w:val="00D9758D"/>
    <w:rsid w:val="00D97BD7"/>
    <w:rsid w:val="00D97F53"/>
    <w:rsid w:val="00DA02A7"/>
    <w:rsid w:val="00DA0F1B"/>
    <w:rsid w:val="00DA19C5"/>
    <w:rsid w:val="00DA2208"/>
    <w:rsid w:val="00DA25AB"/>
    <w:rsid w:val="00DA2C75"/>
    <w:rsid w:val="00DA2E93"/>
    <w:rsid w:val="00DA2F51"/>
    <w:rsid w:val="00DA4616"/>
    <w:rsid w:val="00DA49D9"/>
    <w:rsid w:val="00DA6F0C"/>
    <w:rsid w:val="00DA74CB"/>
    <w:rsid w:val="00DA7855"/>
    <w:rsid w:val="00DA7856"/>
    <w:rsid w:val="00DB088F"/>
    <w:rsid w:val="00DB0EED"/>
    <w:rsid w:val="00DB14BD"/>
    <w:rsid w:val="00DB1D41"/>
    <w:rsid w:val="00DB20C2"/>
    <w:rsid w:val="00DB21FC"/>
    <w:rsid w:val="00DB274F"/>
    <w:rsid w:val="00DB2FED"/>
    <w:rsid w:val="00DB44BD"/>
    <w:rsid w:val="00DB4A80"/>
    <w:rsid w:val="00DB4C50"/>
    <w:rsid w:val="00DB57EB"/>
    <w:rsid w:val="00DB608A"/>
    <w:rsid w:val="00DB621E"/>
    <w:rsid w:val="00DB738D"/>
    <w:rsid w:val="00DB75CD"/>
    <w:rsid w:val="00DB7C6D"/>
    <w:rsid w:val="00DB7EDE"/>
    <w:rsid w:val="00DC0654"/>
    <w:rsid w:val="00DC07DA"/>
    <w:rsid w:val="00DC180E"/>
    <w:rsid w:val="00DC1D74"/>
    <w:rsid w:val="00DC204E"/>
    <w:rsid w:val="00DC2155"/>
    <w:rsid w:val="00DC3295"/>
    <w:rsid w:val="00DC3325"/>
    <w:rsid w:val="00DC34E6"/>
    <w:rsid w:val="00DC37D8"/>
    <w:rsid w:val="00DC4BAE"/>
    <w:rsid w:val="00DC4C96"/>
    <w:rsid w:val="00DC4FA7"/>
    <w:rsid w:val="00DC616D"/>
    <w:rsid w:val="00DC76D3"/>
    <w:rsid w:val="00DC7A3E"/>
    <w:rsid w:val="00DC7BFF"/>
    <w:rsid w:val="00DD03AB"/>
    <w:rsid w:val="00DD158D"/>
    <w:rsid w:val="00DD1B06"/>
    <w:rsid w:val="00DD2C95"/>
    <w:rsid w:val="00DD2EC5"/>
    <w:rsid w:val="00DD391C"/>
    <w:rsid w:val="00DD467D"/>
    <w:rsid w:val="00DD4DF6"/>
    <w:rsid w:val="00DD54E8"/>
    <w:rsid w:val="00DD5B69"/>
    <w:rsid w:val="00DD61AD"/>
    <w:rsid w:val="00DD658E"/>
    <w:rsid w:val="00DD67C7"/>
    <w:rsid w:val="00DD6DAC"/>
    <w:rsid w:val="00DD6E7E"/>
    <w:rsid w:val="00DD7230"/>
    <w:rsid w:val="00DD736D"/>
    <w:rsid w:val="00DD77D4"/>
    <w:rsid w:val="00DD7F8A"/>
    <w:rsid w:val="00DE17D5"/>
    <w:rsid w:val="00DE1829"/>
    <w:rsid w:val="00DE1AA1"/>
    <w:rsid w:val="00DE25F0"/>
    <w:rsid w:val="00DE27C0"/>
    <w:rsid w:val="00DE2C68"/>
    <w:rsid w:val="00DE3A3E"/>
    <w:rsid w:val="00DE5127"/>
    <w:rsid w:val="00DE5847"/>
    <w:rsid w:val="00DE594F"/>
    <w:rsid w:val="00DE6841"/>
    <w:rsid w:val="00DE6FA0"/>
    <w:rsid w:val="00DE7159"/>
    <w:rsid w:val="00DE71BB"/>
    <w:rsid w:val="00DE7A43"/>
    <w:rsid w:val="00DE7A5A"/>
    <w:rsid w:val="00DF0820"/>
    <w:rsid w:val="00DF0AF0"/>
    <w:rsid w:val="00DF0FE3"/>
    <w:rsid w:val="00DF16A7"/>
    <w:rsid w:val="00DF17A2"/>
    <w:rsid w:val="00DF1C71"/>
    <w:rsid w:val="00DF1DC5"/>
    <w:rsid w:val="00DF269E"/>
    <w:rsid w:val="00DF4108"/>
    <w:rsid w:val="00DF43C4"/>
    <w:rsid w:val="00DF5576"/>
    <w:rsid w:val="00DF5775"/>
    <w:rsid w:val="00DF57B3"/>
    <w:rsid w:val="00DF5CBD"/>
    <w:rsid w:val="00DF6633"/>
    <w:rsid w:val="00DF66E0"/>
    <w:rsid w:val="00E01281"/>
    <w:rsid w:val="00E01D51"/>
    <w:rsid w:val="00E02825"/>
    <w:rsid w:val="00E02A5D"/>
    <w:rsid w:val="00E0330F"/>
    <w:rsid w:val="00E035E7"/>
    <w:rsid w:val="00E04EA3"/>
    <w:rsid w:val="00E06258"/>
    <w:rsid w:val="00E06CDB"/>
    <w:rsid w:val="00E07900"/>
    <w:rsid w:val="00E07989"/>
    <w:rsid w:val="00E10883"/>
    <w:rsid w:val="00E111B7"/>
    <w:rsid w:val="00E12000"/>
    <w:rsid w:val="00E1205D"/>
    <w:rsid w:val="00E12496"/>
    <w:rsid w:val="00E12946"/>
    <w:rsid w:val="00E12A5C"/>
    <w:rsid w:val="00E13B31"/>
    <w:rsid w:val="00E13EED"/>
    <w:rsid w:val="00E1400D"/>
    <w:rsid w:val="00E14C59"/>
    <w:rsid w:val="00E153E9"/>
    <w:rsid w:val="00E15910"/>
    <w:rsid w:val="00E1641B"/>
    <w:rsid w:val="00E171CE"/>
    <w:rsid w:val="00E172A3"/>
    <w:rsid w:val="00E205EC"/>
    <w:rsid w:val="00E212F5"/>
    <w:rsid w:val="00E215BE"/>
    <w:rsid w:val="00E21E98"/>
    <w:rsid w:val="00E21F8B"/>
    <w:rsid w:val="00E22279"/>
    <w:rsid w:val="00E22503"/>
    <w:rsid w:val="00E243C7"/>
    <w:rsid w:val="00E2487C"/>
    <w:rsid w:val="00E252AF"/>
    <w:rsid w:val="00E2595E"/>
    <w:rsid w:val="00E26836"/>
    <w:rsid w:val="00E26CDB"/>
    <w:rsid w:val="00E26E95"/>
    <w:rsid w:val="00E27C70"/>
    <w:rsid w:val="00E3018C"/>
    <w:rsid w:val="00E30B43"/>
    <w:rsid w:val="00E30E5F"/>
    <w:rsid w:val="00E31389"/>
    <w:rsid w:val="00E3154A"/>
    <w:rsid w:val="00E31640"/>
    <w:rsid w:val="00E332D6"/>
    <w:rsid w:val="00E34BE7"/>
    <w:rsid w:val="00E3547C"/>
    <w:rsid w:val="00E375E5"/>
    <w:rsid w:val="00E404AF"/>
    <w:rsid w:val="00E408B9"/>
    <w:rsid w:val="00E40BEA"/>
    <w:rsid w:val="00E4151F"/>
    <w:rsid w:val="00E42513"/>
    <w:rsid w:val="00E42A5B"/>
    <w:rsid w:val="00E42CCD"/>
    <w:rsid w:val="00E4342C"/>
    <w:rsid w:val="00E435B9"/>
    <w:rsid w:val="00E43AB8"/>
    <w:rsid w:val="00E44495"/>
    <w:rsid w:val="00E44951"/>
    <w:rsid w:val="00E44ECE"/>
    <w:rsid w:val="00E456FA"/>
    <w:rsid w:val="00E45730"/>
    <w:rsid w:val="00E45AF8"/>
    <w:rsid w:val="00E46425"/>
    <w:rsid w:val="00E4758C"/>
    <w:rsid w:val="00E4764D"/>
    <w:rsid w:val="00E5015C"/>
    <w:rsid w:val="00E510BA"/>
    <w:rsid w:val="00E513F9"/>
    <w:rsid w:val="00E51510"/>
    <w:rsid w:val="00E5361A"/>
    <w:rsid w:val="00E5396F"/>
    <w:rsid w:val="00E54426"/>
    <w:rsid w:val="00E545B2"/>
    <w:rsid w:val="00E5480C"/>
    <w:rsid w:val="00E54BEC"/>
    <w:rsid w:val="00E55082"/>
    <w:rsid w:val="00E5591B"/>
    <w:rsid w:val="00E56FA2"/>
    <w:rsid w:val="00E56FB1"/>
    <w:rsid w:val="00E576B1"/>
    <w:rsid w:val="00E61543"/>
    <w:rsid w:val="00E62977"/>
    <w:rsid w:val="00E6321D"/>
    <w:rsid w:val="00E6345F"/>
    <w:rsid w:val="00E6353C"/>
    <w:rsid w:val="00E63833"/>
    <w:rsid w:val="00E64B2C"/>
    <w:rsid w:val="00E652F5"/>
    <w:rsid w:val="00E6559B"/>
    <w:rsid w:val="00E65CBD"/>
    <w:rsid w:val="00E65E10"/>
    <w:rsid w:val="00E663A0"/>
    <w:rsid w:val="00E6659D"/>
    <w:rsid w:val="00E729E0"/>
    <w:rsid w:val="00E72BFA"/>
    <w:rsid w:val="00E72F0B"/>
    <w:rsid w:val="00E735A4"/>
    <w:rsid w:val="00E7415B"/>
    <w:rsid w:val="00E74D96"/>
    <w:rsid w:val="00E74DD3"/>
    <w:rsid w:val="00E750E5"/>
    <w:rsid w:val="00E75361"/>
    <w:rsid w:val="00E754B4"/>
    <w:rsid w:val="00E770D6"/>
    <w:rsid w:val="00E774B5"/>
    <w:rsid w:val="00E77C9B"/>
    <w:rsid w:val="00E77E09"/>
    <w:rsid w:val="00E80907"/>
    <w:rsid w:val="00E81917"/>
    <w:rsid w:val="00E81AEE"/>
    <w:rsid w:val="00E81EA9"/>
    <w:rsid w:val="00E829A5"/>
    <w:rsid w:val="00E82AE3"/>
    <w:rsid w:val="00E82FDC"/>
    <w:rsid w:val="00E836DA"/>
    <w:rsid w:val="00E83C00"/>
    <w:rsid w:val="00E84496"/>
    <w:rsid w:val="00E84A84"/>
    <w:rsid w:val="00E8623A"/>
    <w:rsid w:val="00E86B98"/>
    <w:rsid w:val="00E86D30"/>
    <w:rsid w:val="00E86E23"/>
    <w:rsid w:val="00E87C10"/>
    <w:rsid w:val="00E87D90"/>
    <w:rsid w:val="00E903D2"/>
    <w:rsid w:val="00E90652"/>
    <w:rsid w:val="00E914C0"/>
    <w:rsid w:val="00E91D95"/>
    <w:rsid w:val="00E92854"/>
    <w:rsid w:val="00E92B3B"/>
    <w:rsid w:val="00E92FDE"/>
    <w:rsid w:val="00E93B35"/>
    <w:rsid w:val="00E94C92"/>
    <w:rsid w:val="00E950F0"/>
    <w:rsid w:val="00E957EF"/>
    <w:rsid w:val="00E962F4"/>
    <w:rsid w:val="00E9771B"/>
    <w:rsid w:val="00E97C35"/>
    <w:rsid w:val="00EA0577"/>
    <w:rsid w:val="00EA123C"/>
    <w:rsid w:val="00EA1F31"/>
    <w:rsid w:val="00EA2FE2"/>
    <w:rsid w:val="00EA36B6"/>
    <w:rsid w:val="00EA4106"/>
    <w:rsid w:val="00EA547A"/>
    <w:rsid w:val="00EA671C"/>
    <w:rsid w:val="00EA722B"/>
    <w:rsid w:val="00EA7FE9"/>
    <w:rsid w:val="00EB0434"/>
    <w:rsid w:val="00EB145A"/>
    <w:rsid w:val="00EB1901"/>
    <w:rsid w:val="00EB1D9C"/>
    <w:rsid w:val="00EB2642"/>
    <w:rsid w:val="00EB30B2"/>
    <w:rsid w:val="00EB3350"/>
    <w:rsid w:val="00EB3A65"/>
    <w:rsid w:val="00EB505E"/>
    <w:rsid w:val="00EB5094"/>
    <w:rsid w:val="00EB53CD"/>
    <w:rsid w:val="00EB60AC"/>
    <w:rsid w:val="00EB62F2"/>
    <w:rsid w:val="00EB64EA"/>
    <w:rsid w:val="00EB71BB"/>
    <w:rsid w:val="00EC13A5"/>
    <w:rsid w:val="00EC1FA6"/>
    <w:rsid w:val="00EC2034"/>
    <w:rsid w:val="00EC2584"/>
    <w:rsid w:val="00EC2814"/>
    <w:rsid w:val="00EC37F6"/>
    <w:rsid w:val="00EC41B4"/>
    <w:rsid w:val="00EC4E7D"/>
    <w:rsid w:val="00EC5592"/>
    <w:rsid w:val="00EC57E9"/>
    <w:rsid w:val="00EC5D6B"/>
    <w:rsid w:val="00EC5F6F"/>
    <w:rsid w:val="00EC6442"/>
    <w:rsid w:val="00EC6BB5"/>
    <w:rsid w:val="00EC6C74"/>
    <w:rsid w:val="00EC6EEB"/>
    <w:rsid w:val="00EC72A7"/>
    <w:rsid w:val="00EC73D6"/>
    <w:rsid w:val="00ED04F3"/>
    <w:rsid w:val="00ED06E1"/>
    <w:rsid w:val="00ED073A"/>
    <w:rsid w:val="00ED1A15"/>
    <w:rsid w:val="00ED25E5"/>
    <w:rsid w:val="00ED260C"/>
    <w:rsid w:val="00ED3753"/>
    <w:rsid w:val="00ED3B2C"/>
    <w:rsid w:val="00ED4854"/>
    <w:rsid w:val="00ED55BB"/>
    <w:rsid w:val="00ED5D97"/>
    <w:rsid w:val="00ED601C"/>
    <w:rsid w:val="00ED6481"/>
    <w:rsid w:val="00ED6525"/>
    <w:rsid w:val="00ED6C93"/>
    <w:rsid w:val="00ED70DE"/>
    <w:rsid w:val="00ED76E3"/>
    <w:rsid w:val="00EE085A"/>
    <w:rsid w:val="00EE0A2A"/>
    <w:rsid w:val="00EE0DCD"/>
    <w:rsid w:val="00EE1B30"/>
    <w:rsid w:val="00EE1D71"/>
    <w:rsid w:val="00EE20B9"/>
    <w:rsid w:val="00EE278B"/>
    <w:rsid w:val="00EE32BF"/>
    <w:rsid w:val="00EE3899"/>
    <w:rsid w:val="00EE3E60"/>
    <w:rsid w:val="00EE3E9F"/>
    <w:rsid w:val="00EE3EC2"/>
    <w:rsid w:val="00EE3F55"/>
    <w:rsid w:val="00EE49A6"/>
    <w:rsid w:val="00EE4D6C"/>
    <w:rsid w:val="00EE5900"/>
    <w:rsid w:val="00EE6C44"/>
    <w:rsid w:val="00EE766E"/>
    <w:rsid w:val="00EF008F"/>
    <w:rsid w:val="00EF0112"/>
    <w:rsid w:val="00EF0381"/>
    <w:rsid w:val="00EF15D7"/>
    <w:rsid w:val="00EF19A0"/>
    <w:rsid w:val="00EF2A33"/>
    <w:rsid w:val="00EF33D8"/>
    <w:rsid w:val="00EF4636"/>
    <w:rsid w:val="00EF4F05"/>
    <w:rsid w:val="00EF5041"/>
    <w:rsid w:val="00EF5BA7"/>
    <w:rsid w:val="00EF6E4C"/>
    <w:rsid w:val="00F01467"/>
    <w:rsid w:val="00F01B95"/>
    <w:rsid w:val="00F03A9B"/>
    <w:rsid w:val="00F042BA"/>
    <w:rsid w:val="00F046E3"/>
    <w:rsid w:val="00F053FF"/>
    <w:rsid w:val="00F05B59"/>
    <w:rsid w:val="00F06132"/>
    <w:rsid w:val="00F06660"/>
    <w:rsid w:val="00F06757"/>
    <w:rsid w:val="00F06D2A"/>
    <w:rsid w:val="00F07C37"/>
    <w:rsid w:val="00F10555"/>
    <w:rsid w:val="00F113EA"/>
    <w:rsid w:val="00F11ACC"/>
    <w:rsid w:val="00F124A1"/>
    <w:rsid w:val="00F128C6"/>
    <w:rsid w:val="00F1297B"/>
    <w:rsid w:val="00F13744"/>
    <w:rsid w:val="00F13CA5"/>
    <w:rsid w:val="00F13D99"/>
    <w:rsid w:val="00F140D9"/>
    <w:rsid w:val="00F15D07"/>
    <w:rsid w:val="00F1603F"/>
    <w:rsid w:val="00F160E6"/>
    <w:rsid w:val="00F162EE"/>
    <w:rsid w:val="00F16A84"/>
    <w:rsid w:val="00F16E04"/>
    <w:rsid w:val="00F1752E"/>
    <w:rsid w:val="00F1753E"/>
    <w:rsid w:val="00F17C46"/>
    <w:rsid w:val="00F207A2"/>
    <w:rsid w:val="00F20899"/>
    <w:rsid w:val="00F20D49"/>
    <w:rsid w:val="00F213EA"/>
    <w:rsid w:val="00F21554"/>
    <w:rsid w:val="00F21948"/>
    <w:rsid w:val="00F21B09"/>
    <w:rsid w:val="00F21D11"/>
    <w:rsid w:val="00F21DC4"/>
    <w:rsid w:val="00F233AF"/>
    <w:rsid w:val="00F23417"/>
    <w:rsid w:val="00F234F3"/>
    <w:rsid w:val="00F23718"/>
    <w:rsid w:val="00F239DF"/>
    <w:rsid w:val="00F23E59"/>
    <w:rsid w:val="00F24335"/>
    <w:rsid w:val="00F244DE"/>
    <w:rsid w:val="00F24944"/>
    <w:rsid w:val="00F24D9A"/>
    <w:rsid w:val="00F2533A"/>
    <w:rsid w:val="00F2547D"/>
    <w:rsid w:val="00F25AEA"/>
    <w:rsid w:val="00F25B21"/>
    <w:rsid w:val="00F262C5"/>
    <w:rsid w:val="00F26681"/>
    <w:rsid w:val="00F26914"/>
    <w:rsid w:val="00F26ACD"/>
    <w:rsid w:val="00F26F6A"/>
    <w:rsid w:val="00F27036"/>
    <w:rsid w:val="00F271FC"/>
    <w:rsid w:val="00F30FE2"/>
    <w:rsid w:val="00F3129E"/>
    <w:rsid w:val="00F314E1"/>
    <w:rsid w:val="00F32531"/>
    <w:rsid w:val="00F327F5"/>
    <w:rsid w:val="00F32B9C"/>
    <w:rsid w:val="00F32E06"/>
    <w:rsid w:val="00F33048"/>
    <w:rsid w:val="00F33C14"/>
    <w:rsid w:val="00F33C2A"/>
    <w:rsid w:val="00F35ED6"/>
    <w:rsid w:val="00F406A9"/>
    <w:rsid w:val="00F407A6"/>
    <w:rsid w:val="00F41746"/>
    <w:rsid w:val="00F42FF4"/>
    <w:rsid w:val="00F44B86"/>
    <w:rsid w:val="00F451F9"/>
    <w:rsid w:val="00F45285"/>
    <w:rsid w:val="00F45D74"/>
    <w:rsid w:val="00F5023E"/>
    <w:rsid w:val="00F50427"/>
    <w:rsid w:val="00F50817"/>
    <w:rsid w:val="00F52CA5"/>
    <w:rsid w:val="00F5360A"/>
    <w:rsid w:val="00F54017"/>
    <w:rsid w:val="00F54019"/>
    <w:rsid w:val="00F5438A"/>
    <w:rsid w:val="00F5494C"/>
    <w:rsid w:val="00F54BFD"/>
    <w:rsid w:val="00F554C7"/>
    <w:rsid w:val="00F55BA0"/>
    <w:rsid w:val="00F55E86"/>
    <w:rsid w:val="00F57483"/>
    <w:rsid w:val="00F57681"/>
    <w:rsid w:val="00F6066B"/>
    <w:rsid w:val="00F60751"/>
    <w:rsid w:val="00F60C08"/>
    <w:rsid w:val="00F60DDB"/>
    <w:rsid w:val="00F61B93"/>
    <w:rsid w:val="00F629F8"/>
    <w:rsid w:val="00F632FC"/>
    <w:rsid w:val="00F637FB"/>
    <w:rsid w:val="00F64039"/>
    <w:rsid w:val="00F6441E"/>
    <w:rsid w:val="00F65207"/>
    <w:rsid w:val="00F66242"/>
    <w:rsid w:val="00F67D8F"/>
    <w:rsid w:val="00F67DC5"/>
    <w:rsid w:val="00F717C7"/>
    <w:rsid w:val="00F71A6F"/>
    <w:rsid w:val="00F71B3C"/>
    <w:rsid w:val="00F72248"/>
    <w:rsid w:val="00F724CC"/>
    <w:rsid w:val="00F72E9F"/>
    <w:rsid w:val="00F73060"/>
    <w:rsid w:val="00F732DF"/>
    <w:rsid w:val="00F73E9F"/>
    <w:rsid w:val="00F740C1"/>
    <w:rsid w:val="00F744F4"/>
    <w:rsid w:val="00F7460D"/>
    <w:rsid w:val="00F747CF"/>
    <w:rsid w:val="00F757A4"/>
    <w:rsid w:val="00F760B8"/>
    <w:rsid w:val="00F76158"/>
    <w:rsid w:val="00F768F8"/>
    <w:rsid w:val="00F76B44"/>
    <w:rsid w:val="00F76CD0"/>
    <w:rsid w:val="00F77875"/>
    <w:rsid w:val="00F80A32"/>
    <w:rsid w:val="00F8111F"/>
    <w:rsid w:val="00F81360"/>
    <w:rsid w:val="00F82347"/>
    <w:rsid w:val="00F8258A"/>
    <w:rsid w:val="00F82FAC"/>
    <w:rsid w:val="00F83479"/>
    <w:rsid w:val="00F834A3"/>
    <w:rsid w:val="00F83555"/>
    <w:rsid w:val="00F83E4B"/>
    <w:rsid w:val="00F85A32"/>
    <w:rsid w:val="00F86397"/>
    <w:rsid w:val="00F86D07"/>
    <w:rsid w:val="00F86D50"/>
    <w:rsid w:val="00F8796F"/>
    <w:rsid w:val="00F879BA"/>
    <w:rsid w:val="00F87D07"/>
    <w:rsid w:val="00F87E48"/>
    <w:rsid w:val="00F90BD0"/>
    <w:rsid w:val="00F92B89"/>
    <w:rsid w:val="00F934A9"/>
    <w:rsid w:val="00F935DD"/>
    <w:rsid w:val="00F93A74"/>
    <w:rsid w:val="00F9489E"/>
    <w:rsid w:val="00F949D0"/>
    <w:rsid w:val="00F94F56"/>
    <w:rsid w:val="00F95CEE"/>
    <w:rsid w:val="00FA0DB3"/>
    <w:rsid w:val="00FA143F"/>
    <w:rsid w:val="00FA3373"/>
    <w:rsid w:val="00FA3EF1"/>
    <w:rsid w:val="00FA45AF"/>
    <w:rsid w:val="00FA48BD"/>
    <w:rsid w:val="00FA503F"/>
    <w:rsid w:val="00FA56F6"/>
    <w:rsid w:val="00FA6DA4"/>
    <w:rsid w:val="00FA6E23"/>
    <w:rsid w:val="00FB03CD"/>
    <w:rsid w:val="00FB0476"/>
    <w:rsid w:val="00FB145A"/>
    <w:rsid w:val="00FB20C9"/>
    <w:rsid w:val="00FB2460"/>
    <w:rsid w:val="00FB2832"/>
    <w:rsid w:val="00FB336E"/>
    <w:rsid w:val="00FB3F83"/>
    <w:rsid w:val="00FB4554"/>
    <w:rsid w:val="00FB5D73"/>
    <w:rsid w:val="00FB5FBE"/>
    <w:rsid w:val="00FB60B0"/>
    <w:rsid w:val="00FB63CE"/>
    <w:rsid w:val="00FB6654"/>
    <w:rsid w:val="00FB775C"/>
    <w:rsid w:val="00FB7F64"/>
    <w:rsid w:val="00FC072B"/>
    <w:rsid w:val="00FC0954"/>
    <w:rsid w:val="00FC0B5D"/>
    <w:rsid w:val="00FC2780"/>
    <w:rsid w:val="00FC3ACD"/>
    <w:rsid w:val="00FC3DA0"/>
    <w:rsid w:val="00FC3FC4"/>
    <w:rsid w:val="00FC48D6"/>
    <w:rsid w:val="00FC5F53"/>
    <w:rsid w:val="00FC6025"/>
    <w:rsid w:val="00FC6037"/>
    <w:rsid w:val="00FC6802"/>
    <w:rsid w:val="00FC6B33"/>
    <w:rsid w:val="00FC6F0D"/>
    <w:rsid w:val="00FD1306"/>
    <w:rsid w:val="00FD1823"/>
    <w:rsid w:val="00FD1AC7"/>
    <w:rsid w:val="00FD1AD7"/>
    <w:rsid w:val="00FD1B6F"/>
    <w:rsid w:val="00FD1F02"/>
    <w:rsid w:val="00FD1FFE"/>
    <w:rsid w:val="00FD25DE"/>
    <w:rsid w:val="00FD2CDA"/>
    <w:rsid w:val="00FD3060"/>
    <w:rsid w:val="00FD4219"/>
    <w:rsid w:val="00FD4470"/>
    <w:rsid w:val="00FD551E"/>
    <w:rsid w:val="00FD5610"/>
    <w:rsid w:val="00FD652A"/>
    <w:rsid w:val="00FD6622"/>
    <w:rsid w:val="00FD66C8"/>
    <w:rsid w:val="00FD6853"/>
    <w:rsid w:val="00FD76F4"/>
    <w:rsid w:val="00FE0AB8"/>
    <w:rsid w:val="00FE0ECF"/>
    <w:rsid w:val="00FE1587"/>
    <w:rsid w:val="00FE186F"/>
    <w:rsid w:val="00FE216D"/>
    <w:rsid w:val="00FE21FD"/>
    <w:rsid w:val="00FE3094"/>
    <w:rsid w:val="00FE34A7"/>
    <w:rsid w:val="00FE39E9"/>
    <w:rsid w:val="00FE3F13"/>
    <w:rsid w:val="00FE3F75"/>
    <w:rsid w:val="00FE7573"/>
    <w:rsid w:val="00FF20FB"/>
    <w:rsid w:val="00FF2796"/>
    <w:rsid w:val="00FF3394"/>
    <w:rsid w:val="00FF48CA"/>
    <w:rsid w:val="00FF49AA"/>
    <w:rsid w:val="00FF5072"/>
    <w:rsid w:val="00FF572F"/>
    <w:rsid w:val="00FF5937"/>
    <w:rsid w:val="00FF597B"/>
    <w:rsid w:val="00FF6711"/>
    <w:rsid w:val="00FF6718"/>
    <w:rsid w:val="00FF6A9D"/>
    <w:rsid w:val="00FF7430"/>
    <w:rsid w:val="00FF77D0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6D07"/>
    <w:rPr>
      <w:rFonts w:ascii="Arial" w:hAnsi="Arial" w:cs="Arial"/>
      <w:sz w:val="22"/>
      <w:szCs w:val="22"/>
      <w:lang w:eastAsia="en-US"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07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777B"/>
    <w:rPr>
      <w:rFonts w:ascii="Tahoma" w:hAnsi="Tahoma" w:cs="Tahoma"/>
      <w:sz w:val="16"/>
      <w:szCs w:val="16"/>
      <w:lang w:eastAsia="en-US" w:bidi="ur-PK"/>
    </w:rPr>
  </w:style>
  <w:style w:type="paragraph" w:styleId="ListParagraph">
    <w:name w:val="List Paragraph"/>
    <w:basedOn w:val="Normal"/>
    <w:uiPriority w:val="34"/>
    <w:qFormat/>
    <w:rsid w:val="00B17FC8"/>
    <w:pPr>
      <w:ind w:left="720"/>
      <w:contextualSpacing/>
    </w:pPr>
  </w:style>
  <w:style w:type="character" w:styleId="Hyperlink">
    <w:name w:val="Hyperlink"/>
    <w:basedOn w:val="DefaultParagraphFont"/>
    <w:rsid w:val="001E58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eastAsia="en-US"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07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777B"/>
    <w:rPr>
      <w:rFonts w:ascii="Tahoma" w:hAnsi="Tahoma" w:cs="Tahoma"/>
      <w:sz w:val="16"/>
      <w:szCs w:val="16"/>
      <w:lang w:eastAsia="en-US" w:bidi="ur-PK"/>
    </w:rPr>
  </w:style>
  <w:style w:type="paragraph" w:styleId="ListParagraph">
    <w:name w:val="List Paragraph"/>
    <w:basedOn w:val="Normal"/>
    <w:uiPriority w:val="34"/>
    <w:qFormat/>
    <w:rsid w:val="00B17FC8"/>
    <w:pPr>
      <w:ind w:left="720"/>
      <w:contextualSpacing/>
    </w:pPr>
  </w:style>
  <w:style w:type="character" w:styleId="Hyperlink">
    <w:name w:val="Hyperlink"/>
    <w:basedOn w:val="DefaultParagraphFont"/>
    <w:rsid w:val="001E58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ic@lse.ac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800A70B1.dotm</Template>
  <TotalTime>0</TotalTime>
  <Pages>1</Pages>
  <Words>139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2016-11-01T15:55:00Z</dcterms:created>
  <dcterms:modified xsi:type="dcterms:W3CDTF">2016-11-10T14:30:00Z</dcterms:modified>
</cp:coreProperties>
</file>