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36" w:tblpY="52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418"/>
        <w:gridCol w:w="1258"/>
        <w:gridCol w:w="1100"/>
      </w:tblGrid>
      <w:tr w:rsidR="00D00509" w:rsidTr="00FE6020">
        <w:tc>
          <w:tcPr>
            <w:tcW w:w="1980" w:type="dxa"/>
            <w:shd w:val="clear" w:color="auto" w:fill="DEEAF6" w:themeFill="accent1" w:themeFillTint="33"/>
          </w:tcPr>
          <w:p w:rsidR="00D00509" w:rsidRPr="00826857" w:rsidRDefault="00D00509" w:rsidP="00A920C7">
            <w:pPr>
              <w:jc w:val="center"/>
              <w:rPr>
                <w:b/>
              </w:rPr>
            </w:pPr>
            <w:bookmarkStart w:id="0" w:name="_GoBack"/>
            <w:bookmarkEnd w:id="0"/>
            <w:r w:rsidRPr="00826857">
              <w:rPr>
                <w:b/>
              </w:rPr>
              <w:t>Name</w:t>
            </w:r>
            <w:r>
              <w:rPr>
                <w:b/>
              </w:rPr>
              <w:t xml:space="preserve"> of App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D00509" w:rsidRPr="00826857" w:rsidRDefault="00D00509" w:rsidP="00A920C7">
            <w:pPr>
              <w:jc w:val="center"/>
              <w:rPr>
                <w:b/>
              </w:rPr>
            </w:pPr>
            <w:r w:rsidRPr="00826857">
              <w:rPr>
                <w:b/>
              </w:rPr>
              <w:t>Description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D00509" w:rsidRPr="00826857" w:rsidRDefault="00D00509" w:rsidP="00A920C7">
            <w:pPr>
              <w:jc w:val="center"/>
              <w:rPr>
                <w:b/>
              </w:rPr>
            </w:pPr>
            <w:r w:rsidRPr="00826857">
              <w:rPr>
                <w:b/>
              </w:rPr>
              <w:t>Price</w:t>
            </w:r>
          </w:p>
        </w:tc>
        <w:tc>
          <w:tcPr>
            <w:tcW w:w="1258" w:type="dxa"/>
            <w:shd w:val="clear" w:color="auto" w:fill="DEEAF6" w:themeFill="accent1" w:themeFillTint="33"/>
          </w:tcPr>
          <w:p w:rsidR="00D00509" w:rsidRPr="00826857" w:rsidRDefault="00D00509" w:rsidP="00A920C7">
            <w:pPr>
              <w:jc w:val="center"/>
              <w:rPr>
                <w:b/>
              </w:rPr>
            </w:pPr>
            <w:r w:rsidRPr="00826857">
              <w:rPr>
                <w:b/>
              </w:rPr>
              <w:t>Android Suitable</w:t>
            </w:r>
          </w:p>
        </w:tc>
        <w:tc>
          <w:tcPr>
            <w:tcW w:w="1100" w:type="dxa"/>
            <w:shd w:val="clear" w:color="auto" w:fill="DEEAF6" w:themeFill="accent1" w:themeFillTint="33"/>
          </w:tcPr>
          <w:p w:rsidR="00D00509" w:rsidRPr="00826857" w:rsidRDefault="00D00509" w:rsidP="00A920C7">
            <w:pPr>
              <w:jc w:val="center"/>
              <w:rPr>
                <w:b/>
              </w:rPr>
            </w:pPr>
            <w:r w:rsidRPr="00826857">
              <w:rPr>
                <w:b/>
              </w:rPr>
              <w:t>iPhone Suitable</w:t>
            </w:r>
          </w:p>
        </w:tc>
      </w:tr>
      <w:tr w:rsidR="00D00509" w:rsidTr="00FE6020">
        <w:tc>
          <w:tcPr>
            <w:tcW w:w="1980" w:type="dxa"/>
          </w:tcPr>
          <w:p w:rsidR="00D00509" w:rsidRPr="0092346F" w:rsidRDefault="00D00509" w:rsidP="00A920C7">
            <w:pPr>
              <w:jc w:val="center"/>
              <w:rPr>
                <w:b/>
              </w:rPr>
            </w:pPr>
            <w:r w:rsidRPr="0092346F">
              <w:rPr>
                <w:b/>
              </w:rPr>
              <w:t>MindShift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8" w:history="1">
              <w:r w:rsidR="00D00509" w:rsidRPr="00A920C7">
                <w:rPr>
                  <w:rStyle w:val="Hyperlink"/>
                  <w:sz w:val="18"/>
                  <w:szCs w:val="18"/>
                </w:rPr>
                <w:t>http://www.anxietybc.com/resources/mindshift-app</w:t>
              </w:r>
            </w:hyperlink>
          </w:p>
        </w:tc>
        <w:tc>
          <w:tcPr>
            <w:tcW w:w="3260" w:type="dxa"/>
          </w:tcPr>
          <w:p w:rsidR="00D00509" w:rsidRDefault="00D00509" w:rsidP="00A920C7">
            <w:r>
              <w:t>App that aims to help you take control of your anxiety, with strategies for managing everyday anxiety to tools to help with more specific aspects of anxiety</w:t>
            </w:r>
          </w:p>
        </w:tc>
        <w:tc>
          <w:tcPr>
            <w:tcW w:w="1418" w:type="dxa"/>
          </w:tcPr>
          <w:p w:rsidR="00D00509" w:rsidRDefault="00D00509" w:rsidP="00A920C7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06C95AE2" wp14:editId="75B036D6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95885</wp:posOffset>
                  </wp:positionV>
                  <wp:extent cx="432615" cy="495300"/>
                  <wp:effectExtent l="0" t="0" r="5715" b="0"/>
                  <wp:wrapSquare wrapText="bothSides"/>
                  <wp:docPr id="1" name="Picture 1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0434AC6D" wp14:editId="73C78EA9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127635</wp:posOffset>
                  </wp:positionV>
                  <wp:extent cx="432615" cy="495300"/>
                  <wp:effectExtent l="0" t="0" r="5715" b="0"/>
                  <wp:wrapSquare wrapText="bothSides"/>
                  <wp:docPr id="2" name="Picture 2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4B4F34">
        <w:trPr>
          <w:trHeight w:val="1062"/>
        </w:trPr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92346F">
              <w:rPr>
                <w:b/>
              </w:rPr>
              <w:t>SAM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1" w:history="1">
              <w:r w:rsidR="00D00509" w:rsidRPr="00A920C7">
                <w:rPr>
                  <w:rStyle w:val="Hyperlink"/>
                  <w:sz w:val="18"/>
                  <w:szCs w:val="18"/>
                </w:rPr>
                <w:t>http://sam-app.org.uk/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>Aims to help you understand and manage anxiety.</w:t>
            </w:r>
          </w:p>
        </w:tc>
        <w:tc>
          <w:tcPr>
            <w:tcW w:w="1418" w:type="dxa"/>
          </w:tcPr>
          <w:p w:rsidR="00D00509" w:rsidRDefault="00D00509" w:rsidP="00A920C7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49B8EB05" wp14:editId="561D01F2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155781</wp:posOffset>
                  </wp:positionV>
                  <wp:extent cx="432615" cy="495300"/>
                  <wp:effectExtent l="0" t="0" r="5715" b="0"/>
                  <wp:wrapSquare wrapText="bothSides"/>
                  <wp:docPr id="3" name="Picture 3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31E086AB" wp14:editId="0D9B1B3A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155575</wp:posOffset>
                  </wp:positionV>
                  <wp:extent cx="432615" cy="495300"/>
                  <wp:effectExtent l="0" t="0" r="5715" b="0"/>
                  <wp:wrapSquare wrapText="bothSides"/>
                  <wp:docPr id="4" name="Picture 4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>
              <w:rPr>
                <w:b/>
              </w:rPr>
              <w:t>WellMind (NHS)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2" w:history="1">
              <w:r w:rsidR="00D00509" w:rsidRPr="00A920C7">
                <w:rPr>
                  <w:rStyle w:val="Hyperlink"/>
                  <w:sz w:val="18"/>
                  <w:szCs w:val="18"/>
                </w:rPr>
                <w:t>https://play.google.com/store/apps/details?id=com.bluestepsolutions.wellmind&amp;hl=en_GB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>Advice and tips on how to improve mental health and wellbeing. Can monitor moods, get crisis help and use relaxation audio tracks.</w:t>
            </w:r>
          </w:p>
        </w:tc>
        <w:tc>
          <w:tcPr>
            <w:tcW w:w="1418" w:type="dxa"/>
          </w:tcPr>
          <w:p w:rsidR="00D00509" w:rsidRDefault="00D00509" w:rsidP="001D526D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 wp14:anchorId="12703007" wp14:editId="74EF399B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108585</wp:posOffset>
                  </wp:positionV>
                  <wp:extent cx="432615" cy="495300"/>
                  <wp:effectExtent l="0" t="0" r="5715" b="0"/>
                  <wp:wrapSquare wrapText="bothSides"/>
                  <wp:docPr id="5" name="Picture 5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>
            <w:pPr>
              <w:rPr>
                <w:noProof/>
                <w:lang w:eastAsia="en-GB"/>
              </w:rPr>
            </w:pP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92346F">
              <w:rPr>
                <w:b/>
              </w:rPr>
              <w:t>Stay Alive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D00509" w:rsidRPr="00A920C7">
                <w:rPr>
                  <w:rStyle w:val="Hyperlink"/>
                  <w:sz w:val="18"/>
                  <w:szCs w:val="18"/>
                </w:rPr>
                <w:t>http://www.prevent-suicide.org.uk/stay_alive_suicide_prevention_mobile_phone_application.html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>Access to national helplines, personalised mini-safety plan, how to help others who may be suicidal.</w:t>
            </w:r>
          </w:p>
        </w:tc>
        <w:tc>
          <w:tcPr>
            <w:tcW w:w="1418" w:type="dxa"/>
          </w:tcPr>
          <w:p w:rsidR="00D00509" w:rsidRDefault="00D00509" w:rsidP="001D526D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0" locked="0" layoutInCell="1" allowOverlap="1" wp14:anchorId="1881F0F0" wp14:editId="4C04E3F4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134620</wp:posOffset>
                  </wp:positionV>
                  <wp:extent cx="432615" cy="495300"/>
                  <wp:effectExtent l="0" t="0" r="5715" b="0"/>
                  <wp:wrapSquare wrapText="bothSides"/>
                  <wp:docPr id="6" name="Picture 6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 wp14:anchorId="72A9ED64" wp14:editId="7C0508C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163195</wp:posOffset>
                  </wp:positionV>
                  <wp:extent cx="432615" cy="495300"/>
                  <wp:effectExtent l="0" t="0" r="5715" b="0"/>
                  <wp:wrapSquare wrapText="bothSides"/>
                  <wp:docPr id="7" name="Picture 7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6C7538">
              <w:rPr>
                <w:b/>
              </w:rPr>
              <w:t>CALM HARM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D00509" w:rsidRPr="00A920C7">
                <w:rPr>
                  <w:rStyle w:val="Hyperlink"/>
                  <w:sz w:val="18"/>
                  <w:szCs w:val="18"/>
                </w:rPr>
                <w:t>https://play.google.com/store/apps/details?id=uk.org.stem4.stem4&amp;hl=en_GB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>Aims to help users to express feelings in other way and to use small tasks to distract from the thoughts of self-harm.</w:t>
            </w:r>
          </w:p>
        </w:tc>
        <w:tc>
          <w:tcPr>
            <w:tcW w:w="1418" w:type="dxa"/>
          </w:tcPr>
          <w:p w:rsidR="00D00509" w:rsidRDefault="00D00509" w:rsidP="001D526D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0" locked="0" layoutInCell="1" allowOverlap="1" wp14:anchorId="682F2A23" wp14:editId="74706B2F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111760</wp:posOffset>
                  </wp:positionV>
                  <wp:extent cx="432615" cy="495300"/>
                  <wp:effectExtent l="0" t="0" r="5715" b="0"/>
                  <wp:wrapSquare wrapText="bothSides"/>
                  <wp:docPr id="8" name="Picture 8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6C7538">
              <w:rPr>
                <w:b/>
              </w:rPr>
              <w:t>Stop Panic &amp; Anxiety Self-help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D00509" w:rsidRPr="00A920C7">
                <w:rPr>
                  <w:rStyle w:val="Hyperlink"/>
                  <w:sz w:val="18"/>
                  <w:szCs w:val="18"/>
                </w:rPr>
                <w:t>https://play.google.com/store/apps/details?id=com.excelatlife.panic&amp;hl=en_GB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>Focussed on Panic Disorder and controlling panic to relieve the fear of panic and panic attacks.</w:t>
            </w:r>
          </w:p>
        </w:tc>
        <w:tc>
          <w:tcPr>
            <w:tcW w:w="1418" w:type="dxa"/>
          </w:tcPr>
          <w:p w:rsidR="00D00509" w:rsidRDefault="00D00509" w:rsidP="001D526D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17CCEE8D" wp14:editId="2BE85018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288290</wp:posOffset>
                  </wp:positionV>
                  <wp:extent cx="432615" cy="495300"/>
                  <wp:effectExtent l="0" t="0" r="5715" b="0"/>
                  <wp:wrapSquare wrapText="bothSides"/>
                  <wp:docPr id="9" name="Picture 9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D00509" w:rsidTr="00FE6020">
        <w:tc>
          <w:tcPr>
            <w:tcW w:w="1980" w:type="dxa"/>
          </w:tcPr>
          <w:p w:rsidR="00D00509" w:rsidRDefault="00170AE2" w:rsidP="00A920C7">
            <w:pPr>
              <w:jc w:val="center"/>
              <w:rPr>
                <w:b/>
              </w:rPr>
            </w:pPr>
            <w:r>
              <w:rPr>
                <w:b/>
              </w:rPr>
              <w:t xml:space="preserve">The </w:t>
            </w:r>
            <w:r w:rsidR="00D00509" w:rsidRPr="0064470C">
              <w:rPr>
                <w:b/>
              </w:rPr>
              <w:t>Worry Box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D00509" w:rsidRPr="00A920C7">
                <w:rPr>
                  <w:rStyle w:val="Hyperlink"/>
                  <w:sz w:val="18"/>
                  <w:szCs w:val="18"/>
                </w:rPr>
                <w:t>https://play.google.com/store/apps/details?id=com.excelatlife.worrybox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D00509" w:rsidP="00A920C7">
            <w:r>
              <w:t xml:space="preserve">Aims to focus on positive thinking and stress release, mindfulness and being able to control your worry. </w:t>
            </w:r>
          </w:p>
        </w:tc>
        <w:tc>
          <w:tcPr>
            <w:tcW w:w="1418" w:type="dxa"/>
          </w:tcPr>
          <w:p w:rsidR="00D00509" w:rsidRDefault="00D00509" w:rsidP="001D526D">
            <w:r>
              <w:t>Free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0A557D64" wp14:editId="0CB8228C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97155</wp:posOffset>
                  </wp:positionV>
                  <wp:extent cx="432615" cy="495300"/>
                  <wp:effectExtent l="0" t="0" r="5715" b="0"/>
                  <wp:wrapSquare wrapText="bothSides"/>
                  <wp:docPr id="10" name="Picture 10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7422EE" w:rsidTr="00FE6020">
        <w:tc>
          <w:tcPr>
            <w:tcW w:w="1980" w:type="dxa"/>
          </w:tcPr>
          <w:p w:rsidR="007422EE" w:rsidRDefault="007422EE" w:rsidP="00A920C7">
            <w:pPr>
              <w:jc w:val="center"/>
              <w:rPr>
                <w:b/>
              </w:rPr>
            </w:pPr>
            <w:r>
              <w:rPr>
                <w:b/>
              </w:rPr>
              <w:t>Virtual Help Box</w:t>
            </w:r>
          </w:p>
          <w:p w:rsidR="00837E93" w:rsidRPr="00837E93" w:rsidRDefault="00FE4AA5" w:rsidP="00A920C7">
            <w:pPr>
              <w:jc w:val="center"/>
              <w:rPr>
                <w:sz w:val="18"/>
                <w:szCs w:val="18"/>
              </w:rPr>
            </w:pPr>
            <w:hyperlink r:id="rId17" w:history="1">
              <w:r w:rsidR="00837E93" w:rsidRPr="00837E93">
                <w:rPr>
                  <w:rStyle w:val="Hyperlink"/>
                  <w:sz w:val="18"/>
                  <w:szCs w:val="18"/>
                </w:rPr>
                <w:t>http://t2health.dcoe.mil/apps/virtual-hope-box</w:t>
              </w:r>
            </w:hyperlink>
            <w:r w:rsidR="00837E93" w:rsidRPr="00837E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7422EE" w:rsidRDefault="007422EE" w:rsidP="00A920C7">
            <w:r>
              <w:t xml:space="preserve">To be used alongside a </w:t>
            </w:r>
            <w:r w:rsidR="00837E93">
              <w:t>health provider to further promote coping, relaxation, positive thinking and distraction. Applicable for a range of Mental Health issues including PTSD.</w:t>
            </w:r>
          </w:p>
        </w:tc>
        <w:tc>
          <w:tcPr>
            <w:tcW w:w="1418" w:type="dxa"/>
          </w:tcPr>
          <w:p w:rsidR="007422EE" w:rsidRDefault="007422EE" w:rsidP="001D526D">
            <w:r>
              <w:t xml:space="preserve">Free </w:t>
            </w:r>
          </w:p>
        </w:tc>
        <w:tc>
          <w:tcPr>
            <w:tcW w:w="1258" w:type="dxa"/>
          </w:tcPr>
          <w:p w:rsidR="007422EE" w:rsidRDefault="007422EE" w:rsidP="00A920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1248" behindDoc="0" locked="0" layoutInCell="1" allowOverlap="1" wp14:anchorId="3F77095B" wp14:editId="54AEC87E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162560</wp:posOffset>
                  </wp:positionV>
                  <wp:extent cx="432615" cy="495300"/>
                  <wp:effectExtent l="0" t="0" r="5715" b="0"/>
                  <wp:wrapSquare wrapText="bothSides"/>
                  <wp:docPr id="28" name="Picture 28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7422EE" w:rsidRDefault="007422EE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703296" behindDoc="0" locked="0" layoutInCell="1" allowOverlap="1" wp14:anchorId="3F77095B" wp14:editId="54AEC87E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124460</wp:posOffset>
                  </wp:positionV>
                  <wp:extent cx="432615" cy="495300"/>
                  <wp:effectExtent l="0" t="0" r="5715" b="0"/>
                  <wp:wrapSquare wrapText="bothSides"/>
                  <wp:docPr id="29" name="Picture 29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D00509">
              <w:rPr>
                <w:b/>
              </w:rPr>
              <w:t>Pacifica</w:t>
            </w:r>
          </w:p>
          <w:p w:rsidR="00D00509" w:rsidRPr="00A920C7" w:rsidRDefault="00FE4AA5" w:rsidP="00A920C7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D00509" w:rsidRPr="00A920C7">
                <w:rPr>
                  <w:rStyle w:val="Hyperlink"/>
                  <w:sz w:val="18"/>
                  <w:szCs w:val="18"/>
                </w:rPr>
                <w:t>https://itunes.apple.com/us/app/pacifica/id922968861?mt=8</w:t>
              </w:r>
            </w:hyperlink>
            <w:r w:rsidR="00D00509" w:rsidRPr="00A920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B33813" w:rsidP="00A920C7">
            <w:r>
              <w:t xml:space="preserve">Based on CBT for mindfulness and relaxation to improve wellbeing, for release from anxiety, stress and </w:t>
            </w:r>
          </w:p>
        </w:tc>
        <w:tc>
          <w:tcPr>
            <w:tcW w:w="1418" w:type="dxa"/>
          </w:tcPr>
          <w:p w:rsidR="00D00509" w:rsidRDefault="00D00509" w:rsidP="001D526D">
            <w:r>
              <w:t>In-app purchases available</w:t>
            </w:r>
          </w:p>
        </w:tc>
        <w:tc>
          <w:tcPr>
            <w:tcW w:w="1258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0" locked="0" layoutInCell="1" allowOverlap="1" wp14:anchorId="0F1217B3" wp14:editId="4423E267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85725</wp:posOffset>
                  </wp:positionV>
                  <wp:extent cx="432615" cy="495300"/>
                  <wp:effectExtent l="0" t="0" r="5715" b="0"/>
                  <wp:wrapSquare wrapText="bothSides"/>
                  <wp:docPr id="11" name="Picture 11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 wp14:anchorId="2FB161FC" wp14:editId="4308CED9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161925</wp:posOffset>
                  </wp:positionV>
                  <wp:extent cx="432615" cy="495300"/>
                  <wp:effectExtent l="0" t="0" r="5715" b="0"/>
                  <wp:wrapSquare wrapText="bothSides"/>
                  <wp:docPr id="12" name="Picture 12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Pr="00B7625C" w:rsidRDefault="00D00509" w:rsidP="00A920C7">
            <w:pPr>
              <w:jc w:val="center"/>
              <w:rPr>
                <w:b/>
              </w:rPr>
            </w:pPr>
            <w:r w:rsidRPr="00B7625C">
              <w:rPr>
                <w:b/>
              </w:rPr>
              <w:lastRenderedPageBreak/>
              <w:t>Jason Foundation- A Friend Asks</w:t>
            </w:r>
          </w:p>
          <w:p w:rsidR="00B7625C" w:rsidRPr="00B7625C" w:rsidRDefault="00FE4AA5" w:rsidP="00A920C7">
            <w:pPr>
              <w:jc w:val="center"/>
              <w:rPr>
                <w:sz w:val="18"/>
                <w:szCs w:val="18"/>
              </w:rPr>
            </w:pPr>
            <w:hyperlink r:id="rId19" w:history="1">
              <w:r w:rsidR="00B7625C" w:rsidRPr="00B7625C">
                <w:rPr>
                  <w:rStyle w:val="Hyperlink"/>
                  <w:sz w:val="18"/>
                  <w:szCs w:val="18"/>
                </w:rPr>
                <w:t>http://jasonfoundation.com/get-involved/student/a-friend-asks-app/</w:t>
              </w:r>
            </w:hyperlink>
            <w:r w:rsidR="00B7625C" w:rsidRPr="00B7625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FE6020" w:rsidP="00A920C7">
            <w:r>
              <w:t>Information and resources to help yourself or someone you know to prevent suicide. Also includes a ‘Get Help Now’ for crisis situations.</w:t>
            </w:r>
          </w:p>
        </w:tc>
        <w:tc>
          <w:tcPr>
            <w:tcW w:w="1418" w:type="dxa"/>
          </w:tcPr>
          <w:p w:rsidR="00D00509" w:rsidRDefault="00B7625C" w:rsidP="001D526D">
            <w:r>
              <w:t>Free</w:t>
            </w:r>
          </w:p>
        </w:tc>
        <w:tc>
          <w:tcPr>
            <w:tcW w:w="1258" w:type="dxa"/>
          </w:tcPr>
          <w:p w:rsidR="00D00509" w:rsidRDefault="00B7625C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 wp14:anchorId="19A133B5" wp14:editId="5849661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169545</wp:posOffset>
                  </wp:positionV>
                  <wp:extent cx="432615" cy="495300"/>
                  <wp:effectExtent l="0" t="0" r="5715" b="0"/>
                  <wp:wrapSquare wrapText="bothSides"/>
                  <wp:docPr id="13" name="Picture 13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B7625C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74624" behindDoc="0" locked="0" layoutInCell="1" allowOverlap="1" wp14:anchorId="12DD86AD" wp14:editId="57844EEC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131445</wp:posOffset>
                  </wp:positionV>
                  <wp:extent cx="432615" cy="495300"/>
                  <wp:effectExtent l="0" t="0" r="5715" b="0"/>
                  <wp:wrapSquare wrapText="bothSides"/>
                  <wp:docPr id="14" name="Picture 14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FE6020">
              <w:rPr>
                <w:b/>
              </w:rPr>
              <w:t>Anxiety United</w:t>
            </w:r>
          </w:p>
          <w:p w:rsidR="004B4F34" w:rsidRPr="004B4F34" w:rsidRDefault="00FE4AA5" w:rsidP="00A920C7">
            <w:pPr>
              <w:jc w:val="center"/>
              <w:rPr>
                <w:sz w:val="18"/>
                <w:szCs w:val="18"/>
              </w:rPr>
            </w:pPr>
            <w:hyperlink r:id="rId20" w:history="1">
              <w:r w:rsidR="004B4F34" w:rsidRPr="00AF48EF">
                <w:rPr>
                  <w:rStyle w:val="Hyperlink"/>
                  <w:sz w:val="18"/>
                  <w:szCs w:val="18"/>
                </w:rPr>
                <w:t>https://play.google.com/store/apps/details?id=com.anxiety.united&amp;hl=en</w:t>
              </w:r>
            </w:hyperlink>
            <w:r w:rsidR="004B4F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4B4F34" w:rsidP="00A920C7">
            <w:r>
              <w:t xml:space="preserve">Social network to share experiences and gain information and advice, with a free resource centre. </w:t>
            </w:r>
          </w:p>
        </w:tc>
        <w:tc>
          <w:tcPr>
            <w:tcW w:w="1418" w:type="dxa"/>
          </w:tcPr>
          <w:p w:rsidR="00D00509" w:rsidRDefault="00FE6020" w:rsidP="001D526D">
            <w:r>
              <w:t>Free</w:t>
            </w:r>
          </w:p>
        </w:tc>
        <w:tc>
          <w:tcPr>
            <w:tcW w:w="1258" w:type="dxa"/>
          </w:tcPr>
          <w:p w:rsidR="00D00509" w:rsidRDefault="001D526D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82816" behindDoc="0" locked="0" layoutInCell="1" allowOverlap="1" wp14:anchorId="3169B63F" wp14:editId="3F815A6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179070</wp:posOffset>
                  </wp:positionV>
                  <wp:extent cx="432615" cy="495300"/>
                  <wp:effectExtent l="0" t="0" r="5715" b="0"/>
                  <wp:wrapSquare wrapText="bothSides"/>
                  <wp:docPr id="19" name="Picture 19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Toxic Thinking</w:t>
            </w:r>
          </w:p>
          <w:p w:rsidR="001D526D" w:rsidRPr="001D526D" w:rsidRDefault="00FE4AA5" w:rsidP="00A920C7">
            <w:pPr>
              <w:jc w:val="center"/>
              <w:rPr>
                <w:sz w:val="18"/>
                <w:szCs w:val="18"/>
              </w:rPr>
            </w:pPr>
            <w:hyperlink r:id="rId21" w:history="1">
              <w:r w:rsidR="001D526D" w:rsidRPr="001D526D">
                <w:rPr>
                  <w:rStyle w:val="Hyperlink"/>
                  <w:sz w:val="18"/>
                  <w:szCs w:val="18"/>
                </w:rPr>
                <w:t>http://www.toxicthinking.info/</w:t>
              </w:r>
            </w:hyperlink>
            <w:r w:rsidR="001D526D" w:rsidRPr="001D526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1D526D" w:rsidP="00A920C7">
            <w:r>
              <w:t>Awareness and prevention of toxic thinking by focussing on the triggers, and appropriate action, as well as general information.</w:t>
            </w:r>
          </w:p>
        </w:tc>
        <w:tc>
          <w:tcPr>
            <w:tcW w:w="1418" w:type="dxa"/>
          </w:tcPr>
          <w:p w:rsidR="00D00509" w:rsidRDefault="001D526D" w:rsidP="001D526D">
            <w:r>
              <w:t>Free</w:t>
            </w:r>
          </w:p>
        </w:tc>
        <w:tc>
          <w:tcPr>
            <w:tcW w:w="1258" w:type="dxa"/>
          </w:tcPr>
          <w:p w:rsidR="00D00509" w:rsidRDefault="001D526D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3D7C691A" wp14:editId="68D8DF0A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45720</wp:posOffset>
                  </wp:positionV>
                  <wp:extent cx="432615" cy="495300"/>
                  <wp:effectExtent l="0" t="0" r="5715" b="0"/>
                  <wp:wrapSquare wrapText="bothSides"/>
                  <wp:docPr id="17" name="Picture 17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1D526D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80768" behindDoc="0" locked="0" layoutInCell="1" allowOverlap="1" wp14:anchorId="62F15F3E" wp14:editId="60DFBAD8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93345</wp:posOffset>
                  </wp:positionV>
                  <wp:extent cx="432615" cy="495300"/>
                  <wp:effectExtent l="0" t="0" r="5715" b="0"/>
                  <wp:wrapSquare wrapText="bothSides"/>
                  <wp:docPr id="18" name="Picture 18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Depression CBT Self-help Guide</w:t>
            </w:r>
          </w:p>
          <w:p w:rsidR="00E02F76" w:rsidRPr="00E02F76" w:rsidRDefault="00FE4AA5" w:rsidP="00A920C7">
            <w:pPr>
              <w:jc w:val="center"/>
              <w:rPr>
                <w:sz w:val="18"/>
                <w:szCs w:val="18"/>
              </w:rPr>
            </w:pPr>
            <w:hyperlink r:id="rId22" w:history="1">
              <w:r w:rsidR="00E02F76" w:rsidRPr="00E02F76">
                <w:rPr>
                  <w:rStyle w:val="Hyperlink"/>
                  <w:sz w:val="18"/>
                  <w:szCs w:val="18"/>
                </w:rPr>
                <w:t>https://play.google.com/store/apps/details?id=com.excelatlife.depression&amp;hl=en_GB</w:t>
              </w:r>
            </w:hyperlink>
            <w:r w:rsidR="00E02F76" w:rsidRPr="00E02F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E02F76" w:rsidP="00A920C7">
            <w:r>
              <w:t>Help to manage depression, relaxation audios, a diary, articles and CBT suggestions.</w:t>
            </w:r>
          </w:p>
        </w:tc>
        <w:tc>
          <w:tcPr>
            <w:tcW w:w="1418" w:type="dxa"/>
          </w:tcPr>
          <w:p w:rsidR="00D00509" w:rsidRDefault="00E02F76" w:rsidP="00A920C7">
            <w:r>
              <w:t xml:space="preserve">Free </w:t>
            </w:r>
          </w:p>
        </w:tc>
        <w:tc>
          <w:tcPr>
            <w:tcW w:w="1258" w:type="dxa"/>
          </w:tcPr>
          <w:p w:rsidR="00D00509" w:rsidRDefault="00E02F76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84864" behindDoc="0" locked="0" layoutInCell="1" allowOverlap="1" wp14:anchorId="600BD25D" wp14:editId="40922263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80645</wp:posOffset>
                  </wp:positionV>
                  <wp:extent cx="432615" cy="495300"/>
                  <wp:effectExtent l="0" t="0" r="5715" b="0"/>
                  <wp:wrapSquare wrapText="bothSides"/>
                  <wp:docPr id="20" name="Picture 20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Big White Wall</w:t>
            </w:r>
          </w:p>
          <w:p w:rsidR="00E02F76" w:rsidRPr="00E02F76" w:rsidRDefault="00FE4AA5" w:rsidP="00A920C7">
            <w:pPr>
              <w:jc w:val="center"/>
              <w:rPr>
                <w:sz w:val="18"/>
                <w:szCs w:val="18"/>
              </w:rPr>
            </w:pPr>
            <w:hyperlink r:id="rId23" w:anchor=".VjnhXbfhDIU" w:history="1">
              <w:r w:rsidR="00E02F76" w:rsidRPr="00E02F76">
                <w:rPr>
                  <w:rStyle w:val="Hyperlink"/>
                  <w:sz w:val="18"/>
                  <w:szCs w:val="18"/>
                </w:rPr>
                <w:t>https://www.bigwhitewall.com/landing-pages/landingv3.aspx?ReturnUrl=%2f#.VjnhXbfhDIU</w:t>
              </w:r>
            </w:hyperlink>
            <w:r w:rsidR="00E02F76" w:rsidRPr="00E02F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E02F76" w:rsidP="00A920C7">
            <w:r>
              <w:t xml:space="preserve">Anonymous online community for people struggling to cope with anxiety in a variety of forms. Trained ‘Wall Guides’ ensure member safety. Enables you to express yourself by creating a ‘brick’ to go in the wall. Can take assessments to track your progress against your goals. </w:t>
            </w:r>
          </w:p>
        </w:tc>
        <w:tc>
          <w:tcPr>
            <w:tcW w:w="1418" w:type="dxa"/>
          </w:tcPr>
          <w:p w:rsidR="00D00509" w:rsidRDefault="00E02F76" w:rsidP="00A920C7">
            <w:r>
              <w:t>Free in some areas from the NHS, universities and employers, otherwise may require £24 membership fee</w:t>
            </w:r>
          </w:p>
        </w:tc>
        <w:tc>
          <w:tcPr>
            <w:tcW w:w="1258" w:type="dxa"/>
          </w:tcPr>
          <w:p w:rsidR="00D00509" w:rsidRDefault="00E02F76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86912" behindDoc="0" locked="0" layoutInCell="1" allowOverlap="1" wp14:anchorId="70A17E02" wp14:editId="7E6C0A89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641985</wp:posOffset>
                  </wp:positionV>
                  <wp:extent cx="432615" cy="495300"/>
                  <wp:effectExtent l="0" t="0" r="5715" b="0"/>
                  <wp:wrapSquare wrapText="bothSides"/>
                  <wp:docPr id="21" name="Picture 21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E02F76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88960" behindDoc="0" locked="0" layoutInCell="1" allowOverlap="1" wp14:anchorId="70A17E02" wp14:editId="7E6C0A89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670560</wp:posOffset>
                  </wp:positionV>
                  <wp:extent cx="432615" cy="495300"/>
                  <wp:effectExtent l="0" t="0" r="5715" b="0"/>
                  <wp:wrapSquare wrapText="bothSides"/>
                  <wp:docPr id="22" name="Picture 22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Mental Health WATs</w:t>
            </w:r>
          </w:p>
          <w:p w:rsidR="00785937" w:rsidRPr="00785937" w:rsidRDefault="00FE4AA5" w:rsidP="00A920C7">
            <w:pPr>
              <w:jc w:val="center"/>
              <w:rPr>
                <w:sz w:val="18"/>
                <w:szCs w:val="18"/>
              </w:rPr>
            </w:pPr>
            <w:hyperlink r:id="rId24" w:history="1">
              <w:r w:rsidR="00785937" w:rsidRPr="00AF48EF">
                <w:rPr>
                  <w:rStyle w:val="Hyperlink"/>
                  <w:sz w:val="18"/>
                  <w:szCs w:val="18"/>
                </w:rPr>
                <w:t>https://play.google.com/store/apps/details?id=com.WATS.mentalhealth&amp;hl=en_GB</w:t>
              </w:r>
            </w:hyperlink>
            <w:r w:rsidR="0078593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785937" w:rsidP="00A920C7">
            <w:r>
              <w:t>Aims to raise awareness and reduce the stigma of mental health issues.</w:t>
            </w:r>
          </w:p>
        </w:tc>
        <w:tc>
          <w:tcPr>
            <w:tcW w:w="1418" w:type="dxa"/>
          </w:tcPr>
          <w:p w:rsidR="00D00509" w:rsidRDefault="00785937" w:rsidP="00A920C7">
            <w:r>
              <w:t xml:space="preserve">Free </w:t>
            </w:r>
          </w:p>
        </w:tc>
        <w:tc>
          <w:tcPr>
            <w:tcW w:w="1258" w:type="dxa"/>
          </w:tcPr>
          <w:p w:rsidR="00D00509" w:rsidRDefault="00785937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91008" behindDoc="0" locked="0" layoutInCell="1" allowOverlap="1" wp14:anchorId="4271A8E4" wp14:editId="1D690A46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160020</wp:posOffset>
                  </wp:positionV>
                  <wp:extent cx="432615" cy="495300"/>
                  <wp:effectExtent l="0" t="0" r="5715" b="0"/>
                  <wp:wrapSquare wrapText="bothSides"/>
                  <wp:docPr id="23" name="Picture 23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D00509" w:rsidRDefault="00D00509" w:rsidP="00A920C7"/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Beat Panic</w:t>
            </w:r>
          </w:p>
          <w:p w:rsidR="00696994" w:rsidRPr="00696994" w:rsidRDefault="00FE4AA5" w:rsidP="00A920C7">
            <w:pPr>
              <w:jc w:val="center"/>
              <w:rPr>
                <w:sz w:val="18"/>
                <w:szCs w:val="18"/>
              </w:rPr>
            </w:pPr>
            <w:hyperlink r:id="rId25" w:history="1">
              <w:r w:rsidR="00696994" w:rsidRPr="00696994">
                <w:rPr>
                  <w:rStyle w:val="Hyperlink"/>
                  <w:sz w:val="18"/>
                  <w:szCs w:val="18"/>
                </w:rPr>
                <w:t>https://itunes.apple.com/gb/app/beat-panic/id452656397?mt=8</w:t>
              </w:r>
            </w:hyperlink>
            <w:r w:rsidR="00696994" w:rsidRPr="00696994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696994" w:rsidP="00A920C7">
            <w:r>
              <w:t>Phone app that helps you to calm and control your breathing when experiencing panic. Guides you through panic attacks and high anxiety.</w:t>
            </w:r>
          </w:p>
        </w:tc>
        <w:tc>
          <w:tcPr>
            <w:tcW w:w="1418" w:type="dxa"/>
          </w:tcPr>
          <w:p w:rsidR="00D00509" w:rsidRDefault="00696994" w:rsidP="00A920C7">
            <w:r>
              <w:t>79p</w:t>
            </w:r>
          </w:p>
        </w:tc>
        <w:tc>
          <w:tcPr>
            <w:tcW w:w="1258" w:type="dxa"/>
          </w:tcPr>
          <w:p w:rsidR="00D00509" w:rsidRDefault="00D00509" w:rsidP="00A920C7"/>
        </w:tc>
        <w:tc>
          <w:tcPr>
            <w:tcW w:w="1100" w:type="dxa"/>
          </w:tcPr>
          <w:p w:rsidR="00D00509" w:rsidRDefault="00696994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93056" behindDoc="0" locked="0" layoutInCell="1" allowOverlap="1" wp14:anchorId="1D3B8825" wp14:editId="0FE2A4E6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168910</wp:posOffset>
                  </wp:positionV>
                  <wp:extent cx="432615" cy="495300"/>
                  <wp:effectExtent l="0" t="0" r="5715" b="0"/>
                  <wp:wrapSquare wrapText="bothSides"/>
                  <wp:docPr id="24" name="Picture 24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t>Crisis Card</w:t>
            </w:r>
          </w:p>
          <w:p w:rsidR="001369DD" w:rsidRPr="001369DD" w:rsidRDefault="00FE4AA5" w:rsidP="00A920C7">
            <w:pPr>
              <w:jc w:val="center"/>
              <w:rPr>
                <w:sz w:val="18"/>
                <w:szCs w:val="18"/>
              </w:rPr>
            </w:pPr>
            <w:hyperlink r:id="rId26" w:history="1">
              <w:r w:rsidR="001369DD" w:rsidRPr="001369DD">
                <w:rPr>
                  <w:rStyle w:val="Hyperlink"/>
                  <w:sz w:val="18"/>
                  <w:szCs w:val="18"/>
                </w:rPr>
                <w:t>https://itunes.apple.com/gb/app/crisis-card/id773338926?mt=8</w:t>
              </w:r>
            </w:hyperlink>
            <w:r w:rsidR="001369DD" w:rsidRPr="001369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1369DD" w:rsidP="00A920C7">
            <w:r>
              <w:t xml:space="preserve">In a health crisis this app provides a ‘call for help’ button, to the support network that you’ve set up, it provides details of what you may need and potentially where you are without you needing to talk. </w:t>
            </w:r>
          </w:p>
        </w:tc>
        <w:tc>
          <w:tcPr>
            <w:tcW w:w="1418" w:type="dxa"/>
          </w:tcPr>
          <w:p w:rsidR="00D00509" w:rsidRDefault="001369DD" w:rsidP="00A920C7">
            <w:r>
              <w:t xml:space="preserve">Free </w:t>
            </w:r>
          </w:p>
        </w:tc>
        <w:tc>
          <w:tcPr>
            <w:tcW w:w="1258" w:type="dxa"/>
          </w:tcPr>
          <w:p w:rsidR="00D00509" w:rsidRDefault="00D00509" w:rsidP="00A920C7"/>
        </w:tc>
        <w:tc>
          <w:tcPr>
            <w:tcW w:w="1100" w:type="dxa"/>
          </w:tcPr>
          <w:p w:rsidR="00D00509" w:rsidRDefault="001369DD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95104" behindDoc="0" locked="0" layoutInCell="1" allowOverlap="1" wp14:anchorId="1640DE96" wp14:editId="51A7E68D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157480</wp:posOffset>
                  </wp:positionV>
                  <wp:extent cx="432615" cy="495300"/>
                  <wp:effectExtent l="0" t="0" r="5715" b="0"/>
                  <wp:wrapSquare wrapText="bothSides"/>
                  <wp:docPr id="25" name="Picture 25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00509" w:rsidTr="00FE6020">
        <w:tc>
          <w:tcPr>
            <w:tcW w:w="1980" w:type="dxa"/>
          </w:tcPr>
          <w:p w:rsidR="00D00509" w:rsidRDefault="00D00509" w:rsidP="00A920C7">
            <w:pPr>
              <w:jc w:val="center"/>
              <w:rPr>
                <w:b/>
              </w:rPr>
            </w:pPr>
            <w:r w:rsidRPr="004B4F34">
              <w:rPr>
                <w:b/>
              </w:rPr>
              <w:lastRenderedPageBreak/>
              <w:t>Stress Tips</w:t>
            </w:r>
          </w:p>
          <w:p w:rsidR="001369DD" w:rsidRPr="001369DD" w:rsidRDefault="00FE4AA5" w:rsidP="00A920C7">
            <w:pPr>
              <w:jc w:val="center"/>
              <w:rPr>
                <w:sz w:val="18"/>
                <w:szCs w:val="18"/>
              </w:rPr>
            </w:pPr>
            <w:hyperlink r:id="rId27" w:history="1">
              <w:r w:rsidR="001369DD" w:rsidRPr="001369DD">
                <w:rPr>
                  <w:rStyle w:val="Hyperlink"/>
                  <w:sz w:val="18"/>
                  <w:szCs w:val="18"/>
                </w:rPr>
                <w:t>https://itunes.apple.com/gb/app/stress-tips/id442922568?mt=8</w:t>
              </w:r>
            </w:hyperlink>
            <w:r w:rsidR="001369DD" w:rsidRPr="001369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D00509" w:rsidRDefault="00BE6A4A" w:rsidP="00A920C7">
            <w:r>
              <w:t xml:space="preserve">Advice in the form of audio clips, from people who have also experienced </w:t>
            </w:r>
            <w:r w:rsidR="007A2BB0">
              <w:t>stress and anxiety.</w:t>
            </w:r>
          </w:p>
        </w:tc>
        <w:tc>
          <w:tcPr>
            <w:tcW w:w="1418" w:type="dxa"/>
          </w:tcPr>
          <w:p w:rsidR="00D00509" w:rsidRDefault="001369DD" w:rsidP="00A920C7">
            <w:r>
              <w:t xml:space="preserve">79p </w:t>
            </w:r>
          </w:p>
        </w:tc>
        <w:tc>
          <w:tcPr>
            <w:tcW w:w="1258" w:type="dxa"/>
          </w:tcPr>
          <w:p w:rsidR="00D00509" w:rsidRDefault="00D00509" w:rsidP="00A920C7"/>
        </w:tc>
        <w:tc>
          <w:tcPr>
            <w:tcW w:w="1100" w:type="dxa"/>
          </w:tcPr>
          <w:p w:rsidR="00D00509" w:rsidRDefault="001369DD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97152" behindDoc="0" locked="0" layoutInCell="1" allowOverlap="1" wp14:anchorId="28C8B2EB" wp14:editId="3684B51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90805</wp:posOffset>
                  </wp:positionV>
                  <wp:extent cx="432615" cy="495300"/>
                  <wp:effectExtent l="0" t="0" r="5715" b="0"/>
                  <wp:wrapSquare wrapText="bothSides"/>
                  <wp:docPr id="26" name="Picture 26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F5FAE" w:rsidTr="00FE6020">
        <w:tc>
          <w:tcPr>
            <w:tcW w:w="1980" w:type="dxa"/>
          </w:tcPr>
          <w:p w:rsidR="005F5FAE" w:rsidRDefault="005F5FAE" w:rsidP="00A920C7">
            <w:pPr>
              <w:jc w:val="center"/>
              <w:rPr>
                <w:b/>
              </w:rPr>
            </w:pPr>
            <w:r>
              <w:rPr>
                <w:b/>
              </w:rPr>
              <w:t>Stress Tips 2</w:t>
            </w:r>
          </w:p>
          <w:p w:rsidR="005F5FAE" w:rsidRPr="005F5FAE" w:rsidRDefault="00FE4AA5" w:rsidP="00A920C7">
            <w:pPr>
              <w:jc w:val="center"/>
              <w:rPr>
                <w:sz w:val="18"/>
                <w:szCs w:val="18"/>
              </w:rPr>
            </w:pPr>
            <w:hyperlink r:id="rId28" w:history="1">
              <w:r w:rsidR="005F5FAE" w:rsidRPr="005F5FAE">
                <w:rPr>
                  <w:rStyle w:val="Hyperlink"/>
                  <w:sz w:val="18"/>
                  <w:szCs w:val="18"/>
                </w:rPr>
                <w:t>https://play.google.com/store/apps/details?id=com.ais.anxiety.v2&amp;hl=en</w:t>
              </w:r>
            </w:hyperlink>
            <w:r w:rsidR="005F5FAE" w:rsidRPr="005F5F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5F5FAE" w:rsidRDefault="007A2BB0" w:rsidP="00A920C7">
            <w:r>
              <w:t>Advice in the form of audio clips, from people who have also experienced stress and anxiety, available on android phones.</w:t>
            </w:r>
          </w:p>
        </w:tc>
        <w:tc>
          <w:tcPr>
            <w:tcW w:w="1418" w:type="dxa"/>
          </w:tcPr>
          <w:p w:rsidR="005F5FAE" w:rsidRDefault="005F5FAE" w:rsidP="00A920C7">
            <w:r>
              <w:t>69p</w:t>
            </w:r>
          </w:p>
        </w:tc>
        <w:tc>
          <w:tcPr>
            <w:tcW w:w="1258" w:type="dxa"/>
          </w:tcPr>
          <w:p w:rsidR="005F5FAE" w:rsidRDefault="005F5FAE" w:rsidP="00A920C7">
            <w:r>
              <w:rPr>
                <w:noProof/>
                <w:lang w:eastAsia="en-GB"/>
              </w:rPr>
              <w:drawing>
                <wp:anchor distT="0" distB="0" distL="114300" distR="114300" simplePos="0" relativeHeight="251699200" behindDoc="0" locked="0" layoutInCell="1" allowOverlap="1" wp14:anchorId="1F969CF8" wp14:editId="7010A8BD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147320</wp:posOffset>
                  </wp:positionV>
                  <wp:extent cx="432615" cy="495300"/>
                  <wp:effectExtent l="0" t="0" r="5715" b="0"/>
                  <wp:wrapSquare wrapText="bothSides"/>
                  <wp:docPr id="27" name="Picture 27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5F5FAE" w:rsidRDefault="005F5FAE" w:rsidP="00A920C7">
            <w:pPr>
              <w:rPr>
                <w:noProof/>
                <w:lang w:eastAsia="en-GB"/>
              </w:rPr>
            </w:pPr>
          </w:p>
        </w:tc>
      </w:tr>
      <w:tr w:rsidR="008235BA" w:rsidTr="00FE6020">
        <w:tc>
          <w:tcPr>
            <w:tcW w:w="1980" w:type="dxa"/>
          </w:tcPr>
          <w:p w:rsidR="008235BA" w:rsidRDefault="008235BA" w:rsidP="00A920C7">
            <w:pPr>
              <w:jc w:val="center"/>
              <w:rPr>
                <w:b/>
              </w:rPr>
            </w:pPr>
            <w:r>
              <w:rPr>
                <w:b/>
              </w:rPr>
              <w:t>Calm-Meditate, Sleep, Relax, Breathe</w:t>
            </w:r>
          </w:p>
          <w:p w:rsidR="008235BA" w:rsidRPr="008235BA" w:rsidRDefault="00FE4AA5" w:rsidP="00A920C7">
            <w:pPr>
              <w:jc w:val="center"/>
              <w:rPr>
                <w:sz w:val="18"/>
                <w:szCs w:val="18"/>
              </w:rPr>
            </w:pPr>
            <w:hyperlink r:id="rId29" w:history="1">
              <w:r w:rsidR="008235BA" w:rsidRPr="008235BA">
                <w:rPr>
                  <w:rStyle w:val="Hyperlink"/>
                  <w:sz w:val="18"/>
                  <w:szCs w:val="18"/>
                </w:rPr>
                <w:t>https://itunes.apple.com/gb/app/calm-meditate-sleep-relax/id571800810?mt=8</w:t>
              </w:r>
            </w:hyperlink>
            <w:r w:rsidR="008235BA" w:rsidRPr="008235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8235BA" w:rsidRDefault="00083417" w:rsidP="00A920C7">
            <w:r>
              <w:t>Teaches mindfulness, calming techniques and meditation with the aim to improve mood.</w:t>
            </w:r>
          </w:p>
        </w:tc>
        <w:tc>
          <w:tcPr>
            <w:tcW w:w="1418" w:type="dxa"/>
          </w:tcPr>
          <w:p w:rsidR="008235BA" w:rsidRDefault="008235BA" w:rsidP="00A920C7">
            <w:r>
              <w:t>In app purchases</w:t>
            </w:r>
          </w:p>
        </w:tc>
        <w:tc>
          <w:tcPr>
            <w:tcW w:w="1258" w:type="dxa"/>
          </w:tcPr>
          <w:p w:rsidR="008235BA" w:rsidRDefault="008235BA" w:rsidP="00A920C7">
            <w:pPr>
              <w:rPr>
                <w:noProof/>
                <w:lang w:eastAsia="en-GB"/>
              </w:rPr>
            </w:pPr>
          </w:p>
        </w:tc>
        <w:tc>
          <w:tcPr>
            <w:tcW w:w="1100" w:type="dxa"/>
          </w:tcPr>
          <w:p w:rsidR="008235BA" w:rsidRDefault="008235BA" w:rsidP="00A920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5344" behindDoc="0" locked="0" layoutInCell="1" allowOverlap="1" wp14:anchorId="07EC5E4E" wp14:editId="11EA964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111125</wp:posOffset>
                  </wp:positionV>
                  <wp:extent cx="432615" cy="495300"/>
                  <wp:effectExtent l="0" t="0" r="5715" b="0"/>
                  <wp:wrapSquare wrapText="bothSides"/>
                  <wp:docPr id="30" name="Picture 30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83417" w:rsidTr="00FE6020">
        <w:tc>
          <w:tcPr>
            <w:tcW w:w="1980" w:type="dxa"/>
          </w:tcPr>
          <w:p w:rsidR="00083417" w:rsidRDefault="00083417" w:rsidP="00A920C7">
            <w:pPr>
              <w:jc w:val="center"/>
              <w:rPr>
                <w:b/>
              </w:rPr>
            </w:pPr>
            <w:r>
              <w:rPr>
                <w:b/>
              </w:rPr>
              <w:t>Calm-Meditate, Sleep, Relax</w:t>
            </w:r>
          </w:p>
          <w:p w:rsidR="00083417" w:rsidRPr="00083417" w:rsidRDefault="00FE4AA5" w:rsidP="00A920C7">
            <w:pPr>
              <w:jc w:val="center"/>
              <w:rPr>
                <w:sz w:val="18"/>
                <w:szCs w:val="18"/>
              </w:rPr>
            </w:pPr>
            <w:hyperlink r:id="rId30" w:history="1">
              <w:r w:rsidR="00083417" w:rsidRPr="00083417">
                <w:rPr>
                  <w:rStyle w:val="Hyperlink"/>
                  <w:sz w:val="18"/>
                  <w:szCs w:val="18"/>
                </w:rPr>
                <w:t>https://play.google.com/store/apps/details?id=com.calm.android</w:t>
              </w:r>
            </w:hyperlink>
            <w:r w:rsidR="00083417" w:rsidRPr="000834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</w:tcPr>
          <w:p w:rsidR="00083417" w:rsidRDefault="00083417" w:rsidP="00A920C7">
            <w:r>
              <w:t xml:space="preserve">Teaches mindfulness, calming techniques and meditation with the aim to improve mood. Android Version. </w:t>
            </w:r>
          </w:p>
        </w:tc>
        <w:tc>
          <w:tcPr>
            <w:tcW w:w="1418" w:type="dxa"/>
          </w:tcPr>
          <w:p w:rsidR="00083417" w:rsidRDefault="00083417" w:rsidP="00A920C7">
            <w:r>
              <w:t>In app purchases</w:t>
            </w:r>
          </w:p>
        </w:tc>
        <w:tc>
          <w:tcPr>
            <w:tcW w:w="1258" w:type="dxa"/>
          </w:tcPr>
          <w:p w:rsidR="00083417" w:rsidRDefault="00083417" w:rsidP="00A920C7">
            <w:pPr>
              <w:rPr>
                <w:noProof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07392" behindDoc="0" locked="0" layoutInCell="1" allowOverlap="1" wp14:anchorId="4811D716" wp14:editId="6F75544F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142875</wp:posOffset>
                  </wp:positionV>
                  <wp:extent cx="432615" cy="495300"/>
                  <wp:effectExtent l="0" t="0" r="5715" b="0"/>
                  <wp:wrapSquare wrapText="bothSides"/>
                  <wp:docPr id="31" name="Picture 31" descr="https://pixabay.com/static/uploads/photo/2013/07/13/10/48/check-157822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xabay.com/static/uploads/photo/2013/07/13/10/48/check-157822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61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00" w:type="dxa"/>
          </w:tcPr>
          <w:p w:rsidR="00083417" w:rsidRDefault="00083417" w:rsidP="00A920C7">
            <w:pPr>
              <w:rPr>
                <w:noProof/>
                <w:lang w:eastAsia="en-GB"/>
              </w:rPr>
            </w:pPr>
          </w:p>
        </w:tc>
      </w:tr>
    </w:tbl>
    <w:p w:rsidR="00752071" w:rsidRDefault="00FE4AA5" w:rsidP="007A2BB0">
      <w:pPr>
        <w:pStyle w:val="Heading1"/>
      </w:pPr>
    </w:p>
    <w:p w:rsidR="003725E6" w:rsidRPr="00826857" w:rsidRDefault="003725E6" w:rsidP="00826857"/>
    <w:sectPr w:rsidR="003725E6" w:rsidRPr="00826857">
      <w:headerReference w:type="default" r:id="rId31"/>
      <w:footerReference w:type="default" r:id="rId3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5ED" w:rsidRDefault="00C805ED" w:rsidP="00C805ED">
      <w:pPr>
        <w:spacing w:after="0" w:line="240" w:lineRule="auto"/>
      </w:pPr>
      <w:r>
        <w:separator/>
      </w:r>
    </w:p>
  </w:endnote>
  <w:endnote w:type="continuationSeparator" w:id="0">
    <w:p w:rsidR="00C805ED" w:rsidRDefault="00C805ED" w:rsidP="00C8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685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05ED" w:rsidRDefault="00C805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A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05ED" w:rsidRDefault="00C805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5ED" w:rsidRDefault="00C805ED" w:rsidP="00C805ED">
      <w:pPr>
        <w:spacing w:after="0" w:line="240" w:lineRule="auto"/>
      </w:pPr>
      <w:r>
        <w:separator/>
      </w:r>
    </w:p>
  </w:footnote>
  <w:footnote w:type="continuationSeparator" w:id="0">
    <w:p w:rsidR="00C805ED" w:rsidRDefault="00C805ED" w:rsidP="00C8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C7" w:rsidRPr="00A920C7" w:rsidRDefault="00A920C7" w:rsidP="00A920C7">
    <w:pPr>
      <w:pStyle w:val="Heading1"/>
      <w:jc w:val="center"/>
      <w:rPr>
        <w:color w:val="auto"/>
      </w:rPr>
    </w:pPr>
    <w:r w:rsidRPr="00A920C7">
      <w:rPr>
        <w:color w:val="auto"/>
      </w:rPr>
      <w:t>Mental Health and Wellbeing Apps</w:t>
    </w:r>
  </w:p>
  <w:p w:rsidR="00A920C7" w:rsidRDefault="00A92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57"/>
    <w:rsid w:val="00083417"/>
    <w:rsid w:val="000942E7"/>
    <w:rsid w:val="001369DD"/>
    <w:rsid w:val="00170AE2"/>
    <w:rsid w:val="001D526D"/>
    <w:rsid w:val="00317BC1"/>
    <w:rsid w:val="003725E6"/>
    <w:rsid w:val="004B4F34"/>
    <w:rsid w:val="005F5FAE"/>
    <w:rsid w:val="0064470C"/>
    <w:rsid w:val="00696994"/>
    <w:rsid w:val="006C7538"/>
    <w:rsid w:val="007422EE"/>
    <w:rsid w:val="00785937"/>
    <w:rsid w:val="007A2BB0"/>
    <w:rsid w:val="008235BA"/>
    <w:rsid w:val="00826857"/>
    <w:rsid w:val="00837E93"/>
    <w:rsid w:val="0092346F"/>
    <w:rsid w:val="00933ECF"/>
    <w:rsid w:val="00A920C7"/>
    <w:rsid w:val="00B33813"/>
    <w:rsid w:val="00B7625C"/>
    <w:rsid w:val="00BC0626"/>
    <w:rsid w:val="00BE6A4A"/>
    <w:rsid w:val="00BF4C34"/>
    <w:rsid w:val="00C01DE1"/>
    <w:rsid w:val="00C805ED"/>
    <w:rsid w:val="00CE522E"/>
    <w:rsid w:val="00D00509"/>
    <w:rsid w:val="00E02F76"/>
    <w:rsid w:val="00F01E99"/>
    <w:rsid w:val="00FE4AA5"/>
    <w:rsid w:val="00F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8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2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0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5ED"/>
  </w:style>
  <w:style w:type="paragraph" w:styleId="Footer">
    <w:name w:val="footer"/>
    <w:basedOn w:val="Normal"/>
    <w:link w:val="FooterChar"/>
    <w:uiPriority w:val="99"/>
    <w:unhideWhenUsed/>
    <w:rsid w:val="00C80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5ED"/>
  </w:style>
  <w:style w:type="character" w:styleId="Hyperlink">
    <w:name w:val="Hyperlink"/>
    <w:basedOn w:val="DefaultParagraphFont"/>
    <w:uiPriority w:val="99"/>
    <w:unhideWhenUsed/>
    <w:rsid w:val="00BC062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625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6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8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2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0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5ED"/>
  </w:style>
  <w:style w:type="paragraph" w:styleId="Footer">
    <w:name w:val="footer"/>
    <w:basedOn w:val="Normal"/>
    <w:link w:val="FooterChar"/>
    <w:uiPriority w:val="99"/>
    <w:unhideWhenUsed/>
    <w:rsid w:val="00C80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5ED"/>
  </w:style>
  <w:style w:type="character" w:styleId="Hyperlink">
    <w:name w:val="Hyperlink"/>
    <w:basedOn w:val="DefaultParagraphFont"/>
    <w:uiPriority w:val="99"/>
    <w:unhideWhenUsed/>
    <w:rsid w:val="00BC062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62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xietybc.com/resources/mindshift-app" TargetMode="External"/><Relationship Id="rId13" Type="http://schemas.openxmlformats.org/officeDocument/2006/relationships/hyperlink" Target="http://www.prevent-suicide.org.uk/stay_alive_suicide_prevention_mobile_phone_application.html" TargetMode="External"/><Relationship Id="rId18" Type="http://schemas.openxmlformats.org/officeDocument/2006/relationships/hyperlink" Target="https://itunes.apple.com/us/app/pacifica/id922968861?mt=8" TargetMode="External"/><Relationship Id="rId26" Type="http://schemas.openxmlformats.org/officeDocument/2006/relationships/hyperlink" Target="https://itunes.apple.com/gb/app/crisis-card/id773338926?mt=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oxicthinking.info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y.google.com/store/apps/details?id=com.bluestepsolutions.wellmind&amp;hl=en_GB" TargetMode="External"/><Relationship Id="rId17" Type="http://schemas.openxmlformats.org/officeDocument/2006/relationships/hyperlink" Target="http://t2health.dcoe.mil/apps/virtual-hope-box" TargetMode="External"/><Relationship Id="rId25" Type="http://schemas.openxmlformats.org/officeDocument/2006/relationships/hyperlink" Target="https://itunes.apple.com/gb/app/beat-panic/id452656397?mt=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lay.google.com/store/apps/details?id=com.excelatlife.worrybox" TargetMode="External"/><Relationship Id="rId20" Type="http://schemas.openxmlformats.org/officeDocument/2006/relationships/hyperlink" Target="https://play.google.com/store/apps/details?id=com.anxiety.united&amp;hl=en" TargetMode="External"/><Relationship Id="rId29" Type="http://schemas.openxmlformats.org/officeDocument/2006/relationships/hyperlink" Target="https://itunes.apple.com/gb/app/calm-meditate-sleep-relax/id571800810?mt=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m-app.org.uk/" TargetMode="External"/><Relationship Id="rId24" Type="http://schemas.openxmlformats.org/officeDocument/2006/relationships/hyperlink" Target="https://play.google.com/store/apps/details?id=com.WATS.mentalhealth&amp;hl=en_GB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store/apps/details?id=com.excelatlife.panic&amp;hl=en_GB" TargetMode="External"/><Relationship Id="rId23" Type="http://schemas.openxmlformats.org/officeDocument/2006/relationships/hyperlink" Target="https://www.bigwhitewall.com/landing-pages/landingv3.aspx?ReturnUrl=%2f" TargetMode="External"/><Relationship Id="rId28" Type="http://schemas.openxmlformats.org/officeDocument/2006/relationships/hyperlink" Target="https://play.google.com/store/apps/details?id=com.ais.anxiety.v2&amp;hl=en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jasonfoundation.com/get-involved/student/a-friend-asks-app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play.google.com/store/apps/details?id=uk.org.stem4.stem4&amp;hl=en_GB" TargetMode="External"/><Relationship Id="rId22" Type="http://schemas.openxmlformats.org/officeDocument/2006/relationships/hyperlink" Target="https://play.google.com/store/apps/details?id=com.excelatlife.depression&amp;hl=en_GB" TargetMode="External"/><Relationship Id="rId27" Type="http://schemas.openxmlformats.org/officeDocument/2006/relationships/hyperlink" Target="https://itunes.apple.com/gb/app/stress-tips/id442922568?mt=8" TargetMode="External"/><Relationship Id="rId30" Type="http://schemas.openxmlformats.org/officeDocument/2006/relationships/hyperlink" Target="https://play.google.com/store/apps/details?id=com.calm.andro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EDD49-BC7C-4239-A39C-DE5F08558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16D0F95.dotm</Template>
  <TotalTime>0</TotalTime>
  <Pages>3</Pages>
  <Words>966</Words>
  <Characters>5512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Langford-Rhodes [hal22]</dc:creator>
  <cp:lastModifiedBy>Administrator</cp:lastModifiedBy>
  <cp:revision>2</cp:revision>
  <dcterms:created xsi:type="dcterms:W3CDTF">2016-01-19T09:30:00Z</dcterms:created>
  <dcterms:modified xsi:type="dcterms:W3CDTF">2016-01-19T09:30:00Z</dcterms:modified>
</cp:coreProperties>
</file>