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F8A290" w14:textId="342A5F6A" w:rsidR="00594441" w:rsidRDefault="00594441" w:rsidP="00594441">
      <w:pPr>
        <w:ind w:right="0"/>
        <w:jc w:val="both"/>
        <w:rPr>
          <w:b/>
        </w:rPr>
      </w:pPr>
      <w:r>
        <w:rPr>
          <w:b/>
        </w:rPr>
        <w:t xml:space="preserve">TLC PODCASTS:  </w:t>
      </w:r>
      <w:r>
        <w:rPr>
          <w:b/>
        </w:rPr>
        <w:t>Worksheet on m</w:t>
      </w:r>
      <w:r w:rsidRPr="002D62C7">
        <w:rPr>
          <w:b/>
        </w:rPr>
        <w:t xml:space="preserve">aking </w:t>
      </w:r>
      <w:r>
        <w:rPr>
          <w:b/>
        </w:rPr>
        <w:t>effective</w:t>
      </w:r>
      <w:r w:rsidRPr="002D62C7">
        <w:rPr>
          <w:b/>
        </w:rPr>
        <w:t xml:space="preserve"> notes</w:t>
      </w:r>
      <w:r>
        <w:rPr>
          <w:b/>
        </w:rPr>
        <w:t xml:space="preserve"> from your reading</w:t>
      </w:r>
    </w:p>
    <w:p w14:paraId="589B3CF3" w14:textId="77777777" w:rsidR="00594441" w:rsidRDefault="00594441" w:rsidP="00594441">
      <w:pPr>
        <w:ind w:right="0"/>
        <w:jc w:val="both"/>
      </w:pPr>
      <w:bookmarkStart w:id="0" w:name="_GoBack"/>
      <w:bookmarkEnd w:id="0"/>
    </w:p>
    <w:p w14:paraId="3232152D" w14:textId="72C30198" w:rsidR="00FE55B9" w:rsidRDefault="00574C58" w:rsidP="00574C58">
      <w:pPr>
        <w:ind w:right="0"/>
        <w:jc w:val="both"/>
      </w:pPr>
      <w:r>
        <w:t>This worksheet can be used as a guide to making notes from your reading.  Each item in this “template” is explained in more detail in the podcast.   These are not definitive categories; different disciplines and types of readings may require different types of notes.  Feel free to change this guide according to the work habits you develop as you gain more experience.</w:t>
      </w:r>
    </w:p>
    <w:p w14:paraId="36ECAD45" w14:textId="77777777" w:rsidR="00574C58" w:rsidRPr="003F7480" w:rsidRDefault="00574C58" w:rsidP="009B3CB2">
      <w:pPr>
        <w:sectPr w:rsidR="00574C58" w:rsidRPr="003F7480" w:rsidSect="006002C9">
          <w:footerReference w:type="default" r:id="rId7"/>
          <w:pgSz w:w="12240" w:h="15840"/>
          <w:pgMar w:top="567" w:right="616" w:bottom="1440" w:left="1440" w:header="720" w:footer="720" w:gutter="0"/>
          <w:cols w:space="262"/>
        </w:sectPr>
      </w:pPr>
    </w:p>
    <w:p w14:paraId="4663203C" w14:textId="77777777" w:rsidR="00AD25E6" w:rsidRPr="003F7480" w:rsidRDefault="00FE55B9" w:rsidP="009B3CB2">
      <w:r w:rsidRPr="003F7480">
        <w:rPr>
          <w:noProof/>
          <w:lang w:eastAsia="en-GB"/>
        </w:rPr>
        <w:lastRenderedPageBreak/>
        <mc:AlternateContent>
          <mc:Choice Requires="wps">
            <w:drawing>
              <wp:anchor distT="0" distB="0" distL="114300" distR="114300" simplePos="0" relativeHeight="251659264" behindDoc="0" locked="0" layoutInCell="1" allowOverlap="1" wp14:anchorId="3D822791" wp14:editId="4534B300">
                <wp:simplePos x="0" y="0"/>
                <wp:positionH relativeFrom="column">
                  <wp:posOffset>-35859</wp:posOffset>
                </wp:positionH>
                <wp:positionV relativeFrom="paragraph">
                  <wp:posOffset>140447</wp:posOffset>
                </wp:positionV>
                <wp:extent cx="6309360" cy="977153"/>
                <wp:effectExtent l="0" t="0" r="15240" b="13970"/>
                <wp:wrapNone/>
                <wp:docPr id="1" name="Rectangle 1"/>
                <wp:cNvGraphicFramePr/>
                <a:graphic xmlns:a="http://schemas.openxmlformats.org/drawingml/2006/main">
                  <a:graphicData uri="http://schemas.microsoft.com/office/word/2010/wordprocessingShape">
                    <wps:wsp>
                      <wps:cNvSpPr/>
                      <wps:spPr>
                        <a:xfrm>
                          <a:off x="0" y="0"/>
                          <a:ext cx="6309360" cy="977153"/>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 o:spid="_x0000_s1026" style="position:absolute;margin-left:-2.8pt;margin-top:11.05pt;width:496.8pt;height:7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" filled="f" strokecolor="black [3213]"/>
            </w:pict>
          </mc:Fallback>
        </mc:AlternateContent>
      </w:r>
    </w:p>
    <w:p w14:paraId="63D8832C" w14:textId="1B188767" w:rsidR="00D605D5" w:rsidRPr="003F7480" w:rsidRDefault="00AD25E6" w:rsidP="009B3CB2">
      <w:r w:rsidRPr="003F7480">
        <w:t>Author(s)</w:t>
      </w:r>
      <w:r w:rsidR="00FE55B9" w:rsidRPr="003F7480">
        <w:t>:</w:t>
      </w:r>
      <w:r w:rsidR="009906CF" w:rsidRPr="003F7480">
        <w:t xml:space="preserve">  </w:t>
      </w:r>
      <w:r w:rsidR="00A54814">
        <w:t xml:space="preserve">                                </w:t>
      </w:r>
      <w:r w:rsidR="009906CF" w:rsidRPr="003F7480">
        <w:t xml:space="preserve">Editors, city, publisher, volume, page numbers: </w:t>
      </w:r>
    </w:p>
    <w:p w14:paraId="042D25F9" w14:textId="5374691C" w:rsidR="00AD25E6" w:rsidRPr="003F7480" w:rsidRDefault="00AD25E6" w:rsidP="009B3CB2">
      <w:r w:rsidRPr="003F7480">
        <w:t>Year</w:t>
      </w:r>
      <w:r w:rsidR="00FE55B9" w:rsidRPr="003F7480">
        <w:t xml:space="preserve">: </w:t>
      </w:r>
      <w:r w:rsidR="00A54814">
        <w:t xml:space="preserve">                                          </w:t>
      </w:r>
      <w:r w:rsidR="009906CF" w:rsidRPr="003F7480">
        <w:t>Key words you used to find this, date consulted:</w:t>
      </w:r>
    </w:p>
    <w:p w14:paraId="53168604" w14:textId="33F132CF" w:rsidR="009906CF" w:rsidRPr="003F7480" w:rsidRDefault="00AD25E6" w:rsidP="009B3CB2">
      <w:r w:rsidRPr="003F7480">
        <w:t>Journal / book title</w:t>
      </w:r>
      <w:r w:rsidR="00FE55B9" w:rsidRPr="003F7480">
        <w:t xml:space="preserve">: </w:t>
      </w:r>
    </w:p>
    <w:p w14:paraId="22202903" w14:textId="77777777" w:rsidR="009906CF" w:rsidRDefault="009906CF" w:rsidP="009B3CB2"/>
    <w:p w14:paraId="46D21E99" w14:textId="77777777" w:rsidR="009833B2" w:rsidRDefault="009833B2" w:rsidP="009B3CB2"/>
    <w:p w14:paraId="05ECAA81" w14:textId="77777777" w:rsidR="009833B2" w:rsidRPr="003F7480" w:rsidRDefault="009833B2" w:rsidP="009B3CB2"/>
    <w:p w14:paraId="6355BEF3" w14:textId="77777777" w:rsidR="00AD25E6" w:rsidRPr="003F7480" w:rsidRDefault="009906CF" w:rsidP="009B3CB2">
      <w:r w:rsidRPr="003F7480">
        <w:rPr>
          <w:noProof/>
          <w:lang w:eastAsia="en-GB"/>
        </w:rPr>
        <mc:AlternateContent>
          <mc:Choice Requires="wps">
            <w:drawing>
              <wp:anchor distT="0" distB="0" distL="114300" distR="114300" simplePos="0" relativeHeight="251663360" behindDoc="0" locked="0" layoutInCell="1" allowOverlap="1" wp14:anchorId="11C3F23A" wp14:editId="25304BC7">
                <wp:simplePos x="0" y="0"/>
                <wp:positionH relativeFrom="column">
                  <wp:posOffset>-37578</wp:posOffset>
                </wp:positionH>
                <wp:positionV relativeFrom="paragraph">
                  <wp:posOffset>24643</wp:posOffset>
                </wp:positionV>
                <wp:extent cx="6309360" cy="576197"/>
                <wp:effectExtent l="0" t="0" r="15240" b="14605"/>
                <wp:wrapNone/>
                <wp:docPr id="3" name="Rectangle 3"/>
                <wp:cNvGraphicFramePr/>
                <a:graphic xmlns:a="http://schemas.openxmlformats.org/drawingml/2006/main">
                  <a:graphicData uri="http://schemas.microsoft.com/office/word/2010/wordprocessingShape">
                    <wps:wsp>
                      <wps:cNvSpPr/>
                      <wps:spPr>
                        <a:xfrm>
                          <a:off x="0" y="0"/>
                          <a:ext cx="6309360" cy="576197"/>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3" o:spid="_x0000_s1026" style="position:absolute;margin-left:-2.95pt;margin-top:1.95pt;width:496.8pt;height:4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" filled="f" strokecolor="black [3213]"/>
            </w:pict>
          </mc:Fallback>
        </mc:AlternateContent>
      </w:r>
      <w:r w:rsidR="00AD25E6" w:rsidRPr="003F7480">
        <w:t>Author's/aut</w:t>
      </w:r>
      <w:r w:rsidR="000F34A3">
        <w:t xml:space="preserve">hors' theoretical orientation </w:t>
      </w:r>
    </w:p>
    <w:p w14:paraId="6B8B50EF" w14:textId="77777777" w:rsidR="00AD25E6" w:rsidRPr="003F7480" w:rsidRDefault="00AD25E6" w:rsidP="009B3CB2"/>
    <w:p w14:paraId="5AACC6CD" w14:textId="77777777" w:rsidR="009906CF" w:rsidRPr="003F7480" w:rsidRDefault="009906CF" w:rsidP="009B3CB2"/>
    <w:p w14:paraId="3153888E" w14:textId="77777777" w:rsidR="009906CF" w:rsidRPr="003F7480" w:rsidRDefault="009906CF" w:rsidP="009B3CB2"/>
    <w:p w14:paraId="6CAA8082" w14:textId="77777777" w:rsidR="00AD25E6" w:rsidRPr="003F7480" w:rsidRDefault="009906CF" w:rsidP="009B3CB2">
      <w:r w:rsidRPr="003F7480">
        <w:rPr>
          <w:noProof/>
          <w:lang w:eastAsia="en-GB"/>
        </w:rPr>
        <mc:AlternateContent>
          <mc:Choice Requires="wps">
            <w:drawing>
              <wp:anchor distT="0" distB="0" distL="114300" distR="114300" simplePos="0" relativeHeight="251661312" behindDoc="0" locked="0" layoutInCell="1" allowOverlap="1" wp14:anchorId="48D7C751" wp14:editId="73B71563">
                <wp:simplePos x="0" y="0"/>
                <wp:positionH relativeFrom="column">
                  <wp:posOffset>-35560</wp:posOffset>
                </wp:positionH>
                <wp:positionV relativeFrom="paragraph">
                  <wp:posOffset>3810</wp:posOffset>
                </wp:positionV>
                <wp:extent cx="6309360" cy="509270"/>
                <wp:effectExtent l="0" t="0" r="15240" b="24130"/>
                <wp:wrapNone/>
                <wp:docPr id="2" name="Rectangle 2"/>
                <wp:cNvGraphicFramePr/>
                <a:graphic xmlns:a="http://schemas.openxmlformats.org/drawingml/2006/main">
                  <a:graphicData uri="http://schemas.microsoft.com/office/word/2010/wordprocessingShape">
                    <wps:wsp>
                      <wps:cNvSpPr/>
                      <wps:spPr>
                        <a:xfrm>
                          <a:off x="0" y="0"/>
                          <a:ext cx="6309360" cy="509270"/>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2" o:spid="_x0000_s1026" style="position:absolute;margin-left:-2.75pt;margin-top:.3pt;width:496.8pt;height:4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" filled="f" strokecolor="black [3213]"/>
            </w:pict>
          </mc:Fallback>
        </mc:AlternateContent>
      </w:r>
      <w:r w:rsidR="000F34A3">
        <w:rPr>
          <w:noProof/>
          <w:lang w:eastAsia="en-GB"/>
        </w:rPr>
        <w:t>Useful</w:t>
      </w:r>
      <w:r w:rsidR="00AD25E6" w:rsidRPr="003F7480">
        <w:t xml:space="preserve"> background </w:t>
      </w:r>
      <w:r w:rsidR="000F34A3">
        <w:t>or context</w:t>
      </w:r>
    </w:p>
    <w:p w14:paraId="6410DBA8" w14:textId="77777777" w:rsidR="00AD25E6" w:rsidRPr="003F7480" w:rsidRDefault="00AD25E6" w:rsidP="009B3CB2"/>
    <w:p w14:paraId="75C7B38A" w14:textId="77777777" w:rsidR="006002C9" w:rsidRPr="003F7480" w:rsidRDefault="006002C9" w:rsidP="009B3CB2"/>
    <w:p w14:paraId="093FAA79" w14:textId="242E0DD6" w:rsidR="006002C9" w:rsidRPr="003F7480" w:rsidRDefault="00574C58" w:rsidP="009B3CB2">
      <w:r w:rsidRPr="003F7480">
        <w:rPr>
          <w:noProof/>
          <w:lang w:eastAsia="en-GB"/>
        </w:rPr>
        <mc:AlternateContent>
          <mc:Choice Requires="wps">
            <w:drawing>
              <wp:anchor distT="0" distB="0" distL="114300" distR="114300" simplePos="0" relativeHeight="251665408" behindDoc="0" locked="0" layoutInCell="1" allowOverlap="1" wp14:anchorId="20D88CD6" wp14:editId="0F318024">
                <wp:simplePos x="0" y="0"/>
                <wp:positionH relativeFrom="column">
                  <wp:posOffset>-33655</wp:posOffset>
                </wp:positionH>
                <wp:positionV relativeFrom="paragraph">
                  <wp:posOffset>90896</wp:posOffset>
                </wp:positionV>
                <wp:extent cx="6309360" cy="592455"/>
                <wp:effectExtent l="0" t="0" r="15240" b="17145"/>
                <wp:wrapNone/>
                <wp:docPr id="4" name="Rectangle 4"/>
                <wp:cNvGraphicFramePr/>
                <a:graphic xmlns:a="http://schemas.openxmlformats.org/drawingml/2006/main">
                  <a:graphicData uri="http://schemas.microsoft.com/office/word/2010/wordprocessingShape">
                    <wps:wsp>
                      <wps:cNvSpPr/>
                      <wps:spPr>
                        <a:xfrm>
                          <a:off x="0" y="0"/>
                          <a:ext cx="6309360" cy="592455"/>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4" o:spid="_x0000_s1026" style="position:absolute;margin-left:-2.6pt;margin-top:7.15pt;width:496.8pt;height:46.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" filled="f" strokecolor="black [3213]"/>
            </w:pict>
          </mc:Fallback>
        </mc:AlternateContent>
      </w:r>
    </w:p>
    <w:p w14:paraId="250830FF" w14:textId="3D5CCE4A" w:rsidR="00AD25E6" w:rsidRPr="003F7480" w:rsidRDefault="000F34A3" w:rsidP="009B3CB2">
      <w:r>
        <w:rPr>
          <w:noProof/>
          <w:lang w:eastAsia="en-GB"/>
        </w:rPr>
        <w:t xml:space="preserve">Author’s/authors’ thesis / </w:t>
      </w:r>
      <w:r w:rsidR="00AD25E6" w:rsidRPr="003F7480">
        <w:t xml:space="preserve">argument </w:t>
      </w:r>
    </w:p>
    <w:p w14:paraId="464C5CA9" w14:textId="77777777" w:rsidR="00AD25E6" w:rsidRPr="003F7480" w:rsidRDefault="00AD25E6" w:rsidP="009B3CB2"/>
    <w:p w14:paraId="7A8B97CF" w14:textId="6B939949" w:rsidR="009906CF" w:rsidRPr="003F7480" w:rsidRDefault="009906CF" w:rsidP="009B3CB2"/>
    <w:p w14:paraId="5402B4AD" w14:textId="43D4B5DE" w:rsidR="00574C58" w:rsidRDefault="00574C58" w:rsidP="009B3CB2">
      <w:r w:rsidRPr="003F7480">
        <w:rPr>
          <w:noProof/>
          <w:lang w:eastAsia="en-GB"/>
        </w:rPr>
        <mc:AlternateContent>
          <mc:Choice Requires="wps">
            <w:drawing>
              <wp:anchor distT="0" distB="0" distL="114300" distR="114300" simplePos="0" relativeHeight="251667456" behindDoc="0" locked="0" layoutInCell="1" allowOverlap="1" wp14:anchorId="3D23D114" wp14:editId="06952260">
                <wp:simplePos x="0" y="0"/>
                <wp:positionH relativeFrom="column">
                  <wp:posOffset>-43815</wp:posOffset>
                </wp:positionH>
                <wp:positionV relativeFrom="paragraph">
                  <wp:posOffset>96611</wp:posOffset>
                </wp:positionV>
                <wp:extent cx="6309360" cy="429895"/>
                <wp:effectExtent l="0" t="0" r="15240" b="27305"/>
                <wp:wrapNone/>
                <wp:docPr id="5" name="Rectangle 5"/>
                <wp:cNvGraphicFramePr/>
                <a:graphic xmlns:a="http://schemas.openxmlformats.org/drawingml/2006/main">
                  <a:graphicData uri="http://schemas.microsoft.com/office/word/2010/wordprocessingShape">
                    <wps:wsp>
                      <wps:cNvSpPr/>
                      <wps:spPr>
                        <a:xfrm>
                          <a:off x="0" y="0"/>
                          <a:ext cx="6309360" cy="429895"/>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5" o:spid="_x0000_s1026" style="position:absolute;margin-left:-3.4pt;margin-top:7.6pt;width:496.8pt;height:3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" filled="f" strokecolor="black [3213]"/>
            </w:pict>
          </mc:Fallback>
        </mc:AlternateContent>
      </w:r>
    </w:p>
    <w:p w14:paraId="6E1B4D22" w14:textId="61DBAEFB" w:rsidR="00AD25E6" w:rsidRPr="003F7480" w:rsidRDefault="00AD25E6" w:rsidP="009B3CB2">
      <w:r w:rsidRPr="003F7480">
        <w:t>Conclusion</w:t>
      </w:r>
    </w:p>
    <w:p w14:paraId="286B05CB" w14:textId="76E5BB5D" w:rsidR="00AD25E6" w:rsidRPr="003F7480" w:rsidRDefault="00AD25E6" w:rsidP="009B3CB2"/>
    <w:p w14:paraId="2CC9FAB7" w14:textId="1F907C89" w:rsidR="00AD25E6" w:rsidRPr="003F7480" w:rsidRDefault="00574C58" w:rsidP="009B3CB2">
      <w:r w:rsidRPr="003F7480">
        <w:rPr>
          <w:noProof/>
          <w:lang w:eastAsia="en-GB"/>
        </w:rPr>
        <mc:AlternateContent>
          <mc:Choice Requires="wps">
            <w:drawing>
              <wp:anchor distT="0" distB="0" distL="114300" distR="114300" simplePos="0" relativeHeight="251669504" behindDoc="0" locked="0" layoutInCell="1" allowOverlap="1" wp14:anchorId="27DFD4BD" wp14:editId="20F06268">
                <wp:simplePos x="0" y="0"/>
                <wp:positionH relativeFrom="column">
                  <wp:posOffset>-40005</wp:posOffset>
                </wp:positionH>
                <wp:positionV relativeFrom="paragraph">
                  <wp:posOffset>81824</wp:posOffset>
                </wp:positionV>
                <wp:extent cx="6309360" cy="1619885"/>
                <wp:effectExtent l="0" t="0" r="15240" b="31115"/>
                <wp:wrapNone/>
                <wp:docPr id="6" name="Rectangle 6"/>
                <wp:cNvGraphicFramePr/>
                <a:graphic xmlns:a="http://schemas.openxmlformats.org/drawingml/2006/main">
                  <a:graphicData uri="http://schemas.microsoft.com/office/word/2010/wordprocessingShape">
                    <wps:wsp>
                      <wps:cNvSpPr/>
                      <wps:spPr>
                        <a:xfrm>
                          <a:off x="0" y="0"/>
                          <a:ext cx="6309360" cy="1619885"/>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6" o:spid="_x0000_s1026" style="position:absolute;margin-left:-3.1pt;margin-top:6.45pt;width:496.8pt;height:127.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" filled="f" strokecolor="black [3213]"/>
            </w:pict>
          </mc:Fallback>
        </mc:AlternateContent>
      </w:r>
    </w:p>
    <w:p w14:paraId="5BA3FA46" w14:textId="2FD87F18" w:rsidR="00AD25E6" w:rsidRPr="003F7480" w:rsidRDefault="000F34A3" w:rsidP="009B3CB2">
      <w:r>
        <w:t>Reasoning and evidence to justify and support the argument</w:t>
      </w:r>
    </w:p>
    <w:p w14:paraId="3CC52752" w14:textId="77777777" w:rsidR="00AD25E6" w:rsidRPr="003F7480" w:rsidRDefault="00AD25E6" w:rsidP="009B3CB2"/>
    <w:p w14:paraId="72825119" w14:textId="77777777" w:rsidR="00AD25E6" w:rsidRPr="003F7480" w:rsidRDefault="00AD25E6" w:rsidP="009B3CB2">
      <w:pPr>
        <w:sectPr w:rsidR="00AD25E6" w:rsidRPr="003F7480" w:rsidSect="006002C9">
          <w:type w:val="continuous"/>
          <w:pgSz w:w="12240" w:h="15840"/>
          <w:pgMar w:top="993" w:right="1440" w:bottom="1440" w:left="1440" w:header="720" w:footer="720" w:gutter="0"/>
          <w:cols w:space="720"/>
        </w:sectPr>
      </w:pPr>
    </w:p>
    <w:p w14:paraId="0C6E23E5" w14:textId="77777777" w:rsidR="00AD25E6" w:rsidRPr="003F7480" w:rsidRDefault="00AD25E6" w:rsidP="009B3CB2">
      <w:r w:rsidRPr="003F7480">
        <w:lastRenderedPageBreak/>
        <w:t>1</w:t>
      </w:r>
    </w:p>
    <w:p w14:paraId="7863CCBF" w14:textId="77777777" w:rsidR="00AD25E6" w:rsidRPr="003F7480" w:rsidRDefault="00AD25E6" w:rsidP="009B3CB2"/>
    <w:p w14:paraId="27B2C34F" w14:textId="77777777" w:rsidR="00AD25E6" w:rsidRPr="003F7480" w:rsidRDefault="00AD25E6" w:rsidP="009B3CB2">
      <w:r w:rsidRPr="003F7480">
        <w:t>2</w:t>
      </w:r>
    </w:p>
    <w:p w14:paraId="0FFB745C" w14:textId="77777777" w:rsidR="00AD25E6" w:rsidRPr="003F7480" w:rsidRDefault="00AD25E6" w:rsidP="009B3CB2"/>
    <w:p w14:paraId="3CABABEA" w14:textId="77777777" w:rsidR="00AD25E6" w:rsidRPr="003F7480" w:rsidRDefault="00AD25E6" w:rsidP="009B3CB2">
      <w:r w:rsidRPr="003F7480">
        <w:t>3</w:t>
      </w:r>
    </w:p>
    <w:p w14:paraId="20EEF638" w14:textId="77777777" w:rsidR="00AD25E6" w:rsidRPr="003F7480" w:rsidRDefault="00AD25E6" w:rsidP="009B3CB2"/>
    <w:p w14:paraId="0A687D64" w14:textId="77777777" w:rsidR="00AD25E6" w:rsidRPr="003F7480" w:rsidRDefault="00AD25E6" w:rsidP="009B3CB2">
      <w:r w:rsidRPr="003F7480">
        <w:lastRenderedPageBreak/>
        <w:t>4</w:t>
      </w:r>
    </w:p>
    <w:p w14:paraId="659F1DE6" w14:textId="77777777" w:rsidR="00AD25E6" w:rsidRPr="003F7480" w:rsidRDefault="00AD25E6" w:rsidP="009B3CB2"/>
    <w:p w14:paraId="244ADFB7" w14:textId="77777777" w:rsidR="00AD25E6" w:rsidRPr="003F7480" w:rsidRDefault="00AD25E6" w:rsidP="009B3CB2">
      <w:r w:rsidRPr="003F7480">
        <w:t>5</w:t>
      </w:r>
    </w:p>
    <w:p w14:paraId="67753D2E" w14:textId="77777777" w:rsidR="00AD25E6" w:rsidRPr="003F7480" w:rsidRDefault="00AD25E6" w:rsidP="009B3CB2"/>
    <w:p w14:paraId="17B8F56A" w14:textId="77777777" w:rsidR="00AD25E6" w:rsidRPr="003F7480" w:rsidRDefault="00AD25E6" w:rsidP="009B3CB2">
      <w:r w:rsidRPr="003F7480">
        <w:t>6</w:t>
      </w:r>
    </w:p>
    <w:p w14:paraId="2DABA5F8" w14:textId="77777777" w:rsidR="00AD25E6" w:rsidRPr="003F7480" w:rsidRDefault="00AD25E6" w:rsidP="009B3CB2">
      <w:pPr>
        <w:sectPr w:rsidR="00AD25E6" w:rsidRPr="003F7480" w:rsidSect="00AD25E6">
          <w:type w:val="continuous"/>
          <w:pgSz w:w="12240" w:h="15840"/>
          <w:pgMar w:top="1440" w:right="1440" w:bottom="1440" w:left="1440" w:header="720" w:footer="720" w:gutter="0"/>
          <w:cols w:num="2" w:space="720"/>
        </w:sectPr>
      </w:pPr>
    </w:p>
    <w:p w14:paraId="2D0AF95B" w14:textId="3CAD8017" w:rsidR="00AD25E6" w:rsidRPr="003F7480" w:rsidRDefault="00AD25E6" w:rsidP="009B3CB2"/>
    <w:p w14:paraId="190CDEDE" w14:textId="6717C3F3" w:rsidR="00AD25E6" w:rsidRPr="003F7480" w:rsidRDefault="00574C58" w:rsidP="009B3CB2">
      <w:r w:rsidRPr="003F7480">
        <w:rPr>
          <w:noProof/>
          <w:lang w:eastAsia="en-GB"/>
        </w:rPr>
        <mc:AlternateContent>
          <mc:Choice Requires="wps">
            <w:drawing>
              <wp:anchor distT="0" distB="0" distL="114300" distR="114300" simplePos="0" relativeHeight="251675648" behindDoc="0" locked="0" layoutInCell="1" allowOverlap="1" wp14:anchorId="4B974172" wp14:editId="6877FA5D">
                <wp:simplePos x="0" y="0"/>
                <wp:positionH relativeFrom="column">
                  <wp:posOffset>-43815</wp:posOffset>
                </wp:positionH>
                <wp:positionV relativeFrom="paragraph">
                  <wp:posOffset>51344</wp:posOffset>
                </wp:positionV>
                <wp:extent cx="6309360" cy="892266"/>
                <wp:effectExtent l="0" t="0" r="15240" b="22225"/>
                <wp:wrapNone/>
                <wp:docPr id="9" name="Rectangle 9"/>
                <wp:cNvGraphicFramePr/>
                <a:graphic xmlns:a="http://schemas.openxmlformats.org/drawingml/2006/main">
                  <a:graphicData uri="http://schemas.microsoft.com/office/word/2010/wordprocessingShape">
                    <wps:wsp>
                      <wps:cNvSpPr/>
                      <wps:spPr>
                        <a:xfrm>
                          <a:off x="0" y="0"/>
                          <a:ext cx="6309360" cy="892266"/>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9" o:spid="_x0000_s1026" style="position:absolute;margin-left:-3.4pt;margin-top:4.05pt;width:496.8pt;height:70.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" filled="f" strokecolor="black [3213]"/>
            </w:pict>
          </mc:Fallback>
        </mc:AlternateContent>
      </w:r>
    </w:p>
    <w:p w14:paraId="1DCEB714" w14:textId="59CE8523" w:rsidR="00AD25E6" w:rsidRDefault="00AD25E6" w:rsidP="009B3CB2">
      <w:r w:rsidRPr="003F7480">
        <w:t xml:space="preserve">Strengths of the </w:t>
      </w:r>
      <w:r w:rsidR="000F34A3">
        <w:t xml:space="preserve">author's/authors' argument, reasoning, evidence. </w:t>
      </w:r>
    </w:p>
    <w:p w14:paraId="1E52383C" w14:textId="77777777" w:rsidR="000F34A3" w:rsidRPr="003F7480" w:rsidRDefault="000F34A3" w:rsidP="009B3CB2"/>
    <w:p w14:paraId="53441197" w14:textId="77777777" w:rsidR="00AD25E6" w:rsidRPr="003F7480" w:rsidRDefault="00AD25E6" w:rsidP="009B3CB2"/>
    <w:p w14:paraId="7563A5BE" w14:textId="77777777" w:rsidR="00AD25E6" w:rsidRPr="003F7480" w:rsidRDefault="00AD25E6" w:rsidP="009B3CB2"/>
    <w:p w14:paraId="0ADA6CB4" w14:textId="77777777" w:rsidR="00AD25E6" w:rsidRPr="003F7480" w:rsidRDefault="00AD25E6" w:rsidP="009B3CB2"/>
    <w:p w14:paraId="7888E079" w14:textId="3FD24788" w:rsidR="00AD25E6" w:rsidRPr="003F7480" w:rsidRDefault="00574C58" w:rsidP="009B3CB2">
      <w:r w:rsidRPr="003F7480">
        <w:rPr>
          <w:noProof/>
          <w:lang w:eastAsia="en-GB"/>
        </w:rPr>
        <mc:AlternateContent>
          <mc:Choice Requires="wps">
            <w:drawing>
              <wp:anchor distT="0" distB="0" distL="114300" distR="114300" simplePos="0" relativeHeight="251673600" behindDoc="0" locked="0" layoutInCell="1" allowOverlap="1" wp14:anchorId="69B3D0D8" wp14:editId="55F285C5">
                <wp:simplePos x="0" y="0"/>
                <wp:positionH relativeFrom="column">
                  <wp:posOffset>-55880</wp:posOffset>
                </wp:positionH>
                <wp:positionV relativeFrom="paragraph">
                  <wp:posOffset>71846</wp:posOffset>
                </wp:positionV>
                <wp:extent cx="6309360" cy="1019719"/>
                <wp:effectExtent l="0" t="0" r="15240" b="22225"/>
                <wp:wrapNone/>
                <wp:docPr id="8" name="Rectangle 8"/>
                <wp:cNvGraphicFramePr/>
                <a:graphic xmlns:a="http://schemas.openxmlformats.org/drawingml/2006/main">
                  <a:graphicData uri="http://schemas.microsoft.com/office/word/2010/wordprocessingShape">
                    <wps:wsp>
                      <wps:cNvSpPr/>
                      <wps:spPr>
                        <a:xfrm>
                          <a:off x="0" y="0"/>
                          <a:ext cx="6309360" cy="1019719"/>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3E434902" w14:textId="68FBEEB5" w:rsidR="00574C58" w:rsidRDefault="00574C58" w:rsidP="00574C58">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8" o:spid="_x0000_s1026" style="position:absolute;margin-left:-4.35pt;margin-top:5.65pt;width:496.8pt;height:80.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" filled="f" strokecolor="black [3213]">
                <v:textbox>
                  <w:txbxContent>
                    <w:p w14:paraId="3E434902" w14:textId="68FBEEB5" w:rsidR="00574C58" w:rsidRDefault="00574C58" w:rsidP="00574C58">
                      <w:pPr>
                        <w:jc w:val="center"/>
                      </w:pPr>
                      <w:r>
                        <w:t>§</w:t>
                      </w:r>
                    </w:p>
                  </w:txbxContent>
                </v:textbox>
              </v:rect>
            </w:pict>
          </mc:Fallback>
        </mc:AlternateContent>
      </w:r>
    </w:p>
    <w:p w14:paraId="6EBA5864" w14:textId="77777777" w:rsidR="000F34A3" w:rsidRDefault="00AD25E6" w:rsidP="009B3CB2">
      <w:r w:rsidRPr="003F7480">
        <w:t xml:space="preserve">Weaknesses </w:t>
      </w:r>
      <w:r w:rsidR="000F34A3">
        <w:t xml:space="preserve">or </w:t>
      </w:r>
      <w:r w:rsidRPr="003F7480">
        <w:t>omissions</w:t>
      </w:r>
      <w:r w:rsidR="000F34A3">
        <w:t xml:space="preserve"> in the a</w:t>
      </w:r>
      <w:r w:rsidRPr="003F7480">
        <w:t xml:space="preserve">uthor's/authors' </w:t>
      </w:r>
      <w:r w:rsidR="000F34A3">
        <w:t xml:space="preserve">argument, reasoning, evidence. </w:t>
      </w:r>
    </w:p>
    <w:p w14:paraId="7DDDED69" w14:textId="77777777" w:rsidR="00AD25E6" w:rsidRPr="003F7480" w:rsidRDefault="00AD25E6" w:rsidP="009B3CB2"/>
    <w:p w14:paraId="45E9C35D" w14:textId="77777777" w:rsidR="00AD25E6" w:rsidRPr="003F7480" w:rsidRDefault="00AD25E6" w:rsidP="009B3CB2"/>
    <w:p w14:paraId="33F8A81E" w14:textId="77777777" w:rsidR="00AD25E6" w:rsidRPr="003F7480" w:rsidRDefault="00AD25E6" w:rsidP="009B3CB2"/>
    <w:p w14:paraId="6F4DA62B" w14:textId="77777777" w:rsidR="0017315E" w:rsidRDefault="0017315E" w:rsidP="009B3CB2">
      <w:pPr>
        <w:sectPr w:rsidR="0017315E" w:rsidSect="009906CF">
          <w:type w:val="continuous"/>
          <w:pgSz w:w="12240" w:h="15840"/>
          <w:pgMar w:top="709" w:right="1440" w:bottom="1440" w:left="1440" w:header="720" w:footer="720" w:gutter="0"/>
          <w:cols w:space="720"/>
        </w:sectPr>
      </w:pPr>
    </w:p>
    <w:p w14:paraId="60D64975" w14:textId="77777777" w:rsidR="0017315E" w:rsidRPr="003F7480" w:rsidRDefault="0017315E" w:rsidP="009B3CB2">
      <w:pPr>
        <w:sectPr w:rsidR="0017315E" w:rsidRPr="003F7480" w:rsidSect="006002C9">
          <w:footerReference w:type="default" r:id="rId8"/>
          <w:pgSz w:w="12240" w:h="15840"/>
          <w:pgMar w:top="567" w:right="616" w:bottom="1440" w:left="1440" w:header="720" w:footer="720" w:gutter="0"/>
          <w:cols w:space="262"/>
        </w:sectPr>
      </w:pPr>
    </w:p>
    <w:p w14:paraId="17CCEA1E" w14:textId="77777777" w:rsidR="0017315E" w:rsidRPr="003F7480" w:rsidRDefault="0017315E" w:rsidP="009B3CB2">
      <w:r w:rsidRPr="003F7480">
        <w:rPr>
          <w:noProof/>
          <w:lang w:eastAsia="en-GB"/>
        </w:rPr>
        <w:lastRenderedPageBreak/>
        <mc:AlternateContent>
          <mc:Choice Requires="wps">
            <w:drawing>
              <wp:anchor distT="0" distB="0" distL="114300" distR="114300" simplePos="0" relativeHeight="251677696" behindDoc="0" locked="0" layoutInCell="1" allowOverlap="1" wp14:anchorId="7C53057F" wp14:editId="26AE8752">
                <wp:simplePos x="0" y="0"/>
                <wp:positionH relativeFrom="column">
                  <wp:posOffset>-46990</wp:posOffset>
                </wp:positionH>
                <wp:positionV relativeFrom="paragraph">
                  <wp:posOffset>146311</wp:posOffset>
                </wp:positionV>
                <wp:extent cx="6309360" cy="977153"/>
                <wp:effectExtent l="0" t="0" r="15240" b="13970"/>
                <wp:wrapNone/>
                <wp:docPr id="7" name="Rectangle 7"/>
                <wp:cNvGraphicFramePr/>
                <a:graphic xmlns:a="http://schemas.openxmlformats.org/drawingml/2006/main">
                  <a:graphicData uri="http://schemas.microsoft.com/office/word/2010/wordprocessingShape">
                    <wps:wsp>
                      <wps:cNvSpPr/>
                      <wps:spPr>
                        <a:xfrm>
                          <a:off x="0" y="0"/>
                          <a:ext cx="6309360" cy="977153"/>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7" o:spid="_x0000_s1026" style="position:absolute;margin-left:-3.65pt;margin-top:11.5pt;width:496.8pt;height:76.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" filled="f" strokecolor="black [3213]"/>
            </w:pict>
          </mc:Fallback>
        </mc:AlternateContent>
      </w:r>
    </w:p>
    <w:p w14:paraId="297A17D3" w14:textId="074DA657" w:rsidR="0017315E" w:rsidRPr="003F7480" w:rsidRDefault="009B3CB2" w:rsidP="00371F9A">
      <w:pPr>
        <w:ind w:right="0"/>
        <w:jc w:val="both"/>
      </w:pPr>
      <w:proofErr w:type="gramStart"/>
      <w:r>
        <w:t xml:space="preserve">Author(s), </w:t>
      </w:r>
      <w:r w:rsidR="00371F9A">
        <w:t>e</w:t>
      </w:r>
      <w:r w:rsidR="0017315E" w:rsidRPr="003F7480">
        <w:t>ditors, city, publisher, volume, page numbers</w:t>
      </w:r>
      <w:r w:rsidR="00A54814">
        <w:t>, year, etc.</w:t>
      </w:r>
      <w:proofErr w:type="gramEnd"/>
      <w:r w:rsidR="00A54814">
        <w:t xml:space="preserve"> </w:t>
      </w:r>
      <w:r w:rsidR="0017315E" w:rsidRPr="003F7480">
        <w:tab/>
      </w:r>
    </w:p>
    <w:p w14:paraId="6C8A6D02" w14:textId="47A6039A" w:rsidR="0017315E" w:rsidRPr="00B84E0B" w:rsidRDefault="009B3CB2" w:rsidP="00371F9A">
      <w:pPr>
        <w:ind w:left="720" w:right="0"/>
        <w:jc w:val="both"/>
        <w:rPr>
          <w:i/>
        </w:rPr>
      </w:pPr>
      <w:r w:rsidRPr="00B84E0B">
        <w:rPr>
          <w:i/>
        </w:rPr>
        <w:t xml:space="preserve"> …</w:t>
      </w:r>
      <w:r w:rsidR="0017315E" w:rsidRPr="00B84E0B">
        <w:rPr>
          <w:i/>
        </w:rPr>
        <w:t>and anything else you need to cite the text, according the ref</w:t>
      </w:r>
      <w:r w:rsidRPr="00B84E0B">
        <w:rPr>
          <w:i/>
        </w:rPr>
        <w:t>erence style you are using (</w:t>
      </w:r>
      <w:r w:rsidR="0017315E" w:rsidRPr="00B84E0B">
        <w:rPr>
          <w:i/>
        </w:rPr>
        <w:t>e.g. page numbers of any direct quotes, URL,</w:t>
      </w:r>
      <w:r w:rsidRPr="00B84E0B">
        <w:rPr>
          <w:i/>
        </w:rPr>
        <w:t xml:space="preserve"> date consulted</w:t>
      </w:r>
      <w:r w:rsidR="0017315E" w:rsidRPr="00B84E0B">
        <w:rPr>
          <w:i/>
        </w:rPr>
        <w:t>)</w:t>
      </w:r>
      <w:r w:rsidRPr="00B84E0B">
        <w:rPr>
          <w:i/>
        </w:rPr>
        <w:t>.  The idea is that you needn’t go back to search for these details in case you decide to use this material in a paper.  Also, if you do need to find the text again, you know exactly where to find it.</w:t>
      </w:r>
    </w:p>
    <w:p w14:paraId="1584E58F" w14:textId="6C2E3C19" w:rsidR="0017315E" w:rsidRPr="003F7480" w:rsidRDefault="00371F9A" w:rsidP="00371F9A">
      <w:pPr>
        <w:ind w:right="0"/>
        <w:jc w:val="both"/>
      </w:pPr>
      <w:r w:rsidRPr="003F7480">
        <w:rPr>
          <w:noProof/>
          <w:lang w:eastAsia="en-GB"/>
        </w:rPr>
        <mc:AlternateContent>
          <mc:Choice Requires="wps">
            <w:drawing>
              <wp:anchor distT="0" distB="0" distL="114300" distR="114300" simplePos="0" relativeHeight="251679744" behindDoc="0" locked="0" layoutInCell="1" allowOverlap="1" wp14:anchorId="58C15C74" wp14:editId="67DC86D8">
                <wp:simplePos x="0" y="0"/>
                <wp:positionH relativeFrom="column">
                  <wp:posOffset>-37465</wp:posOffset>
                </wp:positionH>
                <wp:positionV relativeFrom="paragraph">
                  <wp:posOffset>155666</wp:posOffset>
                </wp:positionV>
                <wp:extent cx="6309360" cy="943882"/>
                <wp:effectExtent l="0" t="0" r="15240" b="21590"/>
                <wp:wrapNone/>
                <wp:docPr id="10" name="Rectangle 10"/>
                <wp:cNvGraphicFramePr/>
                <a:graphic xmlns:a="http://schemas.openxmlformats.org/drawingml/2006/main">
                  <a:graphicData uri="http://schemas.microsoft.com/office/word/2010/wordprocessingShape">
                    <wps:wsp>
                      <wps:cNvSpPr/>
                      <wps:spPr>
                        <a:xfrm>
                          <a:off x="0" y="0"/>
                          <a:ext cx="6309360" cy="943882"/>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4A6F8FA1" w14:textId="73E2A048" w:rsidR="009B3CB2" w:rsidRDefault="009B3CB2" w:rsidP="009B3CB2">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0" o:spid="_x0000_s1026" style="position:absolute;left:0;text-align:left;margin-left:-2.9pt;margin-top:12.25pt;width:496.8pt;height:74.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" filled="f" strokecolor="black [3213]">
                <v:textbox>
                  <w:txbxContent>
                    <w:p w14:paraId="4A6F8FA1" w14:textId="73E2A048" w:rsidR="009B3CB2" w:rsidRDefault="009B3CB2" w:rsidP="009B3CB2">
                      <w:r>
                        <w:t>§</w:t>
                      </w:r>
                    </w:p>
                  </w:txbxContent>
                </v:textbox>
              </v:rect>
            </w:pict>
          </mc:Fallback>
        </mc:AlternateContent>
      </w:r>
    </w:p>
    <w:p w14:paraId="26674DEE" w14:textId="08C79866" w:rsidR="0017315E" w:rsidRDefault="0017315E" w:rsidP="00371F9A">
      <w:pPr>
        <w:ind w:right="0"/>
        <w:jc w:val="both"/>
      </w:pPr>
      <w:r w:rsidRPr="003F7480">
        <w:t>Author's/aut</w:t>
      </w:r>
      <w:r>
        <w:t xml:space="preserve">hors' theoretical orientation </w:t>
      </w:r>
    </w:p>
    <w:p w14:paraId="64257907" w14:textId="409FD838" w:rsidR="0017315E" w:rsidRPr="00B84E0B" w:rsidRDefault="0017315E" w:rsidP="00371F9A">
      <w:pPr>
        <w:tabs>
          <w:tab w:val="clear" w:pos="8789"/>
          <w:tab w:val="left" w:pos="9356"/>
        </w:tabs>
        <w:ind w:left="720" w:right="0"/>
        <w:jc w:val="both"/>
        <w:rPr>
          <w:i/>
        </w:rPr>
      </w:pPr>
      <w:r w:rsidRPr="00B84E0B">
        <w:rPr>
          <w:i/>
        </w:rPr>
        <w:t>(</w:t>
      </w:r>
      <w:proofErr w:type="gramStart"/>
      <w:r w:rsidRPr="00B84E0B">
        <w:rPr>
          <w:i/>
        </w:rPr>
        <w:t>e.g</w:t>
      </w:r>
      <w:proofErr w:type="gramEnd"/>
      <w:r w:rsidRPr="00B84E0B">
        <w:rPr>
          <w:i/>
        </w:rPr>
        <w:t xml:space="preserve">. post-modernist, </w:t>
      </w:r>
      <w:proofErr w:type="spellStart"/>
      <w:r w:rsidRPr="00B84E0B">
        <w:rPr>
          <w:i/>
        </w:rPr>
        <w:t>structuralist</w:t>
      </w:r>
      <w:proofErr w:type="spellEnd"/>
      <w:r w:rsidRPr="00B84E0B">
        <w:rPr>
          <w:i/>
        </w:rPr>
        <w:t>, constructivist, etc.</w:t>
      </w:r>
      <w:r w:rsidR="00294E3B" w:rsidRPr="00B84E0B">
        <w:rPr>
          <w:i/>
        </w:rPr>
        <w:t>)</w:t>
      </w:r>
      <w:r w:rsidRPr="00B84E0B">
        <w:rPr>
          <w:i/>
        </w:rPr>
        <w:t xml:space="preserve">  Which “school of thought” might this author fit into?  Thinking back to other readings, who would AGREE with this writer’s ideas? Who would DISAGREE?  This is an important aspect in understanding how different authors’ ideas relate –or not– amongst all the various thinkers’ ideas you will discover.  </w:t>
      </w:r>
    </w:p>
    <w:p w14:paraId="148B3391" w14:textId="229EC0B7" w:rsidR="0017315E" w:rsidRPr="003F7480" w:rsidRDefault="00371F9A" w:rsidP="00371F9A">
      <w:pPr>
        <w:ind w:right="0"/>
        <w:jc w:val="both"/>
      </w:pPr>
      <w:r w:rsidRPr="003F7480">
        <w:rPr>
          <w:noProof/>
          <w:lang w:eastAsia="en-GB"/>
        </w:rPr>
        <mc:AlternateContent>
          <mc:Choice Requires="wps">
            <w:drawing>
              <wp:anchor distT="0" distB="0" distL="114300" distR="114300" simplePos="0" relativeHeight="251678720" behindDoc="0" locked="0" layoutInCell="1" allowOverlap="1" wp14:anchorId="08A4233A" wp14:editId="1136988B">
                <wp:simplePos x="0" y="0"/>
                <wp:positionH relativeFrom="column">
                  <wp:posOffset>-35560</wp:posOffset>
                </wp:positionH>
                <wp:positionV relativeFrom="paragraph">
                  <wp:posOffset>157571</wp:posOffset>
                </wp:positionV>
                <wp:extent cx="6309360" cy="788670"/>
                <wp:effectExtent l="0" t="0" r="15240" b="24130"/>
                <wp:wrapNone/>
                <wp:docPr id="11" name="Rectangle 11"/>
                <wp:cNvGraphicFramePr/>
                <a:graphic xmlns:a="http://schemas.openxmlformats.org/drawingml/2006/main">
                  <a:graphicData uri="http://schemas.microsoft.com/office/word/2010/wordprocessingShape">
                    <wps:wsp>
                      <wps:cNvSpPr/>
                      <wps:spPr>
                        <a:xfrm>
                          <a:off x="0" y="0"/>
                          <a:ext cx="6309360" cy="788670"/>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6B87D31B" w14:textId="77777777" w:rsidR="00B84E0B" w:rsidRDefault="00B84E0B" w:rsidP="00B84E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1" o:spid="_x0000_s1027" style="position:absolute;left:0;text-align:left;margin-left:-2.75pt;margin-top:12.4pt;width:496.8pt;height:62.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" filled="f" strokecolor="black [3213]">
                <v:textbox>
                  <w:txbxContent>
                    <w:p w14:paraId="6B87D31B" w14:textId="77777777" w:rsidR="00B84E0B" w:rsidRDefault="00B84E0B" w:rsidP="00B84E0B">
                      <w:pPr>
                        <w:jc w:val="center"/>
                      </w:pPr>
                    </w:p>
                  </w:txbxContent>
                </v:textbox>
              </v:rect>
            </w:pict>
          </mc:Fallback>
        </mc:AlternateContent>
      </w:r>
    </w:p>
    <w:p w14:paraId="3B45FA8C" w14:textId="46AE2A6F" w:rsidR="0017315E" w:rsidRDefault="0017315E" w:rsidP="00371F9A">
      <w:pPr>
        <w:ind w:right="0"/>
        <w:jc w:val="both"/>
      </w:pPr>
      <w:r>
        <w:rPr>
          <w:noProof/>
          <w:lang w:eastAsia="en-GB"/>
        </w:rPr>
        <w:t>Useful</w:t>
      </w:r>
      <w:r w:rsidRPr="003F7480">
        <w:t xml:space="preserve"> background </w:t>
      </w:r>
      <w:r>
        <w:t>or context</w:t>
      </w:r>
    </w:p>
    <w:p w14:paraId="06A9A188" w14:textId="2BE3F518" w:rsidR="0017315E" w:rsidRPr="00B84E0B" w:rsidRDefault="0017315E" w:rsidP="00371F9A">
      <w:pPr>
        <w:ind w:left="720" w:right="0"/>
        <w:jc w:val="both"/>
        <w:rPr>
          <w:i/>
        </w:rPr>
      </w:pPr>
      <w:r w:rsidRPr="00B84E0B">
        <w:rPr>
          <w:i/>
        </w:rPr>
        <w:t>How did you find this text?  Who recommended it?  Which course or lecture is it supposedly linked to?  Was this text a main reference in another text?  This can be particularly helpful once you have several dozens of these pages of notes, at the end of L</w:t>
      </w:r>
      <w:r w:rsidR="00371F9A">
        <w:rPr>
          <w:i/>
        </w:rPr>
        <w:t xml:space="preserve">ent </w:t>
      </w:r>
      <w:proofErr w:type="gramStart"/>
      <w:r w:rsidRPr="00B84E0B">
        <w:rPr>
          <w:i/>
        </w:rPr>
        <w:t>T</w:t>
      </w:r>
      <w:r w:rsidR="00371F9A">
        <w:rPr>
          <w:i/>
        </w:rPr>
        <w:t>erm</w:t>
      </w:r>
      <w:proofErr w:type="gramEnd"/>
      <w:r w:rsidRPr="00B84E0B">
        <w:rPr>
          <w:i/>
        </w:rPr>
        <w:t xml:space="preserve"> for example.</w:t>
      </w:r>
    </w:p>
    <w:p w14:paraId="34A69BA0" w14:textId="3BF0CC93" w:rsidR="0017315E" w:rsidRPr="003F7480" w:rsidRDefault="00371F9A" w:rsidP="00371F9A">
      <w:pPr>
        <w:ind w:right="0"/>
        <w:jc w:val="both"/>
      </w:pPr>
      <w:r w:rsidRPr="003F7480">
        <w:rPr>
          <w:noProof/>
          <w:lang w:eastAsia="en-GB"/>
        </w:rPr>
        <mc:AlternateContent>
          <mc:Choice Requires="wps">
            <w:drawing>
              <wp:anchor distT="0" distB="0" distL="114300" distR="114300" simplePos="0" relativeHeight="251680768" behindDoc="0" locked="0" layoutInCell="1" allowOverlap="1" wp14:anchorId="338C6EFD" wp14:editId="1FE4F214">
                <wp:simplePos x="0" y="0"/>
                <wp:positionH relativeFrom="column">
                  <wp:posOffset>-33655</wp:posOffset>
                </wp:positionH>
                <wp:positionV relativeFrom="paragraph">
                  <wp:posOffset>160655</wp:posOffset>
                </wp:positionV>
                <wp:extent cx="6309360" cy="797560"/>
                <wp:effectExtent l="0" t="0" r="15240" b="15240"/>
                <wp:wrapNone/>
                <wp:docPr id="12" name="Rectangle 12"/>
                <wp:cNvGraphicFramePr/>
                <a:graphic xmlns:a="http://schemas.openxmlformats.org/drawingml/2006/main">
                  <a:graphicData uri="http://schemas.microsoft.com/office/word/2010/wordprocessingShape">
                    <wps:wsp>
                      <wps:cNvSpPr/>
                      <wps:spPr>
                        <a:xfrm>
                          <a:off x="0" y="0"/>
                          <a:ext cx="6309360" cy="797560"/>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2" o:spid="_x0000_s1026" style="position:absolute;margin-left:-2.6pt;margin-top:12.65pt;width:496.8pt;height:62.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" filled="f" strokecolor="black [3213]"/>
            </w:pict>
          </mc:Fallback>
        </mc:AlternateContent>
      </w:r>
    </w:p>
    <w:p w14:paraId="76AD0BF5" w14:textId="0F61F496" w:rsidR="0017315E" w:rsidRPr="003F7480" w:rsidRDefault="0017315E" w:rsidP="00371F9A">
      <w:pPr>
        <w:ind w:right="0"/>
        <w:jc w:val="both"/>
      </w:pPr>
      <w:r>
        <w:rPr>
          <w:noProof/>
          <w:lang w:eastAsia="en-GB"/>
        </w:rPr>
        <w:t xml:space="preserve">Author’s/authors’ thesis / </w:t>
      </w:r>
      <w:r w:rsidRPr="003F7480">
        <w:t xml:space="preserve">argument </w:t>
      </w:r>
    </w:p>
    <w:p w14:paraId="67B0B71A" w14:textId="59759367" w:rsidR="0017315E" w:rsidRPr="00B84E0B" w:rsidRDefault="0017315E" w:rsidP="00371F9A">
      <w:pPr>
        <w:ind w:left="720" w:right="0"/>
        <w:jc w:val="both"/>
        <w:rPr>
          <w:i/>
        </w:rPr>
      </w:pPr>
      <w:r w:rsidRPr="00B84E0B">
        <w:rPr>
          <w:i/>
        </w:rPr>
        <w:t xml:space="preserve">What is the main idea this author is trying to convince you of?  If you and this author were on the phone and line was about to cut off… what ONE </w:t>
      </w:r>
      <w:r w:rsidR="00371F9A">
        <w:rPr>
          <w:i/>
        </w:rPr>
        <w:t xml:space="preserve">or TWO </w:t>
      </w:r>
      <w:r w:rsidRPr="00B84E0B">
        <w:rPr>
          <w:i/>
        </w:rPr>
        <w:t>sentence</w:t>
      </w:r>
      <w:r w:rsidR="00371F9A">
        <w:rPr>
          <w:i/>
        </w:rPr>
        <w:t>s</w:t>
      </w:r>
      <w:r w:rsidRPr="00B84E0B">
        <w:rPr>
          <w:i/>
        </w:rPr>
        <w:t xml:space="preserve"> would he or she want to </w:t>
      </w:r>
      <w:r w:rsidR="00371F9A">
        <w:rPr>
          <w:i/>
        </w:rPr>
        <w:t>convey to</w:t>
      </w:r>
      <w:r w:rsidRPr="00B84E0B">
        <w:rPr>
          <w:i/>
        </w:rPr>
        <w:t xml:space="preserve"> you?  It is important to try to write this IN YOUR OWN WORDS.</w:t>
      </w:r>
    </w:p>
    <w:p w14:paraId="016D5F74" w14:textId="1FB17BB8" w:rsidR="0017315E" w:rsidRPr="003F7480" w:rsidRDefault="0017315E" w:rsidP="00371F9A">
      <w:pPr>
        <w:ind w:right="0"/>
        <w:jc w:val="both"/>
      </w:pPr>
    </w:p>
    <w:p w14:paraId="5BF3940B" w14:textId="76E40234" w:rsidR="0017315E" w:rsidRPr="003F7480" w:rsidRDefault="00371F9A" w:rsidP="00371F9A">
      <w:pPr>
        <w:ind w:right="0"/>
        <w:jc w:val="both"/>
      </w:pPr>
      <w:r w:rsidRPr="003F7480">
        <w:rPr>
          <w:noProof/>
          <w:lang w:eastAsia="en-GB"/>
        </w:rPr>
        <mc:AlternateContent>
          <mc:Choice Requires="wps">
            <w:drawing>
              <wp:anchor distT="0" distB="0" distL="114300" distR="114300" simplePos="0" relativeHeight="251681792" behindDoc="0" locked="0" layoutInCell="1" allowOverlap="1" wp14:anchorId="3B898901" wp14:editId="1197DE3D">
                <wp:simplePos x="0" y="0"/>
                <wp:positionH relativeFrom="column">
                  <wp:posOffset>-35560</wp:posOffset>
                </wp:positionH>
                <wp:positionV relativeFrom="paragraph">
                  <wp:posOffset>4536</wp:posOffset>
                </wp:positionV>
                <wp:extent cx="6309360" cy="737235"/>
                <wp:effectExtent l="0" t="0" r="15240" b="24765"/>
                <wp:wrapNone/>
                <wp:docPr id="13" name="Rectangle 13"/>
                <wp:cNvGraphicFramePr/>
                <a:graphic xmlns:a="http://schemas.openxmlformats.org/drawingml/2006/main">
                  <a:graphicData uri="http://schemas.microsoft.com/office/word/2010/wordprocessingShape">
                    <wps:wsp>
                      <wps:cNvSpPr/>
                      <wps:spPr>
                        <a:xfrm>
                          <a:off x="0" y="0"/>
                          <a:ext cx="6309360" cy="737235"/>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3" o:spid="_x0000_s1026" style="position:absolute;margin-left:-2.75pt;margin-top:.35pt;width:496.8pt;height:58.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" filled="f" strokecolor="black [3213]"/>
            </w:pict>
          </mc:Fallback>
        </mc:AlternateContent>
      </w:r>
      <w:r w:rsidR="0017315E" w:rsidRPr="003F7480">
        <w:t>Conclusion</w:t>
      </w:r>
    </w:p>
    <w:p w14:paraId="2A835EF6" w14:textId="3240BBB6" w:rsidR="0017315E" w:rsidRPr="00B84E0B" w:rsidRDefault="0017315E" w:rsidP="00371F9A">
      <w:pPr>
        <w:ind w:left="720" w:right="0"/>
        <w:jc w:val="both"/>
        <w:rPr>
          <w:i/>
        </w:rPr>
      </w:pPr>
      <w:r w:rsidRPr="00B84E0B">
        <w:rPr>
          <w:i/>
        </w:rPr>
        <w:t xml:space="preserve">Given the preceding thesis/argument, the bottom line is…  This might be quite closely related with the preceding item.   Perhaps there is a broader conclusion to be drawn from the argument, either </w:t>
      </w:r>
      <w:r w:rsidR="00294E3B" w:rsidRPr="00B84E0B">
        <w:rPr>
          <w:i/>
        </w:rPr>
        <w:t>theoretical or empirical.</w:t>
      </w:r>
    </w:p>
    <w:p w14:paraId="37277560" w14:textId="3D05BF47" w:rsidR="00A54814" w:rsidRPr="00A54814" w:rsidRDefault="00A54814" w:rsidP="00371F9A">
      <w:pPr>
        <w:ind w:right="0"/>
        <w:jc w:val="both"/>
        <w:rPr>
          <w:sz w:val="16"/>
          <w:szCs w:val="16"/>
        </w:rPr>
      </w:pPr>
    </w:p>
    <w:p w14:paraId="5BED5687" w14:textId="2087DD30" w:rsidR="0017315E" w:rsidRPr="003F7480" w:rsidRDefault="00371F9A" w:rsidP="00371F9A">
      <w:pPr>
        <w:ind w:right="0"/>
        <w:jc w:val="both"/>
      </w:pPr>
      <w:r w:rsidRPr="00A54814">
        <w:rPr>
          <w:noProof/>
          <w:sz w:val="16"/>
          <w:szCs w:val="16"/>
          <w:lang w:eastAsia="en-GB"/>
        </w:rPr>
        <mc:AlternateContent>
          <mc:Choice Requires="wps">
            <w:drawing>
              <wp:anchor distT="0" distB="0" distL="114300" distR="114300" simplePos="0" relativeHeight="251682816" behindDoc="0" locked="0" layoutInCell="1" allowOverlap="1" wp14:anchorId="5B5F9F8A" wp14:editId="37CB921B">
                <wp:simplePos x="0" y="0"/>
                <wp:positionH relativeFrom="column">
                  <wp:posOffset>-40005</wp:posOffset>
                </wp:positionH>
                <wp:positionV relativeFrom="paragraph">
                  <wp:posOffset>4446</wp:posOffset>
                </wp:positionV>
                <wp:extent cx="6309360" cy="925014"/>
                <wp:effectExtent l="0" t="0" r="15240" b="15240"/>
                <wp:wrapNone/>
                <wp:docPr id="14" name="Rectangle 14"/>
                <wp:cNvGraphicFramePr/>
                <a:graphic xmlns:a="http://schemas.openxmlformats.org/drawingml/2006/main">
                  <a:graphicData uri="http://schemas.microsoft.com/office/word/2010/wordprocessingShape">
                    <wps:wsp>
                      <wps:cNvSpPr/>
                      <wps:spPr>
                        <a:xfrm>
                          <a:off x="0" y="0"/>
                          <a:ext cx="6309360" cy="925014"/>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2A323719" w14:textId="209F3B23" w:rsidR="009B3CB2" w:rsidRDefault="009B3CB2" w:rsidP="009B3CB2">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4" o:spid="_x0000_s1028" style="position:absolute;left:0;text-align:left;margin-left:-3.1pt;margin-top:.35pt;width:496.8pt;height:72.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" filled="f" strokecolor="black [3213]">
                <v:textbox>
                  <w:txbxContent>
                    <w:p w14:paraId="2A323719" w14:textId="209F3B23" w:rsidR="009B3CB2" w:rsidRDefault="009B3CB2" w:rsidP="009B3CB2">
                      <w:r>
                        <w:t>§</w:t>
                      </w:r>
                    </w:p>
                  </w:txbxContent>
                </v:textbox>
              </v:rect>
            </w:pict>
          </mc:Fallback>
        </mc:AlternateContent>
      </w:r>
      <w:r w:rsidR="0017315E">
        <w:t>Reasoning and evidence to justify and support the argument</w:t>
      </w:r>
    </w:p>
    <w:p w14:paraId="73964501" w14:textId="733F32F4" w:rsidR="0017315E" w:rsidRPr="00B84E0B" w:rsidRDefault="0017315E" w:rsidP="00371F9A">
      <w:pPr>
        <w:ind w:left="720" w:right="0"/>
        <w:jc w:val="both"/>
        <w:rPr>
          <w:i/>
        </w:rPr>
        <w:sectPr w:rsidR="0017315E" w:rsidRPr="00B84E0B" w:rsidSect="006002C9">
          <w:type w:val="continuous"/>
          <w:pgSz w:w="12240" w:h="15840"/>
          <w:pgMar w:top="993" w:right="1440" w:bottom="1440" w:left="1440" w:header="720" w:footer="720" w:gutter="0"/>
          <w:cols w:space="720"/>
        </w:sectPr>
      </w:pPr>
      <w:r w:rsidRPr="00B84E0B">
        <w:rPr>
          <w:i/>
        </w:rPr>
        <w:t>Think back to the author’s thesis/argument, the idea he wants to convince you of...  What good reasons does he give to convince you of it?  What evidence does he provide?  Note that if you haven’t yet identified the author’s argument, it is probably premature to make notes on its justification.  Try to avoid noting pieces of information</w:t>
      </w:r>
      <w:r w:rsidR="00B84E0B">
        <w:rPr>
          <w:i/>
        </w:rPr>
        <w:t xml:space="preserve"> for the sake of taking notes.</w:t>
      </w:r>
    </w:p>
    <w:p w14:paraId="2191075E" w14:textId="7F4C36A1" w:rsidR="0017315E" w:rsidRPr="00B84E0B" w:rsidRDefault="00B84E0B" w:rsidP="00371F9A">
      <w:pPr>
        <w:ind w:right="0"/>
        <w:jc w:val="both"/>
        <w:rPr>
          <w:i/>
        </w:rPr>
        <w:sectPr w:rsidR="0017315E" w:rsidRPr="00B84E0B" w:rsidSect="00AD25E6">
          <w:type w:val="continuous"/>
          <w:pgSz w:w="12240" w:h="15840"/>
          <w:pgMar w:top="1440" w:right="1440" w:bottom="1440" w:left="1440" w:header="720" w:footer="720" w:gutter="0"/>
          <w:cols w:num="2" w:space="720"/>
        </w:sectPr>
      </w:pPr>
      <w:r w:rsidRPr="003F7480">
        <w:rPr>
          <w:noProof/>
          <w:lang w:eastAsia="en-GB"/>
        </w:rPr>
        <w:lastRenderedPageBreak/>
        <mc:AlternateContent>
          <mc:Choice Requires="wps">
            <w:drawing>
              <wp:anchor distT="0" distB="0" distL="114300" distR="114300" simplePos="0" relativeHeight="251684864" behindDoc="0" locked="0" layoutInCell="1" allowOverlap="1" wp14:anchorId="676B296E" wp14:editId="7AAB4707">
                <wp:simplePos x="0" y="0"/>
                <wp:positionH relativeFrom="column">
                  <wp:posOffset>-43815</wp:posOffset>
                </wp:positionH>
                <wp:positionV relativeFrom="paragraph">
                  <wp:posOffset>141696</wp:posOffset>
                </wp:positionV>
                <wp:extent cx="6309360" cy="927554"/>
                <wp:effectExtent l="0" t="0" r="15240" b="38100"/>
                <wp:wrapNone/>
                <wp:docPr id="15" name="Rectangle 15"/>
                <wp:cNvGraphicFramePr/>
                <a:graphic xmlns:a="http://schemas.openxmlformats.org/drawingml/2006/main">
                  <a:graphicData uri="http://schemas.microsoft.com/office/word/2010/wordprocessingShape">
                    <wps:wsp>
                      <wps:cNvSpPr/>
                      <wps:spPr>
                        <a:xfrm>
                          <a:off x="0" y="0"/>
                          <a:ext cx="6309360" cy="927554"/>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6FAE0A5C" w14:textId="38A221AA" w:rsidR="00B84E0B" w:rsidRDefault="00B84E0B" w:rsidP="00B84E0B">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5" o:spid="_x0000_s1029" style="position:absolute;left:0;text-align:left;margin-left:-3.4pt;margin-top:11.15pt;width:496.8pt;height:73.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" filled="f" strokecolor="black [3213]">
                <v:textbox>
                  <w:txbxContent>
                    <w:p w14:paraId="6FAE0A5C" w14:textId="38A221AA" w:rsidR="00B84E0B" w:rsidRDefault="00B84E0B" w:rsidP="00B84E0B">
                      <w:r>
                        <w:t>§</w:t>
                      </w:r>
                    </w:p>
                  </w:txbxContent>
                </v:textbox>
              </v:rect>
            </w:pict>
          </mc:Fallback>
        </mc:AlternateContent>
      </w:r>
    </w:p>
    <w:p w14:paraId="46EFDA95" w14:textId="7C079BFE" w:rsidR="00294E3B" w:rsidRDefault="007B2E00" w:rsidP="00371F9A">
      <w:pPr>
        <w:ind w:right="0"/>
        <w:jc w:val="both"/>
        <w:rPr>
          <w:i/>
        </w:rPr>
      </w:pPr>
      <w:r>
        <w:lastRenderedPageBreak/>
        <w:t xml:space="preserve">* </w:t>
      </w:r>
      <w:r w:rsidR="0017315E" w:rsidRPr="003F7480">
        <w:t xml:space="preserve">Strengths of the </w:t>
      </w:r>
      <w:r w:rsidR="0017315E">
        <w:t xml:space="preserve">author's/authors' argument, reasoning, evidence. </w:t>
      </w:r>
    </w:p>
    <w:p w14:paraId="2C3FB5C8" w14:textId="1CDA1409" w:rsidR="0017315E" w:rsidRPr="00B84E0B" w:rsidRDefault="0017315E" w:rsidP="00371F9A">
      <w:pPr>
        <w:tabs>
          <w:tab w:val="clear" w:pos="8789"/>
        </w:tabs>
        <w:ind w:left="720" w:right="0"/>
        <w:jc w:val="both"/>
        <w:rPr>
          <w:i/>
        </w:rPr>
      </w:pPr>
      <w:r w:rsidRPr="00B84E0B">
        <w:rPr>
          <w:i/>
        </w:rPr>
        <w:t>W</w:t>
      </w:r>
      <w:r w:rsidR="00294E3B" w:rsidRPr="00B84E0B">
        <w:rPr>
          <w:i/>
        </w:rPr>
        <w:t>hat is so convincing about the reasoning &amp; ev</w:t>
      </w:r>
      <w:r w:rsidRPr="00B84E0B">
        <w:rPr>
          <w:i/>
        </w:rPr>
        <w:t>idence</w:t>
      </w:r>
      <w:r w:rsidR="00294E3B" w:rsidRPr="00B84E0B">
        <w:rPr>
          <w:i/>
        </w:rPr>
        <w:t xml:space="preserve"> you listed above</w:t>
      </w:r>
      <w:r w:rsidRPr="00B84E0B">
        <w:rPr>
          <w:i/>
        </w:rPr>
        <w:t>?</w:t>
      </w:r>
      <w:r w:rsidR="00294E3B" w:rsidRPr="00B84E0B">
        <w:rPr>
          <w:i/>
        </w:rPr>
        <w:t xml:space="preserve">  How does it support the author’s main point?  Notice here that what you write here is likely NOT to appear in the text you are reading.  Rather, this is </w:t>
      </w:r>
      <w:r w:rsidR="00294E3B" w:rsidRPr="00B84E0B">
        <w:rPr>
          <w:b/>
          <w:i/>
        </w:rPr>
        <w:t>your</w:t>
      </w:r>
      <w:r w:rsidR="00294E3B" w:rsidRPr="00B84E0B">
        <w:rPr>
          <w:i/>
        </w:rPr>
        <w:t xml:space="preserve"> assessment of the strengths of the argument, your own evaluation of the argument and evidence presented in the text. </w:t>
      </w:r>
      <w:r w:rsidRPr="00B84E0B">
        <w:rPr>
          <w:i/>
        </w:rPr>
        <w:t xml:space="preserve"> </w:t>
      </w:r>
    </w:p>
    <w:p w14:paraId="3C7ACAA6" w14:textId="77777777" w:rsidR="00A54814" w:rsidRDefault="00A54814" w:rsidP="00371F9A">
      <w:pPr>
        <w:ind w:right="0"/>
        <w:jc w:val="both"/>
      </w:pPr>
      <w:r w:rsidRPr="003F7480">
        <w:rPr>
          <w:noProof/>
          <w:lang w:eastAsia="en-GB"/>
        </w:rPr>
        <mc:AlternateContent>
          <mc:Choice Requires="wps">
            <w:drawing>
              <wp:anchor distT="0" distB="0" distL="114300" distR="114300" simplePos="0" relativeHeight="251683840" behindDoc="0" locked="0" layoutInCell="1" allowOverlap="1" wp14:anchorId="391E4205" wp14:editId="3C0A2EDC">
                <wp:simplePos x="0" y="0"/>
                <wp:positionH relativeFrom="column">
                  <wp:posOffset>-39370</wp:posOffset>
                </wp:positionH>
                <wp:positionV relativeFrom="paragraph">
                  <wp:posOffset>138974</wp:posOffset>
                </wp:positionV>
                <wp:extent cx="6309994" cy="727523"/>
                <wp:effectExtent l="0" t="0" r="15240" b="34925"/>
                <wp:wrapNone/>
                <wp:docPr id="16" name="Rectangle 16"/>
                <wp:cNvGraphicFramePr/>
                <a:graphic xmlns:a="http://schemas.openxmlformats.org/drawingml/2006/main">
                  <a:graphicData uri="http://schemas.microsoft.com/office/word/2010/wordprocessingShape">
                    <wps:wsp>
                      <wps:cNvSpPr/>
                      <wps:spPr>
                        <a:xfrm>
                          <a:off x="0" y="0"/>
                          <a:ext cx="6309994" cy="727523"/>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1B4364A8" w14:textId="0F1CDDB4" w:rsidR="007B2E00" w:rsidRDefault="007B2E00" w:rsidP="007B2E0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6" o:spid="_x0000_s1030" style="position:absolute;left:0;text-align:left;margin-left:-3.05pt;margin-top:10.95pt;width:496.85pt;height:57.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" filled="f" strokecolor="black [3213]">
                <v:textbox>
                  <w:txbxContent>
                    <w:p w14:paraId="1B4364A8" w14:textId="0F1CDDB4" w:rsidR="007B2E00" w:rsidRDefault="007B2E00" w:rsidP="007B2E00">
                      <w:pPr>
                        <w:jc w:val="center"/>
                      </w:pPr>
                    </w:p>
                  </w:txbxContent>
                </v:textbox>
              </v:rect>
            </w:pict>
          </mc:Fallback>
        </mc:AlternateContent>
      </w:r>
    </w:p>
    <w:p w14:paraId="5156C642" w14:textId="706C0BA5" w:rsidR="0017315E" w:rsidRDefault="007B2E00" w:rsidP="00371F9A">
      <w:pPr>
        <w:ind w:right="0"/>
        <w:jc w:val="both"/>
      </w:pPr>
      <w:r>
        <w:t xml:space="preserve">* </w:t>
      </w:r>
      <w:r w:rsidR="0017315E" w:rsidRPr="003F7480">
        <w:t xml:space="preserve">Weaknesses </w:t>
      </w:r>
      <w:r w:rsidR="0017315E">
        <w:t xml:space="preserve">or </w:t>
      </w:r>
      <w:r w:rsidR="0017315E" w:rsidRPr="003F7480">
        <w:t>omissions</w:t>
      </w:r>
      <w:r w:rsidR="0017315E">
        <w:t xml:space="preserve"> in the a</w:t>
      </w:r>
      <w:r w:rsidR="0017315E" w:rsidRPr="003F7480">
        <w:t xml:space="preserve">uthor's/authors' </w:t>
      </w:r>
      <w:r w:rsidR="0017315E">
        <w:t xml:space="preserve">argument, reasoning, evidence. </w:t>
      </w:r>
    </w:p>
    <w:p w14:paraId="65565EDD" w14:textId="3D21CAE4" w:rsidR="00AD25E6" w:rsidRPr="00B84E0B" w:rsidRDefault="0017315E" w:rsidP="00371F9A">
      <w:pPr>
        <w:ind w:left="720" w:right="0"/>
        <w:jc w:val="both"/>
        <w:rPr>
          <w:i/>
        </w:rPr>
      </w:pPr>
      <w:r w:rsidRPr="00B84E0B">
        <w:rPr>
          <w:i/>
        </w:rPr>
        <w:t xml:space="preserve">Is there any reason why </w:t>
      </w:r>
      <w:r w:rsidR="00A54814" w:rsidRPr="00B84E0B">
        <w:rPr>
          <w:i/>
        </w:rPr>
        <w:t>you might NOT be so convinced</w:t>
      </w:r>
      <w:proofErr w:type="gramStart"/>
      <w:r w:rsidR="00A54814" w:rsidRPr="00B84E0B">
        <w:rPr>
          <w:i/>
        </w:rPr>
        <w:t>…</w:t>
      </w:r>
      <w:proofErr w:type="gramEnd"/>
      <w:r w:rsidR="00A54814" w:rsidRPr="00B84E0B">
        <w:rPr>
          <w:i/>
        </w:rPr>
        <w:t xml:space="preserve"> </w:t>
      </w:r>
      <w:r w:rsidR="00294E3B" w:rsidRPr="00B84E0B">
        <w:rPr>
          <w:i/>
        </w:rPr>
        <w:t>Again, the author might identify some limitations of her research, but the weaknesses or omissions you identify are ideally the product of your own evaluation of the text.</w:t>
      </w:r>
    </w:p>
    <w:p w14:paraId="64608D96" w14:textId="77777777" w:rsidR="00B84E0B" w:rsidRDefault="00B84E0B" w:rsidP="00371F9A">
      <w:pPr>
        <w:ind w:right="0"/>
        <w:jc w:val="both"/>
        <w:rPr>
          <w:b/>
        </w:rPr>
      </w:pPr>
    </w:p>
    <w:p w14:paraId="14C793D3" w14:textId="4AF86492" w:rsidR="00A54814" w:rsidRPr="003F7480" w:rsidRDefault="007B2E00" w:rsidP="00371F9A">
      <w:pPr>
        <w:ind w:right="0"/>
        <w:jc w:val="both"/>
      </w:pPr>
      <w:r>
        <w:rPr>
          <w:b/>
        </w:rPr>
        <w:t xml:space="preserve">* </w:t>
      </w:r>
      <w:r w:rsidR="00A54814" w:rsidRPr="00A54814">
        <w:rPr>
          <w:b/>
        </w:rPr>
        <w:t xml:space="preserve">NOTE:  These last two sections of your notes–your evaluation of the strengths and weaknesses of the </w:t>
      </w:r>
      <w:r>
        <w:rPr>
          <w:b/>
        </w:rPr>
        <w:t xml:space="preserve">author’s / authors’ </w:t>
      </w:r>
      <w:r w:rsidR="00A54814" w:rsidRPr="00A54814">
        <w:rPr>
          <w:b/>
        </w:rPr>
        <w:t xml:space="preserve">theoretical approach, </w:t>
      </w:r>
      <w:r>
        <w:rPr>
          <w:b/>
        </w:rPr>
        <w:t xml:space="preserve">understanding of the issue, </w:t>
      </w:r>
      <w:r w:rsidR="00A54814" w:rsidRPr="00A54814">
        <w:rPr>
          <w:b/>
        </w:rPr>
        <w:t xml:space="preserve">research design, interpretation or application </w:t>
      </w:r>
      <w:r w:rsidR="00A54814">
        <w:rPr>
          <w:b/>
        </w:rPr>
        <w:t>of findings</w:t>
      </w:r>
      <w:r w:rsidR="00A54814" w:rsidRPr="00A54814">
        <w:rPr>
          <w:b/>
        </w:rPr>
        <w:t>– are among the most important parts of your reading and note-making work.  Prioritise understanding and evaluation over recording lots of minute details.</w:t>
      </w:r>
      <w:r w:rsidR="00A54814">
        <w:t xml:space="preserve"> </w:t>
      </w:r>
    </w:p>
    <w:sectPr w:rsidR="00A54814" w:rsidRPr="003F7480" w:rsidSect="00294E3B">
      <w:type w:val="continuous"/>
      <w:pgSz w:w="12240" w:h="15840"/>
      <w:pgMar w:top="709" w:right="1440" w:bottom="1276"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0FB233" w14:textId="77777777" w:rsidR="009B3CB2" w:rsidRDefault="009B3CB2" w:rsidP="009B3CB2">
      <w:r>
        <w:separator/>
      </w:r>
    </w:p>
  </w:endnote>
  <w:endnote w:type="continuationSeparator" w:id="0">
    <w:p w14:paraId="65B6C39F" w14:textId="77777777" w:rsidR="009B3CB2" w:rsidRDefault="009B3CB2" w:rsidP="009B3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B5A40" w14:textId="77777777" w:rsidR="009B3CB2" w:rsidRDefault="009B3CB2" w:rsidP="009B3CB2">
    <w:pPr>
      <w:pStyle w:val="Footer"/>
    </w:pPr>
  </w:p>
  <w:p w14:paraId="52620A36" w14:textId="77777777" w:rsidR="009B3CB2" w:rsidRDefault="009B3CB2" w:rsidP="009B3CB2">
    <w:pPr>
      <w:pStyle w:val="Footer"/>
    </w:pPr>
  </w:p>
  <w:p w14:paraId="162EA5F7" w14:textId="77777777" w:rsidR="009B3CB2" w:rsidRDefault="009B3CB2" w:rsidP="009B3CB2">
    <w:pPr>
      <w:pStyle w:val="Footer"/>
    </w:pPr>
    <w:proofErr w:type="gramStart"/>
    <w:r>
      <w:t>template</w:t>
    </w:r>
    <w:proofErr w:type="gramEnd"/>
    <w:r>
      <w:t xml:space="preserve"> </w:t>
    </w:r>
    <w:r w:rsidRPr="006002C9">
      <w:t>adapted from Cottrell (2005)</w:t>
    </w:r>
    <w:r>
      <w:t xml:space="preserve"> (p.155)</w:t>
    </w:r>
    <w:r w:rsidRPr="006002C9">
      <w:t>, Critical Thinking Skills</w:t>
    </w:r>
    <w:r>
      <w:t>, Palgrave Macmillan</w:t>
    </w:r>
  </w:p>
  <w:p w14:paraId="16A1C13C" w14:textId="77777777" w:rsidR="009B3CB2" w:rsidRPr="006002C9" w:rsidRDefault="009B3CB2" w:rsidP="009B3C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1D290" w14:textId="77777777" w:rsidR="009B3CB2" w:rsidRDefault="009B3CB2" w:rsidP="009B3CB2">
    <w:pPr>
      <w:pStyle w:val="Footer"/>
    </w:pPr>
  </w:p>
  <w:p w14:paraId="7227BB98" w14:textId="77777777" w:rsidR="009B3CB2" w:rsidRDefault="009B3CB2" w:rsidP="009B3CB2">
    <w:pPr>
      <w:pStyle w:val="Footer"/>
    </w:pPr>
  </w:p>
  <w:p w14:paraId="42B8F577" w14:textId="77777777" w:rsidR="009B3CB2" w:rsidRPr="006002C9" w:rsidRDefault="009B3CB2" w:rsidP="009B3C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24827" w14:textId="77777777" w:rsidR="009B3CB2" w:rsidRDefault="009B3CB2" w:rsidP="009B3CB2">
      <w:r>
        <w:separator/>
      </w:r>
    </w:p>
  </w:footnote>
  <w:footnote w:type="continuationSeparator" w:id="0">
    <w:p w14:paraId="755C4C33" w14:textId="77777777" w:rsidR="009B3CB2" w:rsidRDefault="009B3CB2" w:rsidP="009B3C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5E6"/>
    <w:rsid w:val="000F34A3"/>
    <w:rsid w:val="0017315E"/>
    <w:rsid w:val="00294E3B"/>
    <w:rsid w:val="00371F9A"/>
    <w:rsid w:val="003F419D"/>
    <w:rsid w:val="003F7480"/>
    <w:rsid w:val="00574C58"/>
    <w:rsid w:val="00594441"/>
    <w:rsid w:val="006002C9"/>
    <w:rsid w:val="007B2E00"/>
    <w:rsid w:val="007B5A99"/>
    <w:rsid w:val="007E085E"/>
    <w:rsid w:val="00812EF5"/>
    <w:rsid w:val="00965661"/>
    <w:rsid w:val="009833B2"/>
    <w:rsid w:val="009906CF"/>
    <w:rsid w:val="009B3CB2"/>
    <w:rsid w:val="00A52BA4"/>
    <w:rsid w:val="00A54814"/>
    <w:rsid w:val="00AD25E6"/>
    <w:rsid w:val="00AD3C0A"/>
    <w:rsid w:val="00B84E0B"/>
    <w:rsid w:val="00BD44A9"/>
    <w:rsid w:val="00C151BD"/>
    <w:rsid w:val="00CD7AB3"/>
    <w:rsid w:val="00D1502A"/>
    <w:rsid w:val="00D605D5"/>
    <w:rsid w:val="00E42DF8"/>
    <w:rsid w:val="00E43CB2"/>
    <w:rsid w:val="00FE55B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3F4F2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9B3CB2"/>
    <w:pPr>
      <w:tabs>
        <w:tab w:val="left" w:pos="8789"/>
      </w:tabs>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Header">
    <w:name w:val="header"/>
    <w:basedOn w:val="Normal"/>
    <w:link w:val="HeaderChar"/>
    <w:uiPriority w:val="99"/>
    <w:unhideWhenUsed/>
    <w:rsid w:val="00AD25E6"/>
    <w:pPr>
      <w:tabs>
        <w:tab w:val="center" w:pos="4320"/>
        <w:tab w:val="right" w:pos="8640"/>
      </w:tabs>
    </w:pPr>
  </w:style>
  <w:style w:type="character" w:customStyle="1" w:styleId="HeaderChar">
    <w:name w:val="Header Char"/>
    <w:basedOn w:val="DefaultParagraphFont"/>
    <w:link w:val="Header"/>
    <w:uiPriority w:val="99"/>
    <w:rsid w:val="00AD25E6"/>
    <w:rPr>
      <w:rFonts w:asciiTheme="majorHAnsi" w:hAnsiTheme="majorHAnsi"/>
      <w:sz w:val="22"/>
      <w:lang w:eastAsia="en-US"/>
    </w:rPr>
  </w:style>
  <w:style w:type="paragraph" w:styleId="Footer">
    <w:name w:val="footer"/>
    <w:basedOn w:val="Normal"/>
    <w:link w:val="FooterChar"/>
    <w:uiPriority w:val="99"/>
    <w:unhideWhenUsed/>
    <w:rsid w:val="00AD25E6"/>
    <w:pPr>
      <w:tabs>
        <w:tab w:val="center" w:pos="4320"/>
        <w:tab w:val="right" w:pos="8640"/>
      </w:tabs>
    </w:pPr>
  </w:style>
  <w:style w:type="character" w:customStyle="1" w:styleId="FooterChar">
    <w:name w:val="Footer Char"/>
    <w:basedOn w:val="DefaultParagraphFont"/>
    <w:link w:val="Footer"/>
    <w:uiPriority w:val="99"/>
    <w:rsid w:val="00AD25E6"/>
    <w:rPr>
      <w:rFonts w:asciiTheme="majorHAnsi" w:hAnsiTheme="majorHAnsi"/>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9B3CB2"/>
    <w:pPr>
      <w:tabs>
        <w:tab w:val="left" w:pos="8789"/>
      </w:tabs>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Header">
    <w:name w:val="header"/>
    <w:basedOn w:val="Normal"/>
    <w:link w:val="HeaderChar"/>
    <w:uiPriority w:val="99"/>
    <w:unhideWhenUsed/>
    <w:rsid w:val="00AD25E6"/>
    <w:pPr>
      <w:tabs>
        <w:tab w:val="center" w:pos="4320"/>
        <w:tab w:val="right" w:pos="8640"/>
      </w:tabs>
    </w:pPr>
  </w:style>
  <w:style w:type="character" w:customStyle="1" w:styleId="HeaderChar">
    <w:name w:val="Header Char"/>
    <w:basedOn w:val="DefaultParagraphFont"/>
    <w:link w:val="Header"/>
    <w:uiPriority w:val="99"/>
    <w:rsid w:val="00AD25E6"/>
    <w:rPr>
      <w:rFonts w:asciiTheme="majorHAnsi" w:hAnsiTheme="majorHAnsi"/>
      <w:sz w:val="22"/>
      <w:lang w:eastAsia="en-US"/>
    </w:rPr>
  </w:style>
  <w:style w:type="paragraph" w:styleId="Footer">
    <w:name w:val="footer"/>
    <w:basedOn w:val="Normal"/>
    <w:link w:val="FooterChar"/>
    <w:uiPriority w:val="99"/>
    <w:unhideWhenUsed/>
    <w:rsid w:val="00AD25E6"/>
    <w:pPr>
      <w:tabs>
        <w:tab w:val="center" w:pos="4320"/>
        <w:tab w:val="right" w:pos="8640"/>
      </w:tabs>
    </w:pPr>
  </w:style>
  <w:style w:type="character" w:customStyle="1" w:styleId="FooterChar">
    <w:name w:val="Footer Char"/>
    <w:basedOn w:val="DefaultParagraphFont"/>
    <w:link w:val="Footer"/>
    <w:uiPriority w:val="99"/>
    <w:rsid w:val="00AD25E6"/>
    <w:rPr>
      <w:rFonts w:asciiTheme="majorHAnsi" w:hAnsiTheme="majorHAns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tx1"/>
          </a:solidFill>
        </a:ln>
        <a:effectLst/>
      </a:spPr>
      <a:bodyPr rtlCol="0" anchor="ct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E5B6ED97.dotm</Template>
  <TotalTime>11</TotalTime>
  <Pages>2</Pages>
  <Words>661</Words>
  <Characters>3599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4252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Amelia Green</dc:creator>
  <cp:lastModifiedBy>Administrator</cp:lastModifiedBy>
  <cp:revision>5</cp:revision>
  <cp:lastPrinted>2015-08-06T14:23:00Z</cp:lastPrinted>
  <dcterms:created xsi:type="dcterms:W3CDTF">2015-08-06T14:25:00Z</dcterms:created>
  <dcterms:modified xsi:type="dcterms:W3CDTF">2015-10-28T15:39:00Z</dcterms:modified>
</cp:coreProperties>
</file>