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509F1" w14:textId="6444660B" w:rsidR="00183F27" w:rsidRDefault="00183F27" w:rsidP="00183F27">
      <w:pPr>
        <w:ind w:right="0"/>
        <w:jc w:val="both"/>
        <w:rPr>
          <w:b/>
        </w:rPr>
      </w:pPr>
      <w:bookmarkStart w:id="0" w:name="_GoBack"/>
      <w:bookmarkEnd w:id="0"/>
      <w:r>
        <w:rPr>
          <w:b/>
        </w:rPr>
        <w:t xml:space="preserve">TLC PODCASTS: Worksheet </w:t>
      </w:r>
    </w:p>
    <w:p w14:paraId="0FA98FCB" w14:textId="77777777" w:rsidR="00183F27" w:rsidRDefault="00183F27" w:rsidP="00A37ED7">
      <w:pPr>
        <w:ind w:right="0"/>
      </w:pPr>
      <w:r>
        <w:rPr>
          <w:b/>
        </w:rPr>
        <w:t>R</w:t>
      </w:r>
      <w:r w:rsidRPr="00EB70AC">
        <w:rPr>
          <w:b/>
        </w:rPr>
        <w:t>eading</w:t>
      </w:r>
      <w:r>
        <w:t xml:space="preserve"> </w:t>
      </w:r>
      <w:r w:rsidRPr="00EB70AC">
        <w:rPr>
          <w:b/>
        </w:rPr>
        <w:t>for academic purposes</w:t>
      </w:r>
      <w:r>
        <w:t xml:space="preserve"> </w:t>
      </w:r>
    </w:p>
    <w:p w14:paraId="0F975DA5" w14:textId="77777777" w:rsidR="00183F27" w:rsidRDefault="00183F27" w:rsidP="00A37ED7">
      <w:pPr>
        <w:ind w:right="0"/>
      </w:pPr>
    </w:p>
    <w:p w14:paraId="2E5A9657" w14:textId="76FE29D2" w:rsidR="001E7BEE" w:rsidRDefault="001E7BEE" w:rsidP="00A37ED7">
      <w:pPr>
        <w:ind w:right="0"/>
      </w:pPr>
      <w:r>
        <w:t xml:space="preserve">This worksheet can be used as a guide to approach your readings.  Of course, there is no one method that will suit everyone and every reading, so please do adapt these steps below to best suit you.  The notes that you make during the initial steps to reading described here will help you reflect on why you are reading and what you are hoping to get from the texts you are exploring.  </w:t>
      </w:r>
    </w:p>
    <w:p w14:paraId="20C08764" w14:textId="77777777" w:rsidR="001E7BEE" w:rsidRDefault="001E7BEE" w:rsidP="00A37ED7">
      <w:pPr>
        <w:ind w:right="0"/>
      </w:pPr>
    </w:p>
    <w:p w14:paraId="59619D0F" w14:textId="644653BB" w:rsidR="00D004D5" w:rsidRDefault="00D004D5" w:rsidP="00A37ED7">
      <w:pPr>
        <w:ind w:right="0"/>
      </w:pPr>
      <w:r>
        <w:t>Before you read</w:t>
      </w:r>
      <w:proofErr w:type="gramStart"/>
      <w:r>
        <w:t xml:space="preserve">,  </w:t>
      </w:r>
      <w:r w:rsidRPr="00A37ED7">
        <w:rPr>
          <w:b/>
        </w:rPr>
        <w:t>FORMULATE</w:t>
      </w:r>
      <w:proofErr w:type="gramEnd"/>
      <w:r w:rsidRPr="00A37ED7">
        <w:rPr>
          <w:b/>
        </w:rPr>
        <w:t xml:space="preserve"> READING GOALS</w:t>
      </w:r>
    </w:p>
    <w:p w14:paraId="3F5D90C4" w14:textId="59700468" w:rsidR="00286118" w:rsidRDefault="00D004D5" w:rsidP="00A37ED7">
      <w:pPr>
        <w:ind w:right="0"/>
      </w:pPr>
      <w:r>
        <w:t>W</w:t>
      </w:r>
      <w:r w:rsidR="00286118">
        <w:t xml:space="preserve">hat </w:t>
      </w:r>
      <w:r>
        <w:t>are you</w:t>
      </w:r>
      <w:r w:rsidR="00286118">
        <w:t xml:space="preserve"> looking for?  What would</w:t>
      </w:r>
      <w:r>
        <w:t xml:space="preserve"> you like to find that would</w:t>
      </w:r>
      <w:r w:rsidR="00286118">
        <w:t xml:space="preserve"> be useful for what </w:t>
      </w:r>
      <w:r>
        <w:t xml:space="preserve">you are </w:t>
      </w:r>
      <w:r w:rsidR="00286118">
        <w:t>doing now?</w:t>
      </w:r>
    </w:p>
    <w:p w14:paraId="2C7F91A8" w14:textId="77777777" w:rsidR="004F1128" w:rsidRDefault="004F1128" w:rsidP="00A37ED7">
      <w:pPr>
        <w:ind w:right="0"/>
      </w:pPr>
    </w:p>
    <w:p w14:paraId="033E2922" w14:textId="4B82674D" w:rsidR="004F1128" w:rsidRDefault="004F1128" w:rsidP="004F1128">
      <w:pPr>
        <w:ind w:right="0"/>
        <w:jc w:val="both"/>
      </w:pPr>
      <w:r>
        <w:t>(</w:t>
      </w:r>
      <w:r w:rsidRPr="00915FA6">
        <w:rPr>
          <w:i/>
        </w:rPr>
        <w:t xml:space="preserve">For example, </w:t>
      </w:r>
      <w:r w:rsidRPr="00915FA6">
        <w:rPr>
          <w:i/>
          <w:lang w:val="en-US"/>
        </w:rPr>
        <w:t>if you’re new to a topic, you might be looking for comprehensive background information.  If you are discovering theoretical debates, you could be on the lookout for literature reviews, examples of disagreements in the field, strengths or limitations in others’ arguments.  If you have a more practical approach in mind</w:t>
      </w:r>
      <w:r w:rsidR="00915FA6">
        <w:rPr>
          <w:i/>
          <w:lang w:val="en-US"/>
        </w:rPr>
        <w:t>,</w:t>
      </w:r>
      <w:r w:rsidRPr="00915FA6">
        <w:rPr>
          <w:i/>
          <w:lang w:val="en-US"/>
        </w:rPr>
        <w:t xml:space="preserve"> you might </w:t>
      </w:r>
      <w:proofErr w:type="spellStart"/>
      <w:r w:rsidRPr="00915FA6">
        <w:rPr>
          <w:i/>
          <w:lang w:val="en-US"/>
        </w:rPr>
        <w:t>prioritise</w:t>
      </w:r>
      <w:proofErr w:type="spellEnd"/>
      <w:r w:rsidRPr="00915FA6">
        <w:rPr>
          <w:i/>
          <w:lang w:val="en-US"/>
        </w:rPr>
        <w:t xml:space="preserve"> finding case studies or examples of translating theory into practice.  When you’re planning research, you might want main findings from the research of others, how effectively different methods have been employed elsewhere, how ethical issues have been considered and handled by others, the populations and samples used by other researchers in this field.  If you’re writing a research project, you might need published statistical data, limitations of previous research methods, or evidence-based justification for your research.</w:t>
      </w:r>
      <w:r w:rsidR="00915FA6">
        <w:rPr>
          <w:lang w:val="en-US"/>
        </w:rPr>
        <w:t xml:space="preserve"> </w:t>
      </w:r>
      <w:r>
        <w:rPr>
          <w:lang w:val="en-US"/>
        </w:rPr>
        <w:t>)</w:t>
      </w:r>
    </w:p>
    <w:p w14:paraId="7CC7D80D" w14:textId="77777777" w:rsidR="004F1128" w:rsidRDefault="004F1128" w:rsidP="00A37ED7">
      <w:pPr>
        <w:ind w:right="0"/>
      </w:pPr>
    </w:p>
    <w:p w14:paraId="19B8598B" w14:textId="77777777" w:rsidR="004F1128" w:rsidRDefault="004F1128" w:rsidP="00A37ED7">
      <w:pPr>
        <w:ind w:right="0"/>
      </w:pPr>
    </w:p>
    <w:p w14:paraId="58ADF51C" w14:textId="5A3EA0E8" w:rsidR="00D004D5" w:rsidRPr="00A37ED7" w:rsidRDefault="00D004D5" w:rsidP="00A37ED7">
      <w:pPr>
        <w:ind w:right="0"/>
        <w:rPr>
          <w:b/>
        </w:rPr>
      </w:pPr>
      <w:r w:rsidRPr="00A37ED7">
        <w:rPr>
          <w:b/>
        </w:rPr>
        <w:t>SCAN THE TEXT</w:t>
      </w:r>
    </w:p>
    <w:p w14:paraId="504FF5D9" w14:textId="3CF03C43" w:rsidR="004F1128" w:rsidRDefault="00D004D5" w:rsidP="00A37ED7">
      <w:pPr>
        <w:ind w:right="0"/>
      </w:pPr>
      <w:r>
        <w:t xml:space="preserve">Given the </w:t>
      </w:r>
      <w:r w:rsidR="00404BF9">
        <w:t>title</w:t>
      </w:r>
      <w:r>
        <w:t xml:space="preserve"> of the text (and the journal or book)</w:t>
      </w:r>
      <w:r w:rsidR="00404BF9">
        <w:t>,</w:t>
      </w:r>
      <w:r>
        <w:t xml:space="preserve"> sub-headings, titles of the data charts or figures, what can you expect to find in this text?  (Note the similarities and differences between this and your own reading goals.)</w:t>
      </w:r>
    </w:p>
    <w:p w14:paraId="5549843F" w14:textId="77777777" w:rsidR="00A37ED7" w:rsidRDefault="00A37ED7" w:rsidP="00A37ED7">
      <w:pPr>
        <w:ind w:right="0"/>
      </w:pPr>
    </w:p>
    <w:p w14:paraId="00634EB1" w14:textId="77777777" w:rsidR="00A37ED7" w:rsidRDefault="00A37ED7" w:rsidP="00A37ED7">
      <w:pPr>
        <w:ind w:right="0"/>
      </w:pPr>
    </w:p>
    <w:p w14:paraId="792AD4F1" w14:textId="319F2FDE" w:rsidR="00D004D5" w:rsidRPr="00A37ED7" w:rsidRDefault="00D004D5" w:rsidP="00A37ED7">
      <w:pPr>
        <w:ind w:right="0"/>
        <w:rPr>
          <w:b/>
        </w:rPr>
      </w:pPr>
      <w:r w:rsidRPr="00A37ED7">
        <w:rPr>
          <w:b/>
        </w:rPr>
        <w:t>SKIM READ THE TEXT</w:t>
      </w:r>
    </w:p>
    <w:p w14:paraId="7B381589" w14:textId="5FB8E358" w:rsidR="00D004D5" w:rsidRDefault="00D004D5" w:rsidP="00A37ED7">
      <w:pPr>
        <w:ind w:right="0"/>
      </w:pPr>
      <w:r>
        <w:t>Read the abstract and/or introduction and the conclusion.  What is the author’s main point?  Write this in your own words.</w:t>
      </w:r>
    </w:p>
    <w:p w14:paraId="7CCE7BB1" w14:textId="77777777" w:rsidR="00A37ED7" w:rsidRDefault="00A37ED7" w:rsidP="00A37ED7">
      <w:pPr>
        <w:ind w:right="0"/>
      </w:pPr>
    </w:p>
    <w:p w14:paraId="52F68FCB" w14:textId="77777777" w:rsidR="00D004D5" w:rsidRDefault="00D004D5" w:rsidP="00A37ED7">
      <w:pPr>
        <w:ind w:right="0"/>
      </w:pPr>
    </w:p>
    <w:p w14:paraId="57F73D01" w14:textId="7BDB2031" w:rsidR="00D004D5" w:rsidRPr="00A37ED7" w:rsidRDefault="00D004D5" w:rsidP="00A37ED7">
      <w:pPr>
        <w:ind w:right="0"/>
        <w:rPr>
          <w:b/>
        </w:rPr>
      </w:pPr>
      <w:r w:rsidRPr="00A37ED7">
        <w:rPr>
          <w:b/>
        </w:rPr>
        <w:t>MAP OUT THE TEXT</w:t>
      </w:r>
    </w:p>
    <w:p w14:paraId="3B094475" w14:textId="77777777" w:rsidR="00D004D5" w:rsidRDefault="00D004D5" w:rsidP="00A37ED7">
      <w:pPr>
        <w:ind w:right="0"/>
      </w:pPr>
      <w:r>
        <w:t>Use the author’s “plan” for the text, if there is one, or flip through the entire text to find out the various parts, sections, and sub-sections of the text.  Use headings, sub-headings, or even the first sentences of each section, and draw or write the structure of the text.</w:t>
      </w:r>
    </w:p>
    <w:p w14:paraId="09D27352" w14:textId="77777777" w:rsidR="00A37ED7" w:rsidRDefault="00A37ED7" w:rsidP="00A37ED7">
      <w:pPr>
        <w:ind w:right="0"/>
      </w:pPr>
    </w:p>
    <w:p w14:paraId="608AC10B" w14:textId="77777777" w:rsidR="00D004D5" w:rsidRDefault="00D004D5" w:rsidP="00A37ED7">
      <w:pPr>
        <w:ind w:right="0"/>
      </w:pPr>
    </w:p>
    <w:p w14:paraId="461CBCD4" w14:textId="77777777" w:rsidR="00D004D5" w:rsidRDefault="00D004D5" w:rsidP="00A37ED7">
      <w:pPr>
        <w:ind w:right="0"/>
      </w:pPr>
    </w:p>
    <w:p w14:paraId="5784F831" w14:textId="77777777" w:rsidR="00D004D5" w:rsidRPr="00A37ED7" w:rsidRDefault="00D004D5" w:rsidP="00A37ED7">
      <w:pPr>
        <w:ind w:right="0"/>
        <w:rPr>
          <w:b/>
        </w:rPr>
      </w:pPr>
      <w:r w:rsidRPr="00A37ED7">
        <w:rPr>
          <w:b/>
        </w:rPr>
        <w:t>PRIORITISE and CONTINUE</w:t>
      </w:r>
    </w:p>
    <w:p w14:paraId="42EC3C89" w14:textId="42F4363C" w:rsidR="00D004D5" w:rsidRDefault="00D004D5" w:rsidP="00A37ED7">
      <w:pPr>
        <w:ind w:right="0"/>
      </w:pPr>
      <w:r>
        <w:t xml:space="preserve">Decide which part(s) of the text you will explore in more detail, in which order. </w:t>
      </w:r>
    </w:p>
    <w:sectPr w:rsidR="00D004D5" w:rsidSect="00A37ED7">
      <w:footerReference w:type="default" r:id="rId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D2A8C" w14:textId="77777777" w:rsidR="00292030" w:rsidRDefault="00292030" w:rsidP="00292030">
      <w:r>
        <w:separator/>
      </w:r>
    </w:p>
  </w:endnote>
  <w:endnote w:type="continuationSeparator" w:id="0">
    <w:p w14:paraId="3FB1A1B4" w14:textId="77777777" w:rsidR="00292030" w:rsidRDefault="00292030" w:rsidP="00292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sm5">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A135B" w14:textId="374A252C" w:rsidR="00292030" w:rsidRDefault="00292030">
    <w:pPr>
      <w:pStyle w:val="Footer"/>
    </w:pPr>
  </w:p>
  <w:p w14:paraId="22356310" w14:textId="77777777" w:rsidR="00292030" w:rsidRDefault="00292030" w:rsidP="00292030">
    <w:pPr>
      <w:pStyle w:val="Footer"/>
      <w:rPr>
        <w:rFonts w:ascii="Arial" w:hAnsi="Arial" w:cs="Arial"/>
      </w:rPr>
    </w:pPr>
    <w:r w:rsidRPr="00CB4092">
      <w:rPr>
        <w:rFonts w:ascii="Arial" w:hAnsi="Arial" w:cs="Arial"/>
        <w:noProof/>
        <w:lang w:eastAsia="en-GB"/>
      </w:rPr>
      <mc:AlternateContent>
        <mc:Choice Requires="wps">
          <w:drawing>
            <wp:anchor distT="0" distB="0" distL="114300" distR="114300" simplePos="0" relativeHeight="251660288" behindDoc="0" locked="0" layoutInCell="1" allowOverlap="1" wp14:anchorId="198F578F" wp14:editId="2B1ED574">
              <wp:simplePos x="0" y="0"/>
              <wp:positionH relativeFrom="column">
                <wp:posOffset>4747260</wp:posOffset>
              </wp:positionH>
              <wp:positionV relativeFrom="paragraph">
                <wp:posOffset>6985</wp:posOffset>
              </wp:positionV>
              <wp:extent cx="1351915" cy="1403985"/>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1403985"/>
                      </a:xfrm>
                      <a:prstGeom prst="rect">
                        <a:avLst/>
                      </a:prstGeom>
                      <a:noFill/>
                      <a:ln w="9525">
                        <a:noFill/>
                        <a:miter lim="800000"/>
                        <a:headEnd/>
                        <a:tailEnd/>
                      </a:ln>
                    </wps:spPr>
                    <wps:txbx>
                      <w:txbxContent>
                        <w:p w14:paraId="470504A2" w14:textId="77777777" w:rsidR="00292030" w:rsidRDefault="00292030" w:rsidP="00292030">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3.8pt;margin-top:.55pt;width:106.4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" filled="f" stroked="f">
              <v:textbox style="mso-fit-shape-to-text:t">
                <w:txbxContent>
                  <w:p w14:paraId="470504A2" w14:textId="77777777" w:rsidR="00292030" w:rsidRDefault="00292030" w:rsidP="00292030">
                    <w:r>
                      <w:rPr>
                        <w:rFonts w:ascii="Arial" w:hAnsi="Arial" w:cs="Arial"/>
                        <w:noProof/>
                        <w:sz w:val="28"/>
                        <w:szCs w:val="28"/>
                        <w:lang w:eastAsia="en-GB"/>
                      </w:rPr>
                      <w:t xml:space="preserve">   </w:t>
                    </w:r>
                    <w:r w:rsidRPr="00CB4092">
                      <w:rPr>
                        <w:rFonts w:ascii="Arial" w:hAnsi="Arial" w:cs="Arial"/>
                        <w:noProof/>
                        <w:sz w:val="28"/>
                        <w:szCs w:val="28"/>
                        <w:lang w:eastAsia="en-GB"/>
                      </w:rPr>
                      <w:t>2015/</w:t>
                    </w:r>
                    <w:r>
                      <w:rPr>
                        <w:rFonts w:ascii="Arial" w:hAnsi="Arial" w:cs="Arial"/>
                        <w:noProof/>
                        <w:sz w:val="28"/>
                        <w:szCs w:val="28"/>
                        <w:lang w:eastAsia="en-GB"/>
                      </w:rPr>
                      <w:t>1</w:t>
                    </w:r>
                    <w:r w:rsidRPr="00CB4092">
                      <w:rPr>
                        <w:rFonts w:ascii="Arial" w:hAnsi="Arial" w:cs="Arial"/>
                        <w:noProof/>
                        <w:sz w:val="28"/>
                        <w:szCs w:val="28"/>
                        <w:lang w:eastAsia="en-GB"/>
                      </w:rPr>
                      <w:t>6</w:t>
                    </w:r>
                  </w:p>
                </w:txbxContent>
              </v:textbox>
            </v:shape>
          </w:pict>
        </mc:Fallback>
      </mc:AlternateContent>
    </w:r>
    <w:r w:rsidRPr="00C72265">
      <w:rPr>
        <w:rFonts w:ascii="eusm5" w:hAnsi="eusm5"/>
        <w:noProof/>
        <w:lang w:eastAsia="en-GB"/>
      </w:rPr>
      <mc:AlternateContent>
        <mc:Choice Requires="wps">
          <w:drawing>
            <wp:anchor distT="0" distB="0" distL="114300" distR="114300" simplePos="0" relativeHeight="251659264" behindDoc="0" locked="0" layoutInCell="1" allowOverlap="1" wp14:anchorId="58EF8813" wp14:editId="78441EEF">
              <wp:simplePos x="0" y="0"/>
              <wp:positionH relativeFrom="column">
                <wp:posOffset>2197735</wp:posOffset>
              </wp:positionH>
              <wp:positionV relativeFrom="paragraph">
                <wp:posOffset>112395</wp:posOffset>
              </wp:positionV>
              <wp:extent cx="2548255" cy="1403985"/>
              <wp:effectExtent l="0" t="0" r="444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1403985"/>
                      </a:xfrm>
                      <a:prstGeom prst="rect">
                        <a:avLst/>
                      </a:prstGeom>
                      <a:solidFill>
                        <a:srgbClr val="FFFFFF"/>
                      </a:solidFill>
                      <a:ln w="9525">
                        <a:noFill/>
                        <a:miter lim="800000"/>
                        <a:headEnd/>
                        <a:tailEnd/>
                      </a:ln>
                    </wps:spPr>
                    <wps:txbx>
                      <w:txbxContent>
                        <w:p w14:paraId="6E9B4CB6" w14:textId="77777777" w:rsidR="00292030" w:rsidRPr="00CB4092" w:rsidRDefault="00292030" w:rsidP="00292030">
                          <w:pPr>
                            <w:rPr>
                              <w:sz w:val="40"/>
                              <w:szCs w:val="40"/>
                            </w:rPr>
                          </w:pPr>
                          <w:r>
                            <w:rPr>
                              <w:b/>
                              <w:sz w:val="40"/>
                              <w:szCs w:val="40"/>
                            </w:rPr>
                            <w:t xml:space="preserve">     #</w:t>
                          </w:r>
                          <w:proofErr w:type="spellStart"/>
                          <w:r w:rsidRPr="00CB4092">
                            <w:rPr>
                              <w:sz w:val="40"/>
                              <w:szCs w:val="40"/>
                            </w:rPr>
                            <w:t>tlcpodcasts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73.05pt;margin-top:8.85pt;width:2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AQbJQIAACU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" stroked="f">
              <v:textbox style="mso-fit-shape-to-text:t">
                <w:txbxContent>
                  <w:p w14:paraId="6E9B4CB6" w14:textId="77777777" w:rsidR="00292030" w:rsidRPr="00CB4092" w:rsidRDefault="00292030" w:rsidP="00292030">
                    <w:pPr>
                      <w:rPr>
                        <w:sz w:val="40"/>
                        <w:szCs w:val="40"/>
                      </w:rPr>
                    </w:pPr>
                    <w:r>
                      <w:rPr>
                        <w:b/>
                        <w:sz w:val="40"/>
                        <w:szCs w:val="40"/>
                      </w:rPr>
                      <w:t xml:space="preserve">     #</w:t>
                    </w:r>
                    <w:proofErr w:type="spellStart"/>
                    <w:r w:rsidRPr="00CB4092">
                      <w:rPr>
                        <w:sz w:val="40"/>
                        <w:szCs w:val="40"/>
                      </w:rPr>
                      <w:t>tlcpodcasts</w:t>
                    </w:r>
                    <w:proofErr w:type="spellEnd"/>
                  </w:p>
                </w:txbxContent>
              </v:textbox>
            </v:shape>
          </w:pict>
        </mc:Fallback>
      </mc:AlternateContent>
    </w:r>
    <w:r w:rsidRPr="00C72265">
      <w:rPr>
        <w:rFonts w:ascii="eusm5" w:hAnsi="eusm5"/>
      </w:rPr>
      <w:t xml:space="preserve"> </w:t>
    </w:r>
    <w:r>
      <w:rPr>
        <w:rFonts w:ascii="Arial" w:hAnsi="Arial" w:cs="Arial"/>
      </w:rPr>
      <w:t xml:space="preserve">   </w:t>
    </w:r>
  </w:p>
  <w:p w14:paraId="75260F9C" w14:textId="77777777" w:rsidR="00292030" w:rsidRPr="00C72265" w:rsidRDefault="00292030" w:rsidP="00292030">
    <w:pPr>
      <w:pStyle w:val="Footer"/>
      <w:rPr>
        <w:rFonts w:ascii="Arial" w:hAnsi="Arial" w:cs="Arial"/>
      </w:rPr>
    </w:pPr>
    <w:r>
      <w:rPr>
        <w:rFonts w:ascii="Arial" w:hAnsi="Arial" w:cs="Arial"/>
      </w:rPr>
      <w:t xml:space="preserve">     </w:t>
    </w:r>
    <w:r>
      <w:rPr>
        <w:rFonts w:ascii="Arial" w:hAnsi="Arial" w:cs="Arial"/>
        <w:noProof/>
        <w:lang w:eastAsia="en-GB"/>
      </w:rPr>
      <w:drawing>
        <wp:inline distT="0" distB="0" distL="0" distR="0" wp14:anchorId="6863B573" wp14:editId="5434FBEE">
          <wp:extent cx="1701338" cy="448156"/>
          <wp:effectExtent l="0" t="0" r="0" b="9525"/>
          <wp:docPr id="1" name="Picture 1"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Pr>
        <w:rFonts w:ascii="Arial" w:hAnsi="Arial" w:cs="Arial"/>
      </w:rPr>
      <w:t xml:space="preserve">                                                          </w:t>
    </w:r>
  </w:p>
  <w:p w14:paraId="5031D9B8" w14:textId="77777777" w:rsidR="00292030" w:rsidRDefault="00292030" w:rsidP="00292030">
    <w:pPr>
      <w:pStyle w:val="Footer"/>
    </w:pPr>
  </w:p>
  <w:p w14:paraId="237A4009" w14:textId="77777777" w:rsidR="00292030" w:rsidRDefault="00292030" w:rsidP="00292030">
    <w:pPr>
      <w:pStyle w:val="Footer"/>
    </w:pPr>
  </w:p>
  <w:p w14:paraId="23F76B18" w14:textId="77777777" w:rsidR="00292030" w:rsidRDefault="00292030" w:rsidP="00292030">
    <w:pPr>
      <w:pStyle w:val="Footer"/>
    </w:pPr>
  </w:p>
  <w:p w14:paraId="65D438AE" w14:textId="77777777" w:rsidR="00292030" w:rsidRDefault="00292030" w:rsidP="00292030">
    <w:pPr>
      <w:pStyle w:val="Footer"/>
    </w:pPr>
  </w:p>
  <w:p w14:paraId="4829138E" w14:textId="77777777" w:rsidR="00292030" w:rsidRDefault="00292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DEC6C" w14:textId="77777777" w:rsidR="00292030" w:rsidRDefault="00292030" w:rsidP="00292030">
      <w:r>
        <w:separator/>
      </w:r>
    </w:p>
  </w:footnote>
  <w:footnote w:type="continuationSeparator" w:id="0">
    <w:p w14:paraId="427A52CE" w14:textId="77777777" w:rsidR="00292030" w:rsidRDefault="00292030" w:rsidP="002920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18"/>
    <w:rsid w:val="00183F27"/>
    <w:rsid w:val="001E7BEE"/>
    <w:rsid w:val="00286118"/>
    <w:rsid w:val="00292030"/>
    <w:rsid w:val="00404BF9"/>
    <w:rsid w:val="004F1128"/>
    <w:rsid w:val="005D723D"/>
    <w:rsid w:val="007B5A99"/>
    <w:rsid w:val="00915FA6"/>
    <w:rsid w:val="00A37ED7"/>
    <w:rsid w:val="00A52BA4"/>
    <w:rsid w:val="00C151BD"/>
    <w:rsid w:val="00D004D5"/>
    <w:rsid w:val="00D605D5"/>
    <w:rsid w:val="00E42DF8"/>
    <w:rsid w:val="00E574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AA0B7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292030"/>
    <w:pPr>
      <w:tabs>
        <w:tab w:val="center" w:pos="4513"/>
        <w:tab w:val="right" w:pos="9026"/>
      </w:tabs>
    </w:pPr>
  </w:style>
  <w:style w:type="character" w:customStyle="1" w:styleId="HeaderChar">
    <w:name w:val="Header Char"/>
    <w:basedOn w:val="DefaultParagraphFont"/>
    <w:link w:val="Header"/>
    <w:uiPriority w:val="99"/>
    <w:rsid w:val="00292030"/>
    <w:rPr>
      <w:rFonts w:asciiTheme="majorHAnsi" w:hAnsiTheme="majorHAnsi"/>
      <w:sz w:val="22"/>
      <w:lang w:eastAsia="en-US"/>
    </w:rPr>
  </w:style>
  <w:style w:type="paragraph" w:styleId="Footer">
    <w:name w:val="footer"/>
    <w:basedOn w:val="Normal"/>
    <w:link w:val="FooterChar"/>
    <w:uiPriority w:val="99"/>
    <w:unhideWhenUsed/>
    <w:rsid w:val="00292030"/>
    <w:pPr>
      <w:tabs>
        <w:tab w:val="center" w:pos="4513"/>
        <w:tab w:val="right" w:pos="9026"/>
      </w:tabs>
    </w:pPr>
  </w:style>
  <w:style w:type="character" w:customStyle="1" w:styleId="FooterChar">
    <w:name w:val="Footer Char"/>
    <w:basedOn w:val="DefaultParagraphFont"/>
    <w:link w:val="Footer"/>
    <w:uiPriority w:val="99"/>
    <w:rsid w:val="00292030"/>
    <w:rPr>
      <w:rFonts w:asciiTheme="majorHAnsi" w:hAnsiTheme="majorHAnsi"/>
      <w:sz w:val="22"/>
      <w:lang w:eastAsia="en-US"/>
    </w:rPr>
  </w:style>
  <w:style w:type="paragraph" w:styleId="BalloonText">
    <w:name w:val="Balloon Text"/>
    <w:basedOn w:val="Normal"/>
    <w:link w:val="BalloonTextChar"/>
    <w:uiPriority w:val="99"/>
    <w:semiHidden/>
    <w:unhideWhenUsed/>
    <w:rsid w:val="00292030"/>
    <w:rPr>
      <w:rFonts w:ascii="Tahoma" w:hAnsi="Tahoma" w:cs="Tahoma"/>
      <w:sz w:val="16"/>
      <w:szCs w:val="16"/>
    </w:rPr>
  </w:style>
  <w:style w:type="character" w:customStyle="1" w:styleId="BalloonTextChar">
    <w:name w:val="Balloon Text Char"/>
    <w:basedOn w:val="DefaultParagraphFont"/>
    <w:link w:val="BalloonText"/>
    <w:uiPriority w:val="99"/>
    <w:semiHidden/>
    <w:rsid w:val="0029203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 Normal"/>
    <w:qFormat/>
    <w:rsid w:val="00C151BD"/>
    <w:pPr>
      <w:ind w:right="720"/>
    </w:pPr>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right="0"/>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Header">
    <w:name w:val="header"/>
    <w:basedOn w:val="Normal"/>
    <w:link w:val="HeaderChar"/>
    <w:uiPriority w:val="99"/>
    <w:unhideWhenUsed/>
    <w:rsid w:val="00292030"/>
    <w:pPr>
      <w:tabs>
        <w:tab w:val="center" w:pos="4513"/>
        <w:tab w:val="right" w:pos="9026"/>
      </w:tabs>
    </w:pPr>
  </w:style>
  <w:style w:type="character" w:customStyle="1" w:styleId="HeaderChar">
    <w:name w:val="Header Char"/>
    <w:basedOn w:val="DefaultParagraphFont"/>
    <w:link w:val="Header"/>
    <w:uiPriority w:val="99"/>
    <w:rsid w:val="00292030"/>
    <w:rPr>
      <w:rFonts w:asciiTheme="majorHAnsi" w:hAnsiTheme="majorHAnsi"/>
      <w:sz w:val="22"/>
      <w:lang w:eastAsia="en-US"/>
    </w:rPr>
  </w:style>
  <w:style w:type="paragraph" w:styleId="Footer">
    <w:name w:val="footer"/>
    <w:basedOn w:val="Normal"/>
    <w:link w:val="FooterChar"/>
    <w:uiPriority w:val="99"/>
    <w:unhideWhenUsed/>
    <w:rsid w:val="00292030"/>
    <w:pPr>
      <w:tabs>
        <w:tab w:val="center" w:pos="4513"/>
        <w:tab w:val="right" w:pos="9026"/>
      </w:tabs>
    </w:pPr>
  </w:style>
  <w:style w:type="character" w:customStyle="1" w:styleId="FooterChar">
    <w:name w:val="Footer Char"/>
    <w:basedOn w:val="DefaultParagraphFont"/>
    <w:link w:val="Footer"/>
    <w:uiPriority w:val="99"/>
    <w:rsid w:val="00292030"/>
    <w:rPr>
      <w:rFonts w:asciiTheme="majorHAnsi" w:hAnsiTheme="majorHAnsi"/>
      <w:sz w:val="22"/>
      <w:lang w:eastAsia="en-US"/>
    </w:rPr>
  </w:style>
  <w:style w:type="paragraph" w:styleId="BalloonText">
    <w:name w:val="Balloon Text"/>
    <w:basedOn w:val="Normal"/>
    <w:link w:val="BalloonTextChar"/>
    <w:uiPriority w:val="99"/>
    <w:semiHidden/>
    <w:unhideWhenUsed/>
    <w:rsid w:val="00292030"/>
    <w:rPr>
      <w:rFonts w:ascii="Tahoma" w:hAnsi="Tahoma" w:cs="Tahoma"/>
      <w:sz w:val="16"/>
      <w:szCs w:val="16"/>
    </w:rPr>
  </w:style>
  <w:style w:type="character" w:customStyle="1" w:styleId="BalloonTextChar">
    <w:name w:val="Balloon Text Char"/>
    <w:basedOn w:val="DefaultParagraphFont"/>
    <w:link w:val="BalloonText"/>
    <w:uiPriority w:val="99"/>
    <w:semiHidden/>
    <w:rsid w:val="0029203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EC1D9F69.dotm</Template>
  <TotalTime>21</TotalTime>
  <Pages>1</Pages>
  <Words>376</Words>
  <Characters>1901</Characters>
  <Application>Microsoft Office Word</Application>
  <DocSecurity>0</DocSecurity>
  <Lines>15</Lines>
  <Paragraphs>4</Paragraphs>
  <ScaleCrop>false</ScaleCrop>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Amelia Green</dc:creator>
  <cp:keywords/>
  <dc:description/>
  <cp:lastModifiedBy>Administrator</cp:lastModifiedBy>
  <cp:revision>10</cp:revision>
  <dcterms:created xsi:type="dcterms:W3CDTF">2015-08-07T11:11:00Z</dcterms:created>
  <dcterms:modified xsi:type="dcterms:W3CDTF">2015-10-28T15:32:00Z</dcterms:modified>
</cp:coreProperties>
</file>