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7835D" w14:textId="46E36406" w:rsidR="005E46B3" w:rsidRPr="00282470" w:rsidRDefault="005E46B3" w:rsidP="00A06BF0">
      <w:pPr>
        <w:ind w:right="0"/>
        <w:jc w:val="both"/>
      </w:pPr>
      <w:r>
        <w:rPr>
          <w:b/>
        </w:rPr>
        <w:t>TLC PODCASTS:  Further resources on essay writing – planning and structure</w:t>
      </w:r>
    </w:p>
    <w:p w14:paraId="6BB2C7D2" w14:textId="77777777" w:rsidR="00BB42E1" w:rsidRDefault="00BB42E1" w:rsidP="00A06BF0">
      <w:pPr>
        <w:ind w:right="0"/>
        <w:jc w:val="both"/>
      </w:pPr>
    </w:p>
    <w:p w14:paraId="193A73D0" w14:textId="77777777" w:rsidR="00BB42E1" w:rsidRDefault="00BB42E1" w:rsidP="00A06BF0">
      <w:pPr>
        <w:ind w:right="0"/>
        <w:jc w:val="both"/>
        <w:rPr>
          <w:szCs w:val="22"/>
        </w:rPr>
      </w:pPr>
      <w:r>
        <w:rPr>
          <w:szCs w:val="22"/>
        </w:rPr>
        <w:t xml:space="preserve">If you have any questions or concerns about structuring and planning your writing, support is available throughout the academic year.  One very important way to improve your writing is to consider the feedback you receive on drafts and assignments.  To make the most of your feedback, re-read your past work, together with your teacher’s feedback, and consider visiting your teacher during office hours to discuss feedback and ways to improve. </w:t>
      </w:r>
    </w:p>
    <w:p w14:paraId="405F39BE" w14:textId="77777777" w:rsidR="00BB42E1" w:rsidRDefault="00BB42E1" w:rsidP="00A06BF0">
      <w:pPr>
        <w:ind w:right="0"/>
        <w:jc w:val="both"/>
        <w:rPr>
          <w:szCs w:val="22"/>
        </w:rPr>
      </w:pPr>
    </w:p>
    <w:p w14:paraId="3174E97C" w14:textId="77777777" w:rsidR="005E46B3" w:rsidRPr="00E17990" w:rsidRDefault="005E46B3" w:rsidP="00A06BF0">
      <w:pPr>
        <w:ind w:right="0"/>
        <w:jc w:val="both"/>
        <w:rPr>
          <w:b/>
        </w:rPr>
      </w:pPr>
      <w:r w:rsidRPr="00E17990">
        <w:rPr>
          <w:b/>
        </w:rPr>
        <w:t>TEACHING AND LEARNING CENTRE</w:t>
      </w:r>
    </w:p>
    <w:p w14:paraId="6D2E0366" w14:textId="77777777" w:rsidR="005E46B3" w:rsidRPr="00F85884" w:rsidRDefault="005E46B3" w:rsidP="00A06BF0">
      <w:pPr>
        <w:ind w:right="0"/>
        <w:jc w:val="both"/>
      </w:pPr>
      <w:r w:rsidRPr="00F85884">
        <w:t xml:space="preserve">The Teaching and Learning Centre runs </w:t>
      </w:r>
      <w:r>
        <w:t>several events</w:t>
      </w:r>
      <w:r w:rsidRPr="00F85884">
        <w:t xml:space="preserve"> </w:t>
      </w:r>
      <w:r>
        <w:t xml:space="preserve">and </w:t>
      </w:r>
      <w:r w:rsidRPr="00F85884">
        <w:t xml:space="preserve">workshops </w:t>
      </w:r>
      <w:r>
        <w:t xml:space="preserve">on writing </w:t>
      </w:r>
      <w:r w:rsidRPr="00F85884">
        <w:t xml:space="preserve">in Michaelmas and Lent Terms.  </w:t>
      </w:r>
      <w:r>
        <w:t>Visit www.lse.ac.uk/tlc to find out more.</w:t>
      </w:r>
    </w:p>
    <w:p w14:paraId="19455997" w14:textId="77777777" w:rsidR="005E46B3" w:rsidRPr="00F85884" w:rsidRDefault="005E46B3" w:rsidP="00A06BF0">
      <w:pPr>
        <w:ind w:right="0"/>
        <w:jc w:val="both"/>
      </w:pPr>
    </w:p>
    <w:p w14:paraId="148AC129" w14:textId="241311A2" w:rsidR="005E46B3" w:rsidRDefault="005E46B3" w:rsidP="00A06BF0">
      <w:pPr>
        <w:ind w:right="0"/>
        <w:jc w:val="both"/>
      </w:pPr>
      <w:r w:rsidRPr="00F85884">
        <w:t xml:space="preserve">See </w:t>
      </w:r>
      <w:r>
        <w:t>Learning Development on Moodle</w:t>
      </w:r>
      <w:r w:rsidRPr="00F85884">
        <w:t xml:space="preserve"> for the slides and recording of </w:t>
      </w:r>
      <w:r>
        <w:t>the TLC event,</w:t>
      </w:r>
      <w:r w:rsidRPr="00E43D59">
        <w:t xml:space="preserve"> </w:t>
      </w:r>
      <w:proofErr w:type="gramStart"/>
      <w:r>
        <w:t>How</w:t>
      </w:r>
      <w:proofErr w:type="gramEnd"/>
      <w:r>
        <w:t xml:space="preserve"> to write essays at LSE: an introduction (</w:t>
      </w:r>
      <w:hyperlink r:id="rId8" w:history="1">
        <w:r w:rsidRPr="00030836">
          <w:rPr>
            <w:rStyle w:val="Hyperlink"/>
            <w:szCs w:val="22"/>
          </w:rPr>
          <w:t>https://moodle.lse.ac.uk/mod/page/view.php?id=282400</w:t>
        </w:r>
      </w:hyperlink>
      <w:r>
        <w:t>).</w:t>
      </w:r>
    </w:p>
    <w:p w14:paraId="2A210A6D" w14:textId="77777777" w:rsidR="005E46B3" w:rsidRPr="00E43D59" w:rsidRDefault="005E46B3" w:rsidP="00A06BF0">
      <w:pPr>
        <w:ind w:right="0"/>
        <w:jc w:val="both"/>
      </w:pPr>
      <w:r>
        <w:t>Learning Development on Moodle is the TLC page</w:t>
      </w:r>
      <w:r w:rsidRPr="00F85884">
        <w:t xml:space="preserve"> for study skills materials.</w:t>
      </w:r>
    </w:p>
    <w:p w14:paraId="5099CAD8" w14:textId="77777777" w:rsidR="005E46B3" w:rsidRPr="00E43D59" w:rsidRDefault="005E46B3" w:rsidP="00A06BF0">
      <w:pPr>
        <w:ind w:right="0"/>
        <w:jc w:val="both"/>
      </w:pPr>
      <w:r w:rsidRPr="00E43D59">
        <w:t>MOODLE &gt; Teaching and Learning Centre &gt; Learning Development on Moodle &gt; Academic Writing</w:t>
      </w:r>
    </w:p>
    <w:p w14:paraId="370792BE" w14:textId="77777777" w:rsidR="005E46B3" w:rsidRDefault="005E46B3" w:rsidP="00A06BF0">
      <w:pPr>
        <w:ind w:right="0"/>
        <w:jc w:val="both"/>
      </w:pPr>
    </w:p>
    <w:p w14:paraId="3895476F" w14:textId="77777777" w:rsidR="005E46B3" w:rsidRDefault="005E46B3" w:rsidP="00A06BF0">
      <w:pPr>
        <w:ind w:right="0"/>
        <w:jc w:val="both"/>
      </w:pPr>
      <w:r>
        <w:t xml:space="preserve">Royal Literary Fund Fellows, professional writers hosted at the Teaching and Learning Centre, </w:t>
      </w:r>
      <w:r w:rsidRPr="00997F68">
        <w:t>are available to help students, on a free, one to one basis, with any aspect of academic writing, from planning essay content and scope to structuring arguments and writing essays and dissertations in a clear, reader-friendly way.</w:t>
      </w:r>
      <w:r>
        <w:t xml:space="preserve">  For an appointment with a Royal Literary Fund Fellow, contact </w:t>
      </w:r>
      <w:hyperlink r:id="rId9" w:history="1">
        <w:r w:rsidRPr="00071C5B">
          <w:rPr>
            <w:rStyle w:val="Hyperlink"/>
            <w:szCs w:val="22"/>
          </w:rPr>
          <w:t>studentsupport@lse.ac.uk</w:t>
        </w:r>
      </w:hyperlink>
      <w:r>
        <w:t xml:space="preserve"> .</w:t>
      </w:r>
    </w:p>
    <w:p w14:paraId="51E240F2" w14:textId="77777777" w:rsidR="005E46B3" w:rsidRDefault="005E46B3" w:rsidP="00A06BF0">
      <w:pPr>
        <w:ind w:right="0"/>
        <w:jc w:val="both"/>
      </w:pPr>
    </w:p>
    <w:p w14:paraId="6FE252A9" w14:textId="1F6C2E1A" w:rsidR="005E46B3" w:rsidRPr="00F85884" w:rsidRDefault="005E46B3" w:rsidP="00A06BF0">
      <w:pPr>
        <w:ind w:right="0"/>
        <w:jc w:val="both"/>
      </w:pPr>
      <w:r>
        <w:t>One-to-one study support is available from TL</w:t>
      </w:r>
      <w:r w:rsidR="00A06BF0">
        <w:t xml:space="preserve">C’s qualitative study adviser.  </w:t>
      </w:r>
      <w:r>
        <w:t xml:space="preserve">Contact </w:t>
      </w:r>
      <w:hyperlink r:id="rId10" w:history="1">
        <w:r w:rsidRPr="00071C5B">
          <w:rPr>
            <w:rStyle w:val="Hyperlink"/>
            <w:szCs w:val="22"/>
          </w:rPr>
          <w:t>studentsupport@lse.ac.uk</w:t>
        </w:r>
      </w:hyperlink>
      <w:r>
        <w:t xml:space="preserve"> to make an appointment.</w:t>
      </w:r>
    </w:p>
    <w:p w14:paraId="3EAA1A36" w14:textId="77777777" w:rsidR="00BB42E1" w:rsidRPr="00F85884" w:rsidRDefault="00BB42E1" w:rsidP="00A06BF0">
      <w:pPr>
        <w:ind w:right="0"/>
        <w:jc w:val="both"/>
        <w:rPr>
          <w:szCs w:val="22"/>
        </w:rPr>
      </w:pPr>
    </w:p>
    <w:p w14:paraId="14316ADF" w14:textId="77777777" w:rsidR="00A06BF0" w:rsidRDefault="00A06BF0" w:rsidP="00A06BF0">
      <w:pPr>
        <w:ind w:right="0"/>
        <w:jc w:val="both"/>
        <w:rPr>
          <w:b/>
          <w:szCs w:val="22"/>
        </w:rPr>
      </w:pPr>
    </w:p>
    <w:p w14:paraId="1EBC64E2" w14:textId="77777777" w:rsidR="00BB42E1" w:rsidRPr="00F85884" w:rsidRDefault="00BB42E1" w:rsidP="00A06BF0">
      <w:pPr>
        <w:ind w:right="0"/>
        <w:jc w:val="both"/>
        <w:rPr>
          <w:b/>
          <w:szCs w:val="22"/>
        </w:rPr>
      </w:pPr>
      <w:r w:rsidRPr="00F85884">
        <w:rPr>
          <w:b/>
          <w:szCs w:val="22"/>
        </w:rPr>
        <w:t>BOOKS</w:t>
      </w:r>
    </w:p>
    <w:p w14:paraId="3C76EEB8" w14:textId="38445F11" w:rsidR="00BB42E1" w:rsidRPr="00F85884" w:rsidRDefault="00BB42E1" w:rsidP="00A06BF0">
      <w:pPr>
        <w:ind w:right="0"/>
        <w:jc w:val="both"/>
        <w:rPr>
          <w:szCs w:val="22"/>
        </w:rPr>
      </w:pPr>
      <w:r>
        <w:rPr>
          <w:szCs w:val="22"/>
        </w:rPr>
        <w:t>There are</w:t>
      </w:r>
      <w:r w:rsidRPr="00F85884">
        <w:rPr>
          <w:szCs w:val="22"/>
        </w:rPr>
        <w:t xml:space="preserve"> many study support books </w:t>
      </w:r>
      <w:r>
        <w:rPr>
          <w:szCs w:val="22"/>
        </w:rPr>
        <w:t>available, both as e-books and physical copies</w:t>
      </w:r>
      <w:r w:rsidRPr="00F85884">
        <w:rPr>
          <w:szCs w:val="22"/>
        </w:rPr>
        <w:t xml:space="preserve">.  Use the library search page to find what you need.  A few </w:t>
      </w:r>
      <w:r>
        <w:rPr>
          <w:szCs w:val="22"/>
        </w:rPr>
        <w:t>examples of books on planning and structuring your es</w:t>
      </w:r>
      <w:r w:rsidR="00561227">
        <w:rPr>
          <w:szCs w:val="22"/>
        </w:rPr>
        <w:t>s</w:t>
      </w:r>
      <w:r>
        <w:rPr>
          <w:szCs w:val="22"/>
        </w:rPr>
        <w:t>ays</w:t>
      </w:r>
      <w:r w:rsidRPr="00F85884">
        <w:rPr>
          <w:szCs w:val="22"/>
        </w:rPr>
        <w:t xml:space="preserve"> are</w:t>
      </w:r>
      <w:r>
        <w:rPr>
          <w:szCs w:val="22"/>
        </w:rPr>
        <w:t xml:space="preserve"> listed below.</w:t>
      </w:r>
    </w:p>
    <w:p w14:paraId="39B0E0A9" w14:textId="77777777" w:rsidR="00BB42E1" w:rsidRPr="00F85884" w:rsidRDefault="00BB42E1" w:rsidP="00A06BF0">
      <w:pPr>
        <w:ind w:right="0"/>
        <w:jc w:val="both"/>
        <w:rPr>
          <w:szCs w:val="22"/>
        </w:rPr>
      </w:pPr>
    </w:p>
    <w:p w14:paraId="1F1DE612" w14:textId="77777777" w:rsidR="00BB42E1" w:rsidRDefault="00BB42E1" w:rsidP="00A06BF0">
      <w:pPr>
        <w:ind w:right="0"/>
        <w:jc w:val="both"/>
        <w:rPr>
          <w:szCs w:val="22"/>
        </w:rPr>
      </w:pPr>
      <w:r>
        <w:rPr>
          <w:szCs w:val="22"/>
        </w:rPr>
        <w:t>Godwin, J. (2014) Planning Your Essay. Basingstoke: Palgrave Macmillan.</w:t>
      </w:r>
    </w:p>
    <w:p w14:paraId="51A788BD" w14:textId="77777777" w:rsidR="00BB42E1" w:rsidRDefault="00BB42E1" w:rsidP="00A06BF0">
      <w:pPr>
        <w:ind w:right="0"/>
        <w:jc w:val="both"/>
        <w:rPr>
          <w:szCs w:val="22"/>
        </w:rPr>
      </w:pPr>
      <w:r w:rsidRPr="00F85884">
        <w:rPr>
          <w:szCs w:val="22"/>
        </w:rPr>
        <w:t>Levin, P. (2009). Write Great Essays.  Maidenhead: Open University Press.</w:t>
      </w:r>
    </w:p>
    <w:p w14:paraId="1F3F89D7" w14:textId="77777777" w:rsidR="00BB42E1" w:rsidRDefault="00BB42E1" w:rsidP="00A06BF0">
      <w:pPr>
        <w:ind w:right="0"/>
        <w:jc w:val="both"/>
        <w:rPr>
          <w:szCs w:val="22"/>
        </w:rPr>
      </w:pPr>
      <w:proofErr w:type="gramStart"/>
      <w:r>
        <w:rPr>
          <w:szCs w:val="22"/>
        </w:rPr>
        <w:t>Redman, P. and Maples, W. (2011).</w:t>
      </w:r>
      <w:proofErr w:type="gramEnd"/>
      <w:r>
        <w:rPr>
          <w:szCs w:val="22"/>
        </w:rPr>
        <w:t xml:space="preserve"> Good Essay Writing:  a social sciences guide.  London:  Sage.</w:t>
      </w:r>
    </w:p>
    <w:p w14:paraId="75035013" w14:textId="77777777" w:rsidR="00BB42E1" w:rsidRDefault="00BB42E1" w:rsidP="00A06BF0">
      <w:pPr>
        <w:ind w:right="0"/>
        <w:jc w:val="both"/>
      </w:pPr>
    </w:p>
    <w:p w14:paraId="46DDB52B" w14:textId="77777777" w:rsidR="00A06BF0" w:rsidRDefault="00A06BF0" w:rsidP="00A06BF0">
      <w:pPr>
        <w:ind w:right="0"/>
        <w:jc w:val="both"/>
        <w:rPr>
          <w:b/>
        </w:rPr>
      </w:pPr>
    </w:p>
    <w:p w14:paraId="75F8D7CC" w14:textId="41F5C51B" w:rsidR="002B438E" w:rsidRPr="00561227" w:rsidRDefault="00BB42E1" w:rsidP="00A06BF0">
      <w:pPr>
        <w:ind w:right="0"/>
        <w:jc w:val="both"/>
        <w:rPr>
          <w:b/>
        </w:rPr>
      </w:pPr>
      <w:r w:rsidRPr="00561227">
        <w:rPr>
          <w:b/>
        </w:rPr>
        <w:t>ONLINE RESOURCES</w:t>
      </w:r>
    </w:p>
    <w:p w14:paraId="262B7C66" w14:textId="39E9AA2C" w:rsidR="00FE088E" w:rsidRDefault="00BB42E1" w:rsidP="00A06BF0">
      <w:pPr>
        <w:ind w:right="0"/>
        <w:jc w:val="both"/>
        <w:rPr>
          <w:lang w:val="en-US"/>
        </w:rPr>
      </w:pPr>
      <w:r>
        <w:t xml:space="preserve">The University of </w:t>
      </w:r>
      <w:r w:rsidR="00FE088E">
        <w:t>Manchester</w:t>
      </w:r>
      <w:r>
        <w:t xml:space="preserve"> Library offers an interactive, online</w:t>
      </w:r>
      <w:r w:rsidR="00A53B0B">
        <w:t xml:space="preserve"> tutorial on developing and structuring your argument.   </w:t>
      </w:r>
      <w:r w:rsidR="00FE088E" w:rsidRPr="00FE088E">
        <w:rPr>
          <w:b/>
          <w:bCs/>
          <w:lang w:val="en-US"/>
        </w:rPr>
        <w:t xml:space="preserve">What’s the big idea? Developing and </w:t>
      </w:r>
      <w:proofErr w:type="spellStart"/>
      <w:r w:rsidR="00FE088E" w:rsidRPr="00FE088E">
        <w:rPr>
          <w:b/>
          <w:bCs/>
          <w:lang w:val="en-US"/>
        </w:rPr>
        <w:t>organising</w:t>
      </w:r>
      <w:proofErr w:type="spellEnd"/>
      <w:r w:rsidR="00FE088E" w:rsidRPr="00FE088E">
        <w:rPr>
          <w:b/>
          <w:bCs/>
          <w:lang w:val="en-US"/>
        </w:rPr>
        <w:t xml:space="preserve"> your argument </w:t>
      </w:r>
      <w:r w:rsidR="00A53B0B">
        <w:rPr>
          <w:bCs/>
          <w:lang w:val="en-US"/>
        </w:rPr>
        <w:t xml:space="preserve">is available </w:t>
      </w:r>
      <w:proofErr w:type="gramStart"/>
      <w:r w:rsidR="00A53B0B">
        <w:rPr>
          <w:bCs/>
          <w:lang w:val="en-US"/>
        </w:rPr>
        <w:t xml:space="preserve">at </w:t>
      </w:r>
      <w:r w:rsidR="00A53B0B">
        <w:t xml:space="preserve"> </w:t>
      </w:r>
      <w:proofErr w:type="gramEnd"/>
      <w:hyperlink r:id="rId11" w:history="1">
        <w:r w:rsidR="0032460A" w:rsidRPr="003676A4">
          <w:rPr>
            <w:rStyle w:val="Hyperlink"/>
            <w:lang w:val="en-US"/>
          </w:rPr>
          <w:t>https://www.escholar.manchester.ac.uk/learning-objects/mle/developing-argument/</w:t>
        </w:r>
      </w:hyperlink>
      <w:r w:rsidR="00B34662" w:rsidRPr="00B34662">
        <w:rPr>
          <w:rStyle w:val="Hyperlink"/>
          <w:u w:val="none"/>
          <w:lang w:val="en-US"/>
        </w:rPr>
        <w:t xml:space="preserve"> .</w:t>
      </w:r>
    </w:p>
    <w:p w14:paraId="426A0915" w14:textId="77777777" w:rsidR="0032460A" w:rsidRDefault="0032460A" w:rsidP="00A06BF0">
      <w:pPr>
        <w:ind w:right="0"/>
        <w:jc w:val="both"/>
        <w:rPr>
          <w:lang w:val="en-US"/>
        </w:rPr>
      </w:pPr>
    </w:p>
    <w:p w14:paraId="54323BB1" w14:textId="348B777E" w:rsidR="00B34662" w:rsidRPr="00B34662" w:rsidRDefault="0032460A" w:rsidP="00A06BF0">
      <w:pPr>
        <w:ind w:right="0"/>
        <w:jc w:val="both"/>
        <w:rPr>
          <w:color w:val="0000FF" w:themeColor="hyperlink"/>
          <w:u w:val="single"/>
        </w:rPr>
      </w:pPr>
      <w:r>
        <w:rPr>
          <w:b/>
        </w:rPr>
        <w:t xml:space="preserve">Reading and note-taking </w:t>
      </w:r>
      <w:r>
        <w:t>is a video from the University of Leicester that tells a precautionary tale about rushing off to find and read everything av</w:t>
      </w:r>
      <w:r w:rsidR="00B34662">
        <w:t xml:space="preserve">ailable about your essay topic.  It highlights how planning your argument </w:t>
      </w:r>
      <w:r w:rsidR="00642DAA">
        <w:t>affects</w:t>
      </w:r>
      <w:r w:rsidR="00B34662">
        <w:t xml:space="preserve"> your research and reading. The video is available at </w:t>
      </w:r>
      <w:hyperlink r:id="rId12" w:history="1">
        <w:r w:rsidRPr="00490DB4">
          <w:rPr>
            <w:rStyle w:val="Hyperlink"/>
          </w:rPr>
          <w:t>www.youtube.com/watch?v=vuXSL27we7Y</w:t>
        </w:r>
      </w:hyperlink>
      <w:r w:rsidR="00B34662" w:rsidRPr="00B34662">
        <w:rPr>
          <w:rStyle w:val="Hyperlink"/>
          <w:u w:val="none"/>
        </w:rPr>
        <w:t>.</w:t>
      </w:r>
    </w:p>
    <w:sectPr w:rsidR="00B34662" w:rsidRPr="00B34662" w:rsidSect="004F2FF3">
      <w:headerReference w:type="even" r:id="rId13"/>
      <w:headerReference w:type="default" r:id="rId14"/>
      <w:footerReference w:type="even" r:id="rId15"/>
      <w:footerReference w:type="default" r:id="rId16"/>
      <w:headerReference w:type="first" r:id="rId17"/>
      <w:footerReference w:type="first" r:id="rId18"/>
      <w:pgSz w:w="11900" w:h="1682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D2DA2" w14:textId="77777777" w:rsidR="000840F3" w:rsidRDefault="000840F3" w:rsidP="000840F3">
      <w:r>
        <w:separator/>
      </w:r>
    </w:p>
  </w:endnote>
  <w:endnote w:type="continuationSeparator" w:id="0">
    <w:p w14:paraId="4139932D" w14:textId="77777777" w:rsidR="000840F3" w:rsidRDefault="000840F3" w:rsidP="00084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E2988" w14:textId="77777777" w:rsidR="000840F3" w:rsidRDefault="000840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B74B4" w14:textId="77777777" w:rsidR="000840F3" w:rsidRDefault="000840F3" w:rsidP="000840F3">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3038E4A6" wp14:editId="11A8842E">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79FBFBD2" w14:textId="77777777" w:rsidR="000840F3" w:rsidRPr="00CB4092" w:rsidRDefault="000840F3" w:rsidP="000840F3">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79FBFBD2" w14:textId="77777777" w:rsidR="000840F3" w:rsidRPr="00CB4092" w:rsidRDefault="000840F3" w:rsidP="000840F3">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08E3A451" wp14:editId="20237578">
              <wp:simplePos x="0" y="0"/>
              <wp:positionH relativeFrom="column">
                <wp:posOffset>5241898</wp:posOffset>
              </wp:positionH>
              <wp:positionV relativeFrom="paragraph">
                <wp:posOffset>9093</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52F89F40" w14:textId="77777777" w:rsidR="000840F3" w:rsidRDefault="000840F3" w:rsidP="000840F3">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12.75pt;margin-top:.7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" filled="f" stroked="f">
              <v:textbox style="mso-fit-shape-to-text:t">
                <w:txbxContent>
                  <w:p w14:paraId="52F89F40" w14:textId="77777777" w:rsidR="000840F3" w:rsidRDefault="000840F3" w:rsidP="000840F3">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rPr>
      <w:t xml:space="preserve"> </w:t>
    </w:r>
    <w:r>
      <w:rPr>
        <w:rFonts w:ascii="Arial" w:hAnsi="Arial" w:cs="Arial"/>
      </w:rPr>
      <w:t xml:space="preserve">   </w:t>
    </w:r>
  </w:p>
  <w:p w14:paraId="4CBE6EF5" w14:textId="3A84213D" w:rsidR="000840F3" w:rsidRDefault="000840F3" w:rsidP="000840F3">
    <w:pPr>
      <w:pStyle w:val="Footer"/>
      <w:rPr>
        <w:rFonts w:ascii="Arial" w:hAnsi="Arial" w:cs="Arial"/>
      </w:rPr>
    </w:pPr>
    <w:bookmarkStart w:id="0" w:name="_GoBack"/>
    <w:bookmarkEnd w:id="0"/>
    <w:r>
      <w:rPr>
        <w:rFonts w:ascii="Arial" w:hAnsi="Arial" w:cs="Arial"/>
      </w:rPr>
      <w:t xml:space="preserve"> </w:t>
    </w:r>
    <w:r>
      <w:rPr>
        <w:rFonts w:ascii="Arial" w:hAnsi="Arial" w:cs="Arial"/>
        <w:noProof/>
        <w:lang w:eastAsia="en-GB"/>
      </w:rPr>
      <w:drawing>
        <wp:inline distT="0" distB="0" distL="0" distR="0" wp14:anchorId="2B6E83D6" wp14:editId="49C477CB">
          <wp:extent cx="1706880" cy="447040"/>
          <wp:effectExtent l="0" t="0" r="7620" b="0"/>
          <wp:docPr id="10" name="Picture 10" descr="11_0490 TLC logo_RGB Sep 2013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_0490 TLC logo_RGB Sep 2013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447040"/>
                  </a:xfrm>
                  <a:prstGeom prst="rect">
                    <a:avLst/>
                  </a:prstGeom>
                  <a:noFill/>
                  <a:ln>
                    <a:noFill/>
                  </a:ln>
                </pic:spPr>
              </pic:pic>
            </a:graphicData>
          </a:graphic>
        </wp:inline>
      </w:drawing>
    </w:r>
    <w:r>
      <w:rPr>
        <w:rFonts w:ascii="Arial" w:hAnsi="Arial" w:cs="Arial"/>
      </w:rPr>
      <w:t xml:space="preserve">                                                          </w:t>
    </w:r>
  </w:p>
  <w:p w14:paraId="67F90B05" w14:textId="77777777" w:rsidR="000840F3" w:rsidRDefault="000840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9A44D" w14:textId="77777777" w:rsidR="000840F3" w:rsidRDefault="00084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B3257" w14:textId="77777777" w:rsidR="000840F3" w:rsidRDefault="000840F3" w:rsidP="000840F3">
      <w:r>
        <w:separator/>
      </w:r>
    </w:p>
  </w:footnote>
  <w:footnote w:type="continuationSeparator" w:id="0">
    <w:p w14:paraId="6488F0E8" w14:textId="77777777" w:rsidR="000840F3" w:rsidRDefault="000840F3" w:rsidP="00084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A85ED" w14:textId="77777777" w:rsidR="000840F3" w:rsidRDefault="000840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5A5A7" w14:textId="77777777" w:rsidR="000840F3" w:rsidRDefault="000840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919BC" w14:textId="77777777" w:rsidR="000840F3" w:rsidRDefault="00084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575"/>
    <w:rsid w:val="00042E23"/>
    <w:rsid w:val="000840F3"/>
    <w:rsid w:val="001226D7"/>
    <w:rsid w:val="002B438E"/>
    <w:rsid w:val="0030495D"/>
    <w:rsid w:val="00310280"/>
    <w:rsid w:val="0031578D"/>
    <w:rsid w:val="0032460A"/>
    <w:rsid w:val="00347F26"/>
    <w:rsid w:val="00380F8C"/>
    <w:rsid w:val="003B02A6"/>
    <w:rsid w:val="003D2C7D"/>
    <w:rsid w:val="004314D3"/>
    <w:rsid w:val="00454C14"/>
    <w:rsid w:val="004F0DD3"/>
    <w:rsid w:val="004F2FF3"/>
    <w:rsid w:val="005566AD"/>
    <w:rsid w:val="00561227"/>
    <w:rsid w:val="005D77C8"/>
    <w:rsid w:val="005E46B3"/>
    <w:rsid w:val="00635BF9"/>
    <w:rsid w:val="00642DAA"/>
    <w:rsid w:val="00654801"/>
    <w:rsid w:val="00677ACF"/>
    <w:rsid w:val="00677FEA"/>
    <w:rsid w:val="007B5A99"/>
    <w:rsid w:val="00801E41"/>
    <w:rsid w:val="00845575"/>
    <w:rsid w:val="009D0A44"/>
    <w:rsid w:val="00A0205A"/>
    <w:rsid w:val="00A05470"/>
    <w:rsid w:val="00A06BF0"/>
    <w:rsid w:val="00A52BA4"/>
    <w:rsid w:val="00A53B0B"/>
    <w:rsid w:val="00A97E92"/>
    <w:rsid w:val="00B34662"/>
    <w:rsid w:val="00B76C41"/>
    <w:rsid w:val="00BB42E1"/>
    <w:rsid w:val="00C151BD"/>
    <w:rsid w:val="00CA4FCC"/>
    <w:rsid w:val="00D320E8"/>
    <w:rsid w:val="00D605D5"/>
    <w:rsid w:val="00DD6FFA"/>
    <w:rsid w:val="00E42DF8"/>
    <w:rsid w:val="00E56BBF"/>
    <w:rsid w:val="00F76069"/>
    <w:rsid w:val="00FB71F4"/>
    <w:rsid w:val="00FE08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C005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BB42E1"/>
    <w:rPr>
      <w:color w:val="0000FF" w:themeColor="hyperlink"/>
      <w:u w:val="single"/>
    </w:rPr>
  </w:style>
  <w:style w:type="paragraph" w:styleId="Header">
    <w:name w:val="header"/>
    <w:basedOn w:val="Normal"/>
    <w:link w:val="HeaderChar"/>
    <w:uiPriority w:val="99"/>
    <w:unhideWhenUsed/>
    <w:rsid w:val="000840F3"/>
    <w:pPr>
      <w:tabs>
        <w:tab w:val="center" w:pos="4513"/>
        <w:tab w:val="right" w:pos="9026"/>
      </w:tabs>
    </w:pPr>
  </w:style>
  <w:style w:type="character" w:customStyle="1" w:styleId="HeaderChar">
    <w:name w:val="Header Char"/>
    <w:basedOn w:val="DefaultParagraphFont"/>
    <w:link w:val="Header"/>
    <w:uiPriority w:val="99"/>
    <w:rsid w:val="000840F3"/>
    <w:rPr>
      <w:rFonts w:asciiTheme="majorHAnsi" w:hAnsiTheme="majorHAnsi"/>
      <w:sz w:val="22"/>
      <w:lang w:eastAsia="en-US"/>
    </w:rPr>
  </w:style>
  <w:style w:type="paragraph" w:styleId="Footer">
    <w:name w:val="footer"/>
    <w:basedOn w:val="Normal"/>
    <w:link w:val="FooterChar"/>
    <w:uiPriority w:val="99"/>
    <w:unhideWhenUsed/>
    <w:rsid w:val="000840F3"/>
    <w:pPr>
      <w:tabs>
        <w:tab w:val="center" w:pos="4513"/>
        <w:tab w:val="right" w:pos="9026"/>
      </w:tabs>
    </w:pPr>
  </w:style>
  <w:style w:type="character" w:customStyle="1" w:styleId="FooterChar">
    <w:name w:val="Footer Char"/>
    <w:basedOn w:val="DefaultParagraphFont"/>
    <w:link w:val="Footer"/>
    <w:uiPriority w:val="99"/>
    <w:rsid w:val="000840F3"/>
    <w:rPr>
      <w:rFonts w:asciiTheme="majorHAnsi" w:hAnsiTheme="majorHAnsi"/>
      <w:sz w:val="22"/>
      <w:lang w:eastAsia="en-US"/>
    </w:rPr>
  </w:style>
  <w:style w:type="paragraph" w:styleId="BalloonText">
    <w:name w:val="Balloon Text"/>
    <w:basedOn w:val="Normal"/>
    <w:link w:val="BalloonTextChar"/>
    <w:uiPriority w:val="99"/>
    <w:semiHidden/>
    <w:unhideWhenUsed/>
    <w:rsid w:val="000840F3"/>
    <w:rPr>
      <w:rFonts w:ascii="Tahoma" w:hAnsi="Tahoma" w:cs="Tahoma"/>
      <w:sz w:val="16"/>
      <w:szCs w:val="16"/>
    </w:rPr>
  </w:style>
  <w:style w:type="character" w:customStyle="1" w:styleId="BalloonTextChar">
    <w:name w:val="Balloon Text Char"/>
    <w:basedOn w:val="DefaultParagraphFont"/>
    <w:link w:val="BalloonText"/>
    <w:uiPriority w:val="99"/>
    <w:semiHidden/>
    <w:rsid w:val="000840F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BB42E1"/>
    <w:rPr>
      <w:color w:val="0000FF" w:themeColor="hyperlink"/>
      <w:u w:val="single"/>
    </w:rPr>
  </w:style>
  <w:style w:type="paragraph" w:styleId="Header">
    <w:name w:val="header"/>
    <w:basedOn w:val="Normal"/>
    <w:link w:val="HeaderChar"/>
    <w:uiPriority w:val="99"/>
    <w:unhideWhenUsed/>
    <w:rsid w:val="000840F3"/>
    <w:pPr>
      <w:tabs>
        <w:tab w:val="center" w:pos="4513"/>
        <w:tab w:val="right" w:pos="9026"/>
      </w:tabs>
    </w:pPr>
  </w:style>
  <w:style w:type="character" w:customStyle="1" w:styleId="HeaderChar">
    <w:name w:val="Header Char"/>
    <w:basedOn w:val="DefaultParagraphFont"/>
    <w:link w:val="Header"/>
    <w:uiPriority w:val="99"/>
    <w:rsid w:val="000840F3"/>
    <w:rPr>
      <w:rFonts w:asciiTheme="majorHAnsi" w:hAnsiTheme="majorHAnsi"/>
      <w:sz w:val="22"/>
      <w:lang w:eastAsia="en-US"/>
    </w:rPr>
  </w:style>
  <w:style w:type="paragraph" w:styleId="Footer">
    <w:name w:val="footer"/>
    <w:basedOn w:val="Normal"/>
    <w:link w:val="FooterChar"/>
    <w:uiPriority w:val="99"/>
    <w:unhideWhenUsed/>
    <w:rsid w:val="000840F3"/>
    <w:pPr>
      <w:tabs>
        <w:tab w:val="center" w:pos="4513"/>
        <w:tab w:val="right" w:pos="9026"/>
      </w:tabs>
    </w:pPr>
  </w:style>
  <w:style w:type="character" w:customStyle="1" w:styleId="FooterChar">
    <w:name w:val="Footer Char"/>
    <w:basedOn w:val="DefaultParagraphFont"/>
    <w:link w:val="Footer"/>
    <w:uiPriority w:val="99"/>
    <w:rsid w:val="000840F3"/>
    <w:rPr>
      <w:rFonts w:asciiTheme="majorHAnsi" w:hAnsiTheme="majorHAnsi"/>
      <w:sz w:val="22"/>
      <w:lang w:eastAsia="en-US"/>
    </w:rPr>
  </w:style>
  <w:style w:type="paragraph" w:styleId="BalloonText">
    <w:name w:val="Balloon Text"/>
    <w:basedOn w:val="Normal"/>
    <w:link w:val="BalloonTextChar"/>
    <w:uiPriority w:val="99"/>
    <w:semiHidden/>
    <w:unhideWhenUsed/>
    <w:rsid w:val="000840F3"/>
    <w:rPr>
      <w:rFonts w:ascii="Tahoma" w:hAnsi="Tahoma" w:cs="Tahoma"/>
      <w:sz w:val="16"/>
      <w:szCs w:val="16"/>
    </w:rPr>
  </w:style>
  <w:style w:type="character" w:customStyle="1" w:styleId="BalloonTextChar">
    <w:name w:val="Balloon Text Char"/>
    <w:basedOn w:val="DefaultParagraphFont"/>
    <w:link w:val="BalloonText"/>
    <w:uiPriority w:val="99"/>
    <w:semiHidden/>
    <w:rsid w:val="000840F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lse.ac.uk/mod/page/view.php?id=282400"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watch?v=vuXSL27we7Y"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scholar.manchester.ac.uk/learning-objects/mle/developing-argu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tudentsupport@lse.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tudentsupport@lse.ac.u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35F2ABC4.dotm</Template>
  <TotalTime>18</TotalTime>
  <Pages>1</Pages>
  <Words>384</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13</cp:revision>
  <cp:lastPrinted>2015-11-03T18:15:00Z</cp:lastPrinted>
  <dcterms:created xsi:type="dcterms:W3CDTF">2015-08-05T12:57:00Z</dcterms:created>
  <dcterms:modified xsi:type="dcterms:W3CDTF">2015-11-03T18:17:00Z</dcterms:modified>
</cp:coreProperties>
</file>