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29" w:type="dxa"/>
        <w:tblInd w:w="-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1800"/>
        <w:gridCol w:w="1570"/>
        <w:gridCol w:w="567"/>
        <w:gridCol w:w="563"/>
        <w:gridCol w:w="1138"/>
        <w:gridCol w:w="567"/>
        <w:gridCol w:w="2835"/>
        <w:gridCol w:w="424"/>
        <w:gridCol w:w="1336"/>
      </w:tblGrid>
      <w:tr w:rsidR="004D0577" w:rsidRPr="00F43FED" w:rsidTr="00F71CFE">
        <w:trPr>
          <w:trHeight w:val="555"/>
        </w:trPr>
        <w:tc>
          <w:tcPr>
            <w:tcW w:w="10829" w:type="dxa"/>
            <w:gridSpan w:val="10"/>
          </w:tcPr>
          <w:p w:rsidR="004D0577" w:rsidRPr="00F43FED" w:rsidRDefault="004D0577" w:rsidP="00F71CFE">
            <w:pPr>
              <w:spacing w:before="40" w:after="30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"/>
                <w:sz w:val="28"/>
                <w:szCs w:val="22"/>
              </w:rPr>
              <w:t>Professional Services</w:t>
            </w:r>
            <w:r w:rsidRPr="00F43FED">
              <w:rPr>
                <w:rFonts w:ascii="Arial" w:hAnsi="Arial" w:cs="Arial"/>
                <w:b/>
                <w:spacing w:val="6"/>
                <w:sz w:val="28"/>
                <w:szCs w:val="22"/>
              </w:rPr>
              <w:t xml:space="preserve"> Staff Contribution Form</w:t>
            </w:r>
          </w:p>
        </w:tc>
      </w:tr>
      <w:tr w:rsidR="004D0577" w:rsidRPr="00F43FED" w:rsidTr="00F71CFE">
        <w:trPr>
          <w:gridBefore w:val="1"/>
          <w:wBefore w:w="29" w:type="dxa"/>
        </w:trPr>
        <w:tc>
          <w:tcPr>
            <w:tcW w:w="10800" w:type="dxa"/>
            <w:gridSpan w:val="9"/>
          </w:tcPr>
          <w:p w:rsidR="004D0577" w:rsidRPr="00F43FED" w:rsidRDefault="004D0577" w:rsidP="00F71CFE">
            <w:pPr>
              <w:spacing w:before="40" w:after="3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F43FED">
              <w:rPr>
                <w:rFonts w:ascii="Arial" w:hAnsi="Arial" w:cs="Arial"/>
                <w:spacing w:val="6"/>
                <w:sz w:val="22"/>
                <w:szCs w:val="22"/>
              </w:rPr>
              <w:t xml:space="preserve">Please ensure you have read the 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Professional Services</w:t>
            </w:r>
            <w:r w:rsidRPr="00F43FED">
              <w:rPr>
                <w:rFonts w:ascii="Arial" w:hAnsi="Arial" w:cs="Arial"/>
                <w:b/>
                <w:spacing w:val="6"/>
                <w:sz w:val="22"/>
                <w:szCs w:val="22"/>
              </w:rPr>
              <w:t xml:space="preserve"> Staff Contribution Pay Guidelines</w:t>
            </w:r>
            <w:r w:rsidRPr="00F43FED">
              <w:rPr>
                <w:rFonts w:ascii="Arial" w:hAnsi="Arial" w:cs="Arial"/>
                <w:spacing w:val="6"/>
                <w:sz w:val="22"/>
                <w:szCs w:val="22"/>
              </w:rPr>
              <w:t xml:space="preserve"> before completing this 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>f</w:t>
            </w:r>
            <w:r w:rsidRPr="00F43FED">
              <w:rPr>
                <w:rFonts w:ascii="Arial" w:hAnsi="Arial" w:cs="Arial"/>
                <w:spacing w:val="6"/>
                <w:sz w:val="22"/>
                <w:szCs w:val="22"/>
              </w:rPr>
              <w:t>orm, available on the Human Resources webpages.</w:t>
            </w:r>
          </w:p>
          <w:p w:rsidR="004D0577" w:rsidRPr="00F43FED" w:rsidRDefault="004D0577" w:rsidP="00F71CFE">
            <w:pPr>
              <w:spacing w:before="40" w:after="3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F43FED"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</w:p>
          <w:p w:rsidR="004D0577" w:rsidRPr="00F43FED" w:rsidRDefault="004D0577" w:rsidP="00F71CFE">
            <w:pPr>
              <w:spacing w:before="40" w:after="30"/>
              <w:rPr>
                <w:rFonts w:ascii="Arial" w:hAnsi="Arial" w:cs="Arial"/>
                <w:sz w:val="22"/>
                <w:szCs w:val="22"/>
              </w:rPr>
            </w:pPr>
            <w:r w:rsidRPr="00F43FED">
              <w:rPr>
                <w:rFonts w:ascii="Arial" w:hAnsi="Arial" w:cs="Arial"/>
                <w:sz w:val="22"/>
                <w:szCs w:val="22"/>
              </w:rPr>
              <w:t xml:space="preserve">This 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F43FED">
              <w:rPr>
                <w:rFonts w:ascii="Arial" w:hAnsi="Arial" w:cs="Arial"/>
                <w:sz w:val="22"/>
                <w:szCs w:val="22"/>
              </w:rPr>
              <w:t xml:space="preserve">orm is for the application of contribution increments or </w:t>
            </w:r>
            <w:r>
              <w:rPr>
                <w:rFonts w:ascii="Arial" w:hAnsi="Arial" w:cs="Arial"/>
                <w:sz w:val="22"/>
                <w:szCs w:val="22"/>
              </w:rPr>
              <w:t>non-recurrent</w:t>
            </w:r>
            <w:r w:rsidRPr="00F43FED">
              <w:rPr>
                <w:rFonts w:ascii="Arial" w:hAnsi="Arial" w:cs="Arial"/>
                <w:sz w:val="22"/>
                <w:szCs w:val="22"/>
              </w:rPr>
              <w:t xml:space="preserve"> payments for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professional services </w:t>
            </w:r>
            <w:r w:rsidRPr="00F43FED">
              <w:rPr>
                <w:rFonts w:ascii="Arial" w:hAnsi="Arial" w:cs="Arial"/>
                <w:b/>
                <w:sz w:val="22"/>
                <w:szCs w:val="22"/>
              </w:rPr>
              <w:t>staff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within Group F</w:t>
            </w:r>
            <w:r w:rsidRPr="00F43FED">
              <w:rPr>
                <w:rFonts w:ascii="Arial" w:hAnsi="Arial" w:cs="Arial"/>
                <w:b/>
                <w:sz w:val="22"/>
                <w:szCs w:val="22"/>
              </w:rPr>
              <w:t xml:space="preserve"> only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and should be completed by the Line Manager and Head of Department/ Research Centre Director.</w:t>
            </w:r>
            <w:bookmarkStart w:id="0" w:name="_GoBack"/>
            <w:bookmarkEnd w:id="0"/>
          </w:p>
          <w:p w:rsidR="004D0577" w:rsidRPr="00F43FED" w:rsidRDefault="004D0577" w:rsidP="00F71CFE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4D0577" w:rsidRPr="00F43FED" w:rsidRDefault="004D0577" w:rsidP="00F71CFE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F43FED">
              <w:rPr>
                <w:rFonts w:ascii="Arial" w:hAnsi="Arial" w:cs="Arial"/>
                <w:sz w:val="22"/>
                <w:szCs w:val="22"/>
              </w:rPr>
              <w:t>On</w:t>
            </w:r>
            <w:r>
              <w:rPr>
                <w:rFonts w:ascii="Arial" w:hAnsi="Arial" w:cs="Arial"/>
                <w:sz w:val="22"/>
                <w:szCs w:val="22"/>
              </w:rPr>
              <w:t>ce complete, please email this f</w:t>
            </w:r>
            <w:r w:rsidRPr="00F43FED">
              <w:rPr>
                <w:rFonts w:ascii="Arial" w:hAnsi="Arial" w:cs="Arial"/>
                <w:sz w:val="22"/>
                <w:szCs w:val="22"/>
              </w:rPr>
              <w:t xml:space="preserve">orm to </w:t>
            </w:r>
            <w:r>
              <w:rPr>
                <w:rFonts w:ascii="Arial" w:hAnsi="Arial" w:cs="Arial"/>
                <w:sz w:val="22"/>
                <w:szCs w:val="22"/>
              </w:rPr>
              <w:t xml:space="preserve">your HR Partner by </w:t>
            </w:r>
            <w:r>
              <w:rPr>
                <w:rFonts w:ascii="Arial" w:hAnsi="Arial" w:cs="Arial"/>
                <w:b/>
                <w:sz w:val="22"/>
                <w:szCs w:val="22"/>
              </w:rPr>
              <w:t>Monday 25 April 2016 latest</w:t>
            </w:r>
            <w:r w:rsidRPr="00F43FED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4D0577" w:rsidRPr="00F43FED" w:rsidRDefault="004D0577" w:rsidP="00F71CF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800" w:type="dxa"/>
            <w:tcBorders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Heading3"/>
              <w:spacing w:before="120"/>
              <w:ind w:right="-58"/>
              <w:jc w:val="left"/>
              <w:rPr>
                <w:rFonts w:cs="Arial"/>
                <w:color w:val="auto"/>
                <w:spacing w:val="6"/>
                <w:kern w:val="2"/>
              </w:rPr>
            </w:pPr>
            <w:r w:rsidRPr="00F43FED">
              <w:rPr>
                <w:rFonts w:cs="Arial"/>
                <w:color w:val="auto"/>
              </w:rPr>
              <w:t>Application for:</w:t>
            </w:r>
          </w:p>
        </w:tc>
        <w:tc>
          <w:tcPr>
            <w:tcW w:w="1570" w:type="dxa"/>
            <w:tcBorders>
              <w:bottom w:val="single" w:sz="4" w:space="0" w:color="C0C0C0"/>
            </w:tcBorders>
            <w:shd w:val="clear" w:color="auto" w:fill="D9D9D9"/>
          </w:tcPr>
          <w:p w:rsidR="004D0577" w:rsidRPr="00F43FED" w:rsidRDefault="00EA6DFF" w:rsidP="00EA6DFF">
            <w:pPr>
              <w:pStyle w:val="Heading3"/>
              <w:spacing w:before="120"/>
              <w:jc w:val="right"/>
              <w:rPr>
                <w:rFonts w:cs="Arial"/>
                <w:color w:val="auto"/>
                <w:spacing w:val="6"/>
                <w:kern w:val="2"/>
              </w:rPr>
            </w:pPr>
            <w:r>
              <w:rPr>
                <w:rFonts w:cs="Arial"/>
                <w:b w:val="0"/>
                <w:color w:val="auto"/>
              </w:rPr>
              <w:t>Recurrent payment</w:t>
            </w:r>
          </w:p>
        </w:tc>
        <w:tc>
          <w:tcPr>
            <w:tcW w:w="567" w:type="dxa"/>
            <w:tcBorders>
              <w:bottom w:val="single" w:sz="4" w:space="0" w:color="C0C0C0"/>
            </w:tcBorders>
            <w:shd w:val="clear" w:color="auto" w:fill="auto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Heading3"/>
              <w:spacing w:before="120"/>
              <w:jc w:val="right"/>
              <w:rPr>
                <w:rFonts w:cs="Arial"/>
                <w:color w:val="auto"/>
                <w:spacing w:val="6"/>
                <w:kern w:val="2"/>
              </w:rPr>
            </w:pPr>
            <w:r>
              <w:rPr>
                <w:rFonts w:cs="Arial"/>
                <w:b w:val="0"/>
                <w:color w:val="auto"/>
              </w:rPr>
              <w:t>Non-recurrent payment</w:t>
            </w:r>
          </w:p>
        </w:tc>
        <w:tc>
          <w:tcPr>
            <w:tcW w:w="567" w:type="dxa"/>
            <w:tcBorders>
              <w:bottom w:val="single" w:sz="4" w:space="0" w:color="C0C0C0"/>
            </w:tcBorders>
            <w:shd w:val="clear" w:color="auto" w:fill="auto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C0C0C0"/>
            </w:tcBorders>
            <w:shd w:val="clear" w:color="auto" w:fill="D9D9D9"/>
          </w:tcPr>
          <w:p w:rsidR="004D0577" w:rsidRPr="00F43FED" w:rsidRDefault="00875A47" w:rsidP="00F71CFE">
            <w:pPr>
              <w:pStyle w:val="Heading3"/>
              <w:spacing w:before="120"/>
              <w:jc w:val="right"/>
              <w:rPr>
                <w:rFonts w:cs="Arial"/>
                <w:color w:val="auto"/>
                <w:spacing w:val="6"/>
                <w:kern w:val="2"/>
              </w:rPr>
            </w:pPr>
            <w:r>
              <w:rPr>
                <w:rFonts w:cs="Arial"/>
                <w:b w:val="0"/>
                <w:color w:val="auto"/>
              </w:rPr>
              <w:t>Recurrent</w:t>
            </w:r>
            <w:r w:rsidR="004D0577" w:rsidRPr="00F43FED">
              <w:rPr>
                <w:rFonts w:cs="Arial"/>
                <w:b w:val="0"/>
                <w:color w:val="auto"/>
              </w:rPr>
              <w:t xml:space="preserve"> and </w:t>
            </w:r>
            <w:r w:rsidR="004D0577">
              <w:rPr>
                <w:rFonts w:cs="Arial"/>
                <w:b w:val="0"/>
                <w:color w:val="auto"/>
              </w:rPr>
              <w:t>non-recurrent payment</w:t>
            </w:r>
          </w:p>
        </w:tc>
        <w:tc>
          <w:tcPr>
            <w:tcW w:w="1336" w:type="dxa"/>
            <w:tcBorders>
              <w:bottom w:val="single" w:sz="4" w:space="0" w:color="C0C0C0"/>
            </w:tcBorders>
            <w:shd w:val="clear" w:color="auto" w:fill="auto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nil"/>
            </w:tcBorders>
            <w:shd w:val="clear" w:color="auto" w:fill="000000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  <w:r w:rsidRPr="00F43FED">
              <w:rPr>
                <w:rFonts w:cs="Arial"/>
                <w:color w:val="auto"/>
                <w:spacing w:val="6"/>
                <w:kern w:val="2"/>
              </w:rPr>
              <w:t>1.</w:t>
            </w:r>
            <w:r>
              <w:rPr>
                <w:rFonts w:cs="Arial"/>
                <w:color w:val="auto"/>
                <w:spacing w:val="6"/>
                <w:kern w:val="2"/>
              </w:rPr>
              <w:t xml:space="preserve">  </w:t>
            </w:r>
            <w:r w:rsidRPr="00FD2ADC">
              <w:rPr>
                <w:rFonts w:cs="Arial"/>
                <w:color w:val="FFFFFF" w:themeColor="background1"/>
                <w:spacing w:val="6"/>
                <w:kern w:val="2"/>
              </w:rPr>
              <w:t>General Information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bottom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Forename: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</w:tcPr>
          <w:p w:rsidR="004D0577" w:rsidRPr="00F43FED" w:rsidRDefault="004D0577" w:rsidP="00F71CFE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Surname: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</w:tcPr>
          <w:p w:rsidR="004D0577" w:rsidRPr="00F43FED" w:rsidRDefault="004D0577" w:rsidP="00F71CFE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Department: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</w:tcPr>
          <w:p w:rsidR="004D0577" w:rsidRPr="00F43FED" w:rsidRDefault="004D0577" w:rsidP="00F71CFE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Position: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nil"/>
            </w:tcBorders>
            <w:shd w:val="clear" w:color="auto" w:fill="000000"/>
            <w:vAlign w:val="center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  <w:r w:rsidRPr="00F43FED">
              <w:rPr>
                <w:rFonts w:cs="Arial"/>
                <w:color w:val="auto"/>
                <w:spacing w:val="6"/>
                <w:kern w:val="2"/>
              </w:rPr>
              <w:t xml:space="preserve">2. </w:t>
            </w:r>
            <w:r>
              <w:rPr>
                <w:rFonts w:cs="Arial"/>
                <w:color w:val="FF0000"/>
                <w:spacing w:val="6"/>
                <w:kern w:val="2"/>
              </w:rPr>
              <w:t xml:space="preserve"> </w:t>
            </w:r>
            <w:r w:rsidRPr="00FD2ADC">
              <w:rPr>
                <w:rFonts w:cs="Arial"/>
                <w:color w:val="FFFFFF" w:themeColor="background1"/>
                <w:spacing w:val="6"/>
                <w:kern w:val="2"/>
              </w:rPr>
              <w:t>Detail of requested contribution award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9040" w:type="dxa"/>
            <w:gridSpan w:val="7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Please specify the number of increments applied for:</w:t>
            </w:r>
          </w:p>
        </w:tc>
        <w:tc>
          <w:tcPr>
            <w:tcW w:w="17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9040" w:type="dxa"/>
            <w:gridSpan w:val="7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New salary point (please ensure that the number of increments does exceed the maximum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contribution 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step for the candidate’s current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salary band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):</w:t>
            </w:r>
          </w:p>
        </w:tc>
        <w:tc>
          <w:tcPr>
            <w:tcW w:w="17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9040" w:type="dxa"/>
            <w:gridSpan w:val="7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Please specify amount of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non-recurrent payment (gross)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 applied for (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e.g.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 £500):</w:t>
            </w:r>
          </w:p>
        </w:tc>
        <w:tc>
          <w:tcPr>
            <w:tcW w:w="17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£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D2ADC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D2ADC">
              <w:rPr>
                <w:rFonts w:ascii="Arial" w:hAnsi="Arial" w:cs="Arial"/>
                <w:sz w:val="22"/>
                <w:szCs w:val="22"/>
              </w:rPr>
              <w:t xml:space="preserve">For staff funded by Research Grants only: </w:t>
            </w:r>
          </w:p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D2ADC">
              <w:rPr>
                <w:rFonts w:ascii="Arial" w:hAnsi="Arial" w:cs="Arial"/>
                <w:b w:val="0"/>
                <w:sz w:val="22"/>
                <w:szCs w:val="22"/>
              </w:rPr>
              <w:t xml:space="preserve">Please confirm that a fund check has been conducted should the above award be approved: </w:t>
            </w:r>
            <w:r w:rsidRPr="0072513B">
              <w:rPr>
                <w:rFonts w:ascii="Arial" w:hAnsi="Arial" w:cs="Arial"/>
                <w:sz w:val="22"/>
                <w:szCs w:val="22"/>
              </w:rPr>
              <w:t>YES/NO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single" w:sz="4" w:space="0" w:color="C0C0C0"/>
            </w:tcBorders>
            <w:shd w:val="clear" w:color="auto" w:fill="000000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</w:rPr>
            </w:pPr>
            <w:r w:rsidRPr="00F43FED">
              <w:rPr>
                <w:rFonts w:cs="Arial"/>
              </w:rPr>
              <w:t>3. Supporting Statement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b w:val="0"/>
                <w:color w:val="auto"/>
                <w:spacing w:val="6"/>
                <w:kern w:val="2"/>
              </w:rPr>
            </w:pPr>
            <w:r w:rsidRPr="00F43FED">
              <w:rPr>
                <w:rFonts w:cs="Arial"/>
                <w:b w:val="0"/>
                <w:color w:val="auto"/>
              </w:rPr>
              <w:t>In no more than a paragraph, state the basis for submission, specifying why you feel the post holder should be awarded the requested amount</w:t>
            </w:r>
            <w:r>
              <w:rPr>
                <w:rFonts w:cs="Arial"/>
                <w:b w:val="0"/>
                <w:color w:val="auto"/>
              </w:rPr>
              <w:t xml:space="preserve">. </w:t>
            </w:r>
            <w:r w:rsidRPr="00F43FED">
              <w:rPr>
                <w:rFonts w:cs="Arial"/>
                <w:i/>
                <w:color w:val="auto"/>
              </w:rPr>
              <w:t>This information should be typed</w:t>
            </w:r>
            <w:r>
              <w:rPr>
                <w:rFonts w:cs="Arial"/>
                <w:i/>
                <w:color w:val="auto"/>
              </w:rPr>
              <w:t>: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4D0577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pacing w:val="6"/>
                <w:sz w:val="22"/>
                <w:szCs w:val="22"/>
              </w:rPr>
              <w:t>Line Manager’s Name: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pacing w:val="6"/>
                <w:sz w:val="22"/>
                <w:szCs w:val="22"/>
              </w:rPr>
              <w:t>Line Manager’s Job Title: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BB714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B714D">
              <w:rPr>
                <w:rFonts w:ascii="Arial" w:hAnsi="Arial" w:cs="Arial"/>
                <w:spacing w:val="6"/>
                <w:sz w:val="22"/>
                <w:szCs w:val="22"/>
              </w:rPr>
              <w:t>Head of Department/</w:t>
            </w:r>
            <w:r w:rsidRPr="00BB714D">
              <w:rPr>
                <w:rFonts w:ascii="Arial" w:hAnsi="Arial" w:cs="Arial"/>
                <w:sz w:val="22"/>
                <w:szCs w:val="22"/>
              </w:rPr>
              <w:t>Research Centre Director</w:t>
            </w:r>
            <w:r w:rsidRPr="00BB714D">
              <w:rPr>
                <w:rFonts w:ascii="Arial" w:hAnsi="Arial" w:cs="Arial"/>
                <w:spacing w:val="6"/>
                <w:sz w:val="22"/>
                <w:szCs w:val="22"/>
              </w:rPr>
              <w:t xml:space="preserve"> Name: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  <w:trHeight w:val="493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760CE3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0CE3">
              <w:rPr>
                <w:rFonts w:ascii="Arial" w:hAnsi="Arial" w:cs="Arial"/>
                <w:spacing w:val="6"/>
                <w:sz w:val="22"/>
                <w:szCs w:val="22"/>
              </w:rPr>
              <w:t>Head of Department</w:t>
            </w:r>
            <w:r w:rsidRPr="00BB714D">
              <w:rPr>
                <w:rFonts w:ascii="Arial" w:hAnsi="Arial" w:cs="Arial"/>
                <w:spacing w:val="6"/>
                <w:sz w:val="22"/>
                <w:szCs w:val="22"/>
              </w:rPr>
              <w:t>/</w:t>
            </w:r>
            <w:r w:rsidRPr="00BB714D">
              <w:rPr>
                <w:rFonts w:ascii="Arial" w:hAnsi="Arial" w:cs="Arial"/>
                <w:sz w:val="22"/>
                <w:szCs w:val="22"/>
              </w:rPr>
              <w:t>Research Centre Director</w:t>
            </w:r>
            <w:r w:rsidRPr="00760CE3">
              <w:rPr>
                <w:rFonts w:ascii="Arial" w:hAnsi="Arial" w:cs="Arial"/>
                <w:spacing w:val="6"/>
                <w:sz w:val="22"/>
                <w:szCs w:val="22"/>
              </w:rPr>
              <w:t xml:space="preserve"> Electronic Signature: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9547BE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547BE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0577" w:rsidRPr="00F43FED" w:rsidRDefault="004D0577" w:rsidP="004D0577"/>
    <w:p w:rsidR="004D0577" w:rsidRPr="001C5F54" w:rsidRDefault="004D0577" w:rsidP="002B74BE">
      <w:pPr>
        <w:tabs>
          <w:tab w:val="left" w:pos="4320"/>
        </w:tabs>
        <w:jc w:val="both"/>
        <w:rPr>
          <w:rFonts w:ascii="Arial" w:hAnsi="Arial" w:cs="Arial"/>
          <w:b/>
          <w:sz w:val="22"/>
          <w:szCs w:val="22"/>
        </w:rPr>
      </w:pPr>
    </w:p>
    <w:sectPr w:rsidR="004D0577" w:rsidRPr="001C5F54" w:rsidSect="00723DB7">
      <w:headerReference w:type="default" r:id="rId9"/>
      <w:footerReference w:type="default" r:id="rId10"/>
      <w:pgSz w:w="11909" w:h="16834"/>
      <w:pgMar w:top="1135" w:right="1418" w:bottom="1135" w:left="1418" w:header="720" w:footer="720" w:gutter="0"/>
      <w:paperSrc w:first="257" w:other="257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35" w:rsidRDefault="008A0B35">
      <w:r>
        <w:separator/>
      </w:r>
    </w:p>
  </w:endnote>
  <w:endnote w:type="continuationSeparator" w:id="0">
    <w:p w:rsidR="008A0B35" w:rsidRDefault="008A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1638762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51B67" w:rsidRPr="00251B67" w:rsidRDefault="00251B67">
            <w:pPr>
              <w:pStyle w:val="Footer"/>
              <w:jc w:val="center"/>
              <w:rPr>
                <w:rFonts w:ascii="Arial" w:hAnsi="Arial" w:cs="Arial"/>
                <w:sz w:val="20"/>
              </w:rPr>
            </w:pPr>
            <w:r w:rsidRPr="00251B67">
              <w:rPr>
                <w:rFonts w:ascii="Arial" w:hAnsi="Arial" w:cs="Arial"/>
                <w:sz w:val="20"/>
              </w:rPr>
              <w:t xml:space="preserve">Page </w:t>
            </w:r>
            <w:r w:rsidRPr="00251B67">
              <w:rPr>
                <w:rFonts w:ascii="Arial" w:hAnsi="Arial" w:cs="Arial"/>
                <w:bCs/>
                <w:sz w:val="20"/>
              </w:rPr>
              <w:fldChar w:fldCharType="begin"/>
            </w:r>
            <w:r w:rsidRPr="00251B67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Pr="00251B67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8D3DEE">
              <w:rPr>
                <w:rFonts w:ascii="Arial" w:hAnsi="Arial" w:cs="Arial"/>
                <w:bCs/>
                <w:noProof/>
                <w:sz w:val="20"/>
              </w:rPr>
              <w:t>1</w:t>
            </w:r>
            <w:r w:rsidRPr="00251B67">
              <w:rPr>
                <w:rFonts w:ascii="Arial" w:hAnsi="Arial" w:cs="Arial"/>
                <w:bCs/>
                <w:sz w:val="20"/>
              </w:rPr>
              <w:fldChar w:fldCharType="end"/>
            </w:r>
            <w:r w:rsidRPr="00251B67">
              <w:rPr>
                <w:rFonts w:ascii="Arial" w:hAnsi="Arial" w:cs="Arial"/>
                <w:sz w:val="20"/>
              </w:rPr>
              <w:t xml:space="preserve"> of </w:t>
            </w:r>
            <w:r w:rsidRPr="00251B67">
              <w:rPr>
                <w:rFonts w:ascii="Arial" w:hAnsi="Arial" w:cs="Arial"/>
                <w:bCs/>
                <w:sz w:val="20"/>
              </w:rPr>
              <w:fldChar w:fldCharType="begin"/>
            </w:r>
            <w:r w:rsidRPr="00251B67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Pr="00251B67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8D3DEE">
              <w:rPr>
                <w:rFonts w:ascii="Arial" w:hAnsi="Arial" w:cs="Arial"/>
                <w:bCs/>
                <w:noProof/>
                <w:sz w:val="20"/>
              </w:rPr>
              <w:t>1</w:t>
            </w:r>
            <w:r w:rsidRPr="00251B67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:rsidR="00DB4115" w:rsidRPr="00990B16" w:rsidRDefault="00DB4115" w:rsidP="00990B16">
    <w:pPr>
      <w:pStyle w:val="Footer"/>
      <w:jc w:val="right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35" w:rsidRDefault="008A0B35">
      <w:r>
        <w:separator/>
      </w:r>
    </w:p>
  </w:footnote>
  <w:footnote w:type="continuationSeparator" w:id="0">
    <w:p w:rsidR="008A0B35" w:rsidRDefault="008A0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A91" w:rsidRDefault="00CB5A91">
    <w:pPr>
      <w:pStyle w:val="Header"/>
      <w:rPr>
        <w:rFonts w:ascii="Arial" w:hAnsi="Arial" w:cs="Arial"/>
        <w:b/>
        <w:sz w:val="22"/>
        <w:szCs w:val="22"/>
      </w:rPr>
    </w:pPr>
    <w:r>
      <w:rPr>
        <w:noProof/>
      </w:rPr>
      <w:drawing>
        <wp:inline distT="0" distB="0" distL="0" distR="0" wp14:anchorId="6C181F7B" wp14:editId="747CA359">
          <wp:extent cx="1352550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476D" w:rsidRDefault="000F4CE5">
    <w:pPr>
      <w:pStyle w:val="Header"/>
    </w:pPr>
    <w:r w:rsidRPr="000F4CE5">
      <w:rPr>
        <w:rFonts w:ascii="Arial" w:hAnsi="Arial" w:cs="Arial"/>
        <w:b/>
        <w:sz w:val="22"/>
        <w:szCs w:val="22"/>
      </w:rPr>
      <w:ptab w:relativeTo="margin" w:alignment="center" w:leader="none"/>
    </w:r>
    <w:r w:rsidRPr="000F4CE5">
      <w:rPr>
        <w:rFonts w:ascii="Arial" w:hAnsi="Arial" w:cs="Arial"/>
        <w:b/>
        <w:sz w:val="22"/>
        <w:szCs w:val="2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F17"/>
    <w:multiLevelType w:val="hybridMultilevel"/>
    <w:tmpl w:val="B3A0B0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F9334D"/>
    <w:multiLevelType w:val="hybridMultilevel"/>
    <w:tmpl w:val="88D841BC"/>
    <w:lvl w:ilvl="0" w:tplc="C3FEA496">
      <w:start w:val="9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324617"/>
    <w:multiLevelType w:val="hybridMultilevel"/>
    <w:tmpl w:val="2840A7FA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30115B7"/>
    <w:multiLevelType w:val="multilevel"/>
    <w:tmpl w:val="88D841BC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2902BF"/>
    <w:multiLevelType w:val="hybridMultilevel"/>
    <w:tmpl w:val="A33E3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7E"/>
    <w:rsid w:val="000249FA"/>
    <w:rsid w:val="00030A25"/>
    <w:rsid w:val="0005205F"/>
    <w:rsid w:val="000550C3"/>
    <w:rsid w:val="000559A5"/>
    <w:rsid w:val="0006421D"/>
    <w:rsid w:val="00066923"/>
    <w:rsid w:val="000713AC"/>
    <w:rsid w:val="000A438D"/>
    <w:rsid w:val="000A4EC8"/>
    <w:rsid w:val="000A4F68"/>
    <w:rsid w:val="000B03D2"/>
    <w:rsid w:val="000C1295"/>
    <w:rsid w:val="000E62A0"/>
    <w:rsid w:val="000F4CE5"/>
    <w:rsid w:val="00104DCE"/>
    <w:rsid w:val="00104E79"/>
    <w:rsid w:val="00117273"/>
    <w:rsid w:val="00120B4A"/>
    <w:rsid w:val="00130F12"/>
    <w:rsid w:val="0015666C"/>
    <w:rsid w:val="00156C0C"/>
    <w:rsid w:val="0017493E"/>
    <w:rsid w:val="001773B7"/>
    <w:rsid w:val="00180FC8"/>
    <w:rsid w:val="001918A4"/>
    <w:rsid w:val="0019592F"/>
    <w:rsid w:val="001A0B7E"/>
    <w:rsid w:val="001A1C8D"/>
    <w:rsid w:val="001A2DC5"/>
    <w:rsid w:val="001C243A"/>
    <w:rsid w:val="001C5F54"/>
    <w:rsid w:val="001C6EE5"/>
    <w:rsid w:val="001D1314"/>
    <w:rsid w:val="001D4C17"/>
    <w:rsid w:val="001F0345"/>
    <w:rsid w:val="001F0BA3"/>
    <w:rsid w:val="002237D7"/>
    <w:rsid w:val="00234691"/>
    <w:rsid w:val="00251B67"/>
    <w:rsid w:val="00254432"/>
    <w:rsid w:val="00256867"/>
    <w:rsid w:val="0026180D"/>
    <w:rsid w:val="00264FE9"/>
    <w:rsid w:val="00266BF8"/>
    <w:rsid w:val="0027476C"/>
    <w:rsid w:val="00277FB3"/>
    <w:rsid w:val="00287A84"/>
    <w:rsid w:val="00292900"/>
    <w:rsid w:val="002B106F"/>
    <w:rsid w:val="002B74BE"/>
    <w:rsid w:val="002D1618"/>
    <w:rsid w:val="002D41E6"/>
    <w:rsid w:val="002D5C0C"/>
    <w:rsid w:val="002E3229"/>
    <w:rsid w:val="00303338"/>
    <w:rsid w:val="003172EB"/>
    <w:rsid w:val="00344C0B"/>
    <w:rsid w:val="00360E49"/>
    <w:rsid w:val="0036278A"/>
    <w:rsid w:val="00367284"/>
    <w:rsid w:val="003758D6"/>
    <w:rsid w:val="00377B6E"/>
    <w:rsid w:val="003809B5"/>
    <w:rsid w:val="00383C81"/>
    <w:rsid w:val="003A6DA4"/>
    <w:rsid w:val="003A7918"/>
    <w:rsid w:val="003B035B"/>
    <w:rsid w:val="003E0A72"/>
    <w:rsid w:val="00420264"/>
    <w:rsid w:val="00421B38"/>
    <w:rsid w:val="004361ED"/>
    <w:rsid w:val="00442D3A"/>
    <w:rsid w:val="004914E0"/>
    <w:rsid w:val="004B1D64"/>
    <w:rsid w:val="004B3138"/>
    <w:rsid w:val="004B7070"/>
    <w:rsid w:val="004C004F"/>
    <w:rsid w:val="004C42F9"/>
    <w:rsid w:val="004C6C94"/>
    <w:rsid w:val="004D0577"/>
    <w:rsid w:val="004D3A51"/>
    <w:rsid w:val="00511169"/>
    <w:rsid w:val="005428AF"/>
    <w:rsid w:val="005443C9"/>
    <w:rsid w:val="005451CB"/>
    <w:rsid w:val="005510A3"/>
    <w:rsid w:val="00551FE7"/>
    <w:rsid w:val="00574936"/>
    <w:rsid w:val="00580038"/>
    <w:rsid w:val="00582BF4"/>
    <w:rsid w:val="00590797"/>
    <w:rsid w:val="005911A2"/>
    <w:rsid w:val="00593311"/>
    <w:rsid w:val="005B4654"/>
    <w:rsid w:val="005C4298"/>
    <w:rsid w:val="005C6813"/>
    <w:rsid w:val="006139EB"/>
    <w:rsid w:val="006204AF"/>
    <w:rsid w:val="00634394"/>
    <w:rsid w:val="00642DFE"/>
    <w:rsid w:val="00650848"/>
    <w:rsid w:val="00656568"/>
    <w:rsid w:val="00657E46"/>
    <w:rsid w:val="006753C9"/>
    <w:rsid w:val="0067767F"/>
    <w:rsid w:val="00681502"/>
    <w:rsid w:val="006A5139"/>
    <w:rsid w:val="006D1BE7"/>
    <w:rsid w:val="006D465B"/>
    <w:rsid w:val="006D6AFD"/>
    <w:rsid w:val="006E110A"/>
    <w:rsid w:val="006F6994"/>
    <w:rsid w:val="007007E9"/>
    <w:rsid w:val="00703C42"/>
    <w:rsid w:val="007165DE"/>
    <w:rsid w:val="00723DB7"/>
    <w:rsid w:val="0075728F"/>
    <w:rsid w:val="007576CF"/>
    <w:rsid w:val="00763469"/>
    <w:rsid w:val="00770C68"/>
    <w:rsid w:val="007717A7"/>
    <w:rsid w:val="00777A19"/>
    <w:rsid w:val="007809AB"/>
    <w:rsid w:val="00797892"/>
    <w:rsid w:val="007A59DC"/>
    <w:rsid w:val="007C444E"/>
    <w:rsid w:val="007C5316"/>
    <w:rsid w:val="007C7E6E"/>
    <w:rsid w:val="007D6B65"/>
    <w:rsid w:val="007E4982"/>
    <w:rsid w:val="007E6F67"/>
    <w:rsid w:val="007F2390"/>
    <w:rsid w:val="007F689C"/>
    <w:rsid w:val="008332C6"/>
    <w:rsid w:val="00857878"/>
    <w:rsid w:val="00863214"/>
    <w:rsid w:val="00875A47"/>
    <w:rsid w:val="0088476D"/>
    <w:rsid w:val="008A0B35"/>
    <w:rsid w:val="008A4D7C"/>
    <w:rsid w:val="008B6F78"/>
    <w:rsid w:val="008C39C9"/>
    <w:rsid w:val="008C60B7"/>
    <w:rsid w:val="008C654F"/>
    <w:rsid w:val="008D3DEE"/>
    <w:rsid w:val="008E0068"/>
    <w:rsid w:val="008E0ADE"/>
    <w:rsid w:val="008E2DB2"/>
    <w:rsid w:val="008E4F9D"/>
    <w:rsid w:val="008E5347"/>
    <w:rsid w:val="00920DAE"/>
    <w:rsid w:val="00931FFC"/>
    <w:rsid w:val="0093748B"/>
    <w:rsid w:val="0096622E"/>
    <w:rsid w:val="00972FB0"/>
    <w:rsid w:val="00990B16"/>
    <w:rsid w:val="009A2FA2"/>
    <w:rsid w:val="009B2560"/>
    <w:rsid w:val="009B4DDA"/>
    <w:rsid w:val="009C579E"/>
    <w:rsid w:val="009D1B93"/>
    <w:rsid w:val="009D3DA2"/>
    <w:rsid w:val="009D6E27"/>
    <w:rsid w:val="009E12DB"/>
    <w:rsid w:val="009E1316"/>
    <w:rsid w:val="00A00CE4"/>
    <w:rsid w:val="00A14D09"/>
    <w:rsid w:val="00A16E7E"/>
    <w:rsid w:val="00A25826"/>
    <w:rsid w:val="00A50750"/>
    <w:rsid w:val="00A764CD"/>
    <w:rsid w:val="00A875FC"/>
    <w:rsid w:val="00AB3716"/>
    <w:rsid w:val="00AB42CA"/>
    <w:rsid w:val="00AE0474"/>
    <w:rsid w:val="00AE273E"/>
    <w:rsid w:val="00B10D55"/>
    <w:rsid w:val="00B3031E"/>
    <w:rsid w:val="00B5600D"/>
    <w:rsid w:val="00B603B4"/>
    <w:rsid w:val="00B760C2"/>
    <w:rsid w:val="00B96C63"/>
    <w:rsid w:val="00BA0E3E"/>
    <w:rsid w:val="00BA2501"/>
    <w:rsid w:val="00BB5AFC"/>
    <w:rsid w:val="00BD0142"/>
    <w:rsid w:val="00BD5A4A"/>
    <w:rsid w:val="00BE7280"/>
    <w:rsid w:val="00BE7F37"/>
    <w:rsid w:val="00BF0523"/>
    <w:rsid w:val="00C0035E"/>
    <w:rsid w:val="00C1240E"/>
    <w:rsid w:val="00C16EB3"/>
    <w:rsid w:val="00C2352A"/>
    <w:rsid w:val="00C3661E"/>
    <w:rsid w:val="00C67A9C"/>
    <w:rsid w:val="00C756A9"/>
    <w:rsid w:val="00C80EE9"/>
    <w:rsid w:val="00C96E13"/>
    <w:rsid w:val="00CB5A91"/>
    <w:rsid w:val="00CB7243"/>
    <w:rsid w:val="00CC3BCC"/>
    <w:rsid w:val="00CD4AC0"/>
    <w:rsid w:val="00CF0122"/>
    <w:rsid w:val="00CF25D4"/>
    <w:rsid w:val="00CF2A47"/>
    <w:rsid w:val="00D017DB"/>
    <w:rsid w:val="00D35D86"/>
    <w:rsid w:val="00D36E31"/>
    <w:rsid w:val="00D42570"/>
    <w:rsid w:val="00D42EC1"/>
    <w:rsid w:val="00D50D79"/>
    <w:rsid w:val="00D674EA"/>
    <w:rsid w:val="00D71213"/>
    <w:rsid w:val="00D725B3"/>
    <w:rsid w:val="00DB02DA"/>
    <w:rsid w:val="00DB4115"/>
    <w:rsid w:val="00E22393"/>
    <w:rsid w:val="00E30899"/>
    <w:rsid w:val="00E62865"/>
    <w:rsid w:val="00E62CEE"/>
    <w:rsid w:val="00E64D0E"/>
    <w:rsid w:val="00E74A45"/>
    <w:rsid w:val="00E814D7"/>
    <w:rsid w:val="00E818BB"/>
    <w:rsid w:val="00EA6DFF"/>
    <w:rsid w:val="00ED6B7E"/>
    <w:rsid w:val="00EE0BE6"/>
    <w:rsid w:val="00EE42EC"/>
    <w:rsid w:val="00F02E5B"/>
    <w:rsid w:val="00F13439"/>
    <w:rsid w:val="00F176C2"/>
    <w:rsid w:val="00F26E79"/>
    <w:rsid w:val="00F51693"/>
    <w:rsid w:val="00F651D6"/>
    <w:rsid w:val="00F73347"/>
    <w:rsid w:val="00F73521"/>
    <w:rsid w:val="00F73A90"/>
    <w:rsid w:val="00F73D1B"/>
    <w:rsid w:val="00F972BD"/>
    <w:rsid w:val="00FB12A7"/>
    <w:rsid w:val="00FB5E20"/>
    <w:rsid w:val="00FC25B4"/>
    <w:rsid w:val="00FC2DBA"/>
    <w:rsid w:val="00FC7B1A"/>
    <w:rsid w:val="00FD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B7E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4D0577"/>
    <w:pPr>
      <w:spacing w:before="40" w:after="40"/>
      <w:jc w:val="center"/>
      <w:outlineLvl w:val="2"/>
    </w:pPr>
    <w:rPr>
      <w:rFonts w:ascii="Arial" w:hAnsi="Arial"/>
      <w:b/>
      <w:color w:val="FFFFF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7F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14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D7FC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14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77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14B"/>
    <w:rPr>
      <w:sz w:val="0"/>
      <w:szCs w:val="0"/>
    </w:rPr>
  </w:style>
  <w:style w:type="character" w:styleId="Hyperlink">
    <w:name w:val="Hyperlink"/>
    <w:basedOn w:val="DefaultParagraphFont"/>
    <w:uiPriority w:val="99"/>
    <w:rsid w:val="000C1295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90B16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29290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29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9290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92900"/>
    <w:rPr>
      <w:b/>
      <w:bCs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292900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CB7243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9A2F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4D0577"/>
    <w:rPr>
      <w:rFonts w:ascii="Arial" w:hAnsi="Arial"/>
      <w:b/>
      <w:color w:val="FFFFFF"/>
      <w:lang w:val="en-US" w:eastAsia="en-US"/>
    </w:rPr>
  </w:style>
  <w:style w:type="paragraph" w:styleId="Title">
    <w:name w:val="Title"/>
    <w:basedOn w:val="Normal"/>
    <w:link w:val="TitleChar"/>
    <w:qFormat/>
    <w:locked/>
    <w:rsid w:val="004D0577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4D0577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B7E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4D0577"/>
    <w:pPr>
      <w:spacing w:before="40" w:after="40"/>
      <w:jc w:val="center"/>
      <w:outlineLvl w:val="2"/>
    </w:pPr>
    <w:rPr>
      <w:rFonts w:ascii="Arial" w:hAnsi="Arial"/>
      <w:b/>
      <w:color w:val="FFFFF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7F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14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D7FC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14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77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14B"/>
    <w:rPr>
      <w:sz w:val="0"/>
      <w:szCs w:val="0"/>
    </w:rPr>
  </w:style>
  <w:style w:type="character" w:styleId="Hyperlink">
    <w:name w:val="Hyperlink"/>
    <w:basedOn w:val="DefaultParagraphFont"/>
    <w:uiPriority w:val="99"/>
    <w:rsid w:val="000C1295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90B16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29290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29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9290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92900"/>
    <w:rPr>
      <w:b/>
      <w:bCs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292900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CB7243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9A2F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4D0577"/>
    <w:rPr>
      <w:rFonts w:ascii="Arial" w:hAnsi="Arial"/>
      <w:b/>
      <w:color w:val="FFFFFF"/>
      <w:lang w:val="en-US" w:eastAsia="en-US"/>
    </w:rPr>
  </w:style>
  <w:style w:type="paragraph" w:styleId="Title">
    <w:name w:val="Title"/>
    <w:basedOn w:val="Normal"/>
    <w:link w:val="TitleChar"/>
    <w:qFormat/>
    <w:locked/>
    <w:rsid w:val="004D0577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4D0577"/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3691-9C83-4F49-AF48-5CB0B639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2CBE1F4C.dotm</Template>
  <TotalTime>9</TotalTime>
  <Pages>1</Pages>
  <Words>219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 STAFF CONTRIBUTION PAY</vt:lpstr>
    </vt:vector>
  </TitlesOfParts>
  <Company>LSE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STAFF CONTRIBUTION PAY</dc:title>
  <dc:creator>LSE</dc:creator>
  <cp:lastModifiedBy>Administrator</cp:lastModifiedBy>
  <cp:revision>15</cp:revision>
  <cp:lastPrinted>2016-01-13T15:37:00Z</cp:lastPrinted>
  <dcterms:created xsi:type="dcterms:W3CDTF">2016-01-15T11:42:00Z</dcterms:created>
  <dcterms:modified xsi:type="dcterms:W3CDTF">2016-02-10T10:11:00Z</dcterms:modified>
</cp:coreProperties>
</file>