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0CB50" w14:textId="77777777" w:rsidR="00A30B36" w:rsidRPr="00FC7BF3" w:rsidRDefault="00A30B36" w:rsidP="00A30B36">
      <w:pPr>
        <w:widowControl w:val="0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right" w:pos="-4820"/>
        </w:tabs>
        <w:suppressAutoHyphens/>
        <w:spacing w:after="0" w:line="240" w:lineRule="auto"/>
        <w:jc w:val="center"/>
        <w:outlineLvl w:val="0"/>
        <w:rPr>
          <w:rFonts w:ascii="Arial" w:eastAsia="Arial" w:hAnsi="Arial" w:cs="Arial"/>
          <w:spacing w:val="-3"/>
        </w:rPr>
      </w:pPr>
      <w:bookmarkStart w:id="0" w:name="_GoBack"/>
      <w:bookmarkEnd w:id="0"/>
    </w:p>
    <w:p w14:paraId="4874C974" w14:textId="77777777" w:rsidR="00A30B36" w:rsidRPr="00FC7BF3" w:rsidRDefault="00A30B36" w:rsidP="00A30B36">
      <w:pPr>
        <w:widowControl w:val="0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center" w:pos="-4820"/>
        </w:tabs>
        <w:suppressAutoHyphens/>
        <w:spacing w:after="0" w:line="240" w:lineRule="auto"/>
        <w:jc w:val="center"/>
        <w:outlineLvl w:val="0"/>
        <w:rPr>
          <w:rFonts w:ascii="Arial" w:eastAsia="Arial" w:hAnsi="Arial" w:cs="Arial"/>
          <w:b/>
          <w:iCs/>
        </w:rPr>
      </w:pPr>
      <w:r w:rsidRPr="00FC7BF3">
        <w:rPr>
          <w:rFonts w:ascii="Arial" w:eastAsia="Arial" w:hAnsi="Arial" w:cs="Arial"/>
          <w:b/>
          <w:iCs/>
        </w:rPr>
        <w:t>OPTIONAL DECLARATION OF INDIVIDUAL CIRCUMSTANCES</w:t>
      </w:r>
    </w:p>
    <w:p w14:paraId="436137B0" w14:textId="77777777" w:rsidR="00A30B36" w:rsidRPr="00FC7BF3" w:rsidRDefault="00A30B36" w:rsidP="00A30B36">
      <w:pPr>
        <w:widowControl w:val="0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tabs>
          <w:tab w:val="center" w:pos="-4820"/>
        </w:tabs>
        <w:suppressAutoHyphens/>
        <w:spacing w:after="0" w:line="240" w:lineRule="auto"/>
        <w:jc w:val="center"/>
        <w:outlineLvl w:val="0"/>
        <w:rPr>
          <w:rFonts w:ascii="Arial" w:eastAsia="Arial" w:hAnsi="Arial" w:cs="Arial"/>
          <w:b/>
        </w:rPr>
      </w:pPr>
    </w:p>
    <w:p w14:paraId="03A23EE5" w14:textId="77777777" w:rsidR="00A30B36" w:rsidRPr="00FC7BF3" w:rsidRDefault="00A30B36" w:rsidP="00A30B36">
      <w:pPr>
        <w:widowControl w:val="0"/>
        <w:tabs>
          <w:tab w:val="center" w:pos="4512"/>
        </w:tabs>
        <w:suppressAutoHyphens/>
        <w:spacing w:after="0" w:line="240" w:lineRule="auto"/>
        <w:jc w:val="both"/>
        <w:outlineLvl w:val="0"/>
        <w:rPr>
          <w:rFonts w:ascii="Arial" w:eastAsia="Arial" w:hAnsi="Arial" w:cs="Arial"/>
          <w:b/>
        </w:rPr>
      </w:pPr>
    </w:p>
    <w:p w14:paraId="02539683" w14:textId="50387D98" w:rsidR="00A30B36" w:rsidRPr="00FC7BF3" w:rsidRDefault="00A30B36" w:rsidP="00A30B36">
      <w:pPr>
        <w:widowControl w:val="0"/>
        <w:tabs>
          <w:tab w:val="center" w:pos="4512"/>
        </w:tabs>
        <w:suppressAutoHyphens/>
        <w:spacing w:after="0" w:line="240" w:lineRule="auto"/>
        <w:jc w:val="both"/>
        <w:outlineLvl w:val="0"/>
        <w:rPr>
          <w:rFonts w:ascii="Arial" w:eastAsia="Arial" w:hAnsi="Arial" w:cs="Arial"/>
        </w:rPr>
      </w:pPr>
      <w:r w:rsidRPr="00FC7BF3">
        <w:rPr>
          <w:rFonts w:ascii="Arial" w:eastAsia="Arial" w:hAnsi="Arial" w:cs="Arial"/>
        </w:rPr>
        <w:t xml:space="preserve">The School expects that if staff members' individual circumstances are affecting their day-to-day activities or performance the staff member would have raised these at the earliest opportunity with the </w:t>
      </w:r>
      <w:r w:rsidR="005940AB" w:rsidRPr="00FC7BF3">
        <w:rPr>
          <w:rFonts w:ascii="Arial" w:eastAsia="Arial" w:hAnsi="Arial" w:cs="Arial"/>
        </w:rPr>
        <w:t xml:space="preserve">Head of </w:t>
      </w:r>
      <w:r w:rsidRPr="00FC7BF3">
        <w:rPr>
          <w:rFonts w:ascii="Arial" w:eastAsia="Arial" w:hAnsi="Arial" w:cs="Arial"/>
        </w:rPr>
        <w:t xml:space="preserve">Department and the Department will have addressed and </w:t>
      </w:r>
      <w:r w:rsidR="005940AB" w:rsidRPr="00FC7BF3">
        <w:rPr>
          <w:rFonts w:ascii="Arial" w:eastAsia="Arial" w:hAnsi="Arial" w:cs="Arial"/>
        </w:rPr>
        <w:t xml:space="preserve">sought to </w:t>
      </w:r>
      <w:r w:rsidRPr="00FC7BF3">
        <w:rPr>
          <w:rFonts w:ascii="Arial" w:eastAsia="Arial" w:hAnsi="Arial" w:cs="Arial"/>
        </w:rPr>
        <w:t>resolve these issues, with the advice of Human Resources, as soon as reasonably possible.</w:t>
      </w:r>
    </w:p>
    <w:p w14:paraId="5BC1BF5C" w14:textId="77777777" w:rsidR="00A30B36" w:rsidRPr="00FC7BF3" w:rsidRDefault="00A30B36" w:rsidP="00A30B36">
      <w:pPr>
        <w:widowControl w:val="0"/>
        <w:tabs>
          <w:tab w:val="center" w:pos="4512"/>
        </w:tabs>
        <w:suppressAutoHyphens/>
        <w:spacing w:after="0" w:line="240" w:lineRule="auto"/>
        <w:jc w:val="both"/>
        <w:outlineLvl w:val="0"/>
        <w:rPr>
          <w:rFonts w:ascii="Arial" w:eastAsia="Arial" w:hAnsi="Arial" w:cs="Arial"/>
        </w:rPr>
      </w:pPr>
    </w:p>
    <w:p w14:paraId="32D706DD" w14:textId="0F90244C" w:rsidR="00A30B36" w:rsidRPr="00FC7BF3" w:rsidRDefault="00A30B36" w:rsidP="00A30B36">
      <w:pPr>
        <w:widowControl w:val="0"/>
        <w:tabs>
          <w:tab w:val="center" w:pos="4512"/>
        </w:tabs>
        <w:suppressAutoHyphens/>
        <w:spacing w:after="0" w:line="240" w:lineRule="auto"/>
        <w:jc w:val="both"/>
        <w:outlineLvl w:val="0"/>
        <w:rPr>
          <w:rFonts w:ascii="Arial" w:eastAsia="Arial" w:hAnsi="Arial" w:cs="Arial"/>
        </w:rPr>
      </w:pPr>
      <w:r w:rsidRPr="00FC7BF3">
        <w:rPr>
          <w:rFonts w:ascii="Arial" w:eastAsia="Arial" w:hAnsi="Arial" w:cs="Arial"/>
        </w:rPr>
        <w:t xml:space="preserve">Where an individual believes that </w:t>
      </w:r>
      <w:r w:rsidR="005940AB" w:rsidRPr="00FC7BF3">
        <w:rPr>
          <w:rFonts w:ascii="Arial" w:eastAsia="Arial" w:hAnsi="Arial" w:cs="Arial"/>
        </w:rPr>
        <w:t xml:space="preserve">his or her </w:t>
      </w:r>
      <w:r w:rsidRPr="00FC7BF3">
        <w:rPr>
          <w:rFonts w:ascii="Arial" w:eastAsia="Arial" w:hAnsi="Arial" w:cs="Arial"/>
        </w:rPr>
        <w:t xml:space="preserve">performance has been adversely affected by personal circumstances, this form </w:t>
      </w:r>
      <w:r w:rsidR="005940AB" w:rsidRPr="00FC7BF3">
        <w:rPr>
          <w:rFonts w:ascii="Arial" w:eastAsia="Arial" w:hAnsi="Arial" w:cs="Arial"/>
        </w:rPr>
        <w:t xml:space="preserve">should be completed </w:t>
      </w:r>
      <w:r w:rsidRPr="00FC7BF3">
        <w:rPr>
          <w:rFonts w:ascii="Arial" w:eastAsia="Arial" w:hAnsi="Arial" w:cs="Arial"/>
        </w:rPr>
        <w:t xml:space="preserve">ensuring that it is signed. </w:t>
      </w:r>
      <w:r w:rsidR="000B7724" w:rsidRPr="00FC7BF3">
        <w:rPr>
          <w:rFonts w:ascii="Arial" w:eastAsia="Arial" w:hAnsi="Arial" w:cs="Arial"/>
        </w:rPr>
        <w:t>P</w:t>
      </w:r>
      <w:r w:rsidR="006515E9" w:rsidRPr="00FC7BF3">
        <w:rPr>
          <w:rFonts w:ascii="Arial" w:eastAsia="Arial" w:hAnsi="Arial" w:cs="Arial"/>
        </w:rPr>
        <w:t>lease provide information on how the individual circumstances have impact</w:t>
      </w:r>
      <w:r w:rsidR="005940AB" w:rsidRPr="00FC7BF3">
        <w:rPr>
          <w:rFonts w:ascii="Arial" w:eastAsia="Arial" w:hAnsi="Arial" w:cs="Arial"/>
        </w:rPr>
        <w:t>ed</w:t>
      </w:r>
      <w:r w:rsidR="006515E9" w:rsidRPr="00FC7BF3">
        <w:rPr>
          <w:rFonts w:ascii="Arial" w:eastAsia="Arial" w:hAnsi="Arial" w:cs="Arial"/>
        </w:rPr>
        <w:t xml:space="preserve"> on </w:t>
      </w:r>
      <w:r w:rsidR="005A2DEE" w:rsidRPr="00FC7BF3">
        <w:rPr>
          <w:rFonts w:ascii="Arial" w:eastAsia="Arial" w:hAnsi="Arial" w:cs="Arial"/>
        </w:rPr>
        <w:t xml:space="preserve">performance in </w:t>
      </w:r>
      <w:r w:rsidR="006515E9" w:rsidRPr="00FC7BF3">
        <w:rPr>
          <w:rFonts w:ascii="Arial" w:eastAsia="Arial" w:hAnsi="Arial" w:cs="Arial"/>
        </w:rPr>
        <w:t>the three areas (</w:t>
      </w:r>
      <w:r w:rsidR="005940AB" w:rsidRPr="00FC7BF3">
        <w:rPr>
          <w:rFonts w:ascii="Arial" w:eastAsia="Arial" w:hAnsi="Arial" w:cs="Arial"/>
        </w:rPr>
        <w:t xml:space="preserve">Education – teaching and learning; </w:t>
      </w:r>
      <w:r w:rsidR="006515E9" w:rsidRPr="00FC7BF3">
        <w:rPr>
          <w:rFonts w:ascii="Arial" w:eastAsia="Arial" w:hAnsi="Arial" w:cs="Arial"/>
        </w:rPr>
        <w:t xml:space="preserve">research, and </w:t>
      </w:r>
      <w:r w:rsidR="005940AB" w:rsidRPr="00FC7BF3">
        <w:rPr>
          <w:rFonts w:ascii="Arial" w:eastAsia="Arial" w:hAnsi="Arial" w:cs="Arial"/>
        </w:rPr>
        <w:t>service/</w:t>
      </w:r>
      <w:r w:rsidR="006515E9" w:rsidRPr="00FC7BF3">
        <w:rPr>
          <w:rFonts w:ascii="Arial" w:eastAsia="Arial" w:hAnsi="Arial" w:cs="Arial"/>
        </w:rPr>
        <w:t xml:space="preserve">citizenship) </w:t>
      </w:r>
      <w:r w:rsidR="005940AB" w:rsidRPr="00FC7BF3">
        <w:rPr>
          <w:rFonts w:ascii="Arial" w:eastAsia="Arial" w:hAnsi="Arial" w:cs="Arial"/>
        </w:rPr>
        <w:t xml:space="preserve">during </w:t>
      </w:r>
      <w:r w:rsidR="006515E9" w:rsidRPr="00FC7BF3">
        <w:rPr>
          <w:rFonts w:ascii="Arial" w:eastAsia="Arial" w:hAnsi="Arial" w:cs="Arial"/>
        </w:rPr>
        <w:t>the period under review.</w:t>
      </w:r>
    </w:p>
    <w:p w14:paraId="6A45412B" w14:textId="77777777" w:rsidR="00834C76" w:rsidRPr="00FC7BF3" w:rsidRDefault="00834C76" w:rsidP="00A30B36">
      <w:pPr>
        <w:widowControl w:val="0"/>
        <w:tabs>
          <w:tab w:val="center" w:pos="4512"/>
        </w:tabs>
        <w:suppressAutoHyphens/>
        <w:spacing w:after="0" w:line="240" w:lineRule="auto"/>
        <w:jc w:val="both"/>
        <w:outlineLvl w:val="0"/>
        <w:rPr>
          <w:rFonts w:ascii="Arial" w:eastAsia="Arial" w:hAnsi="Arial" w:cs="Arial"/>
        </w:rPr>
      </w:pPr>
    </w:p>
    <w:p w14:paraId="5F1E42D9" w14:textId="04A1A0AD" w:rsidR="00834C76" w:rsidRPr="00FC7BF3" w:rsidRDefault="00834C76" w:rsidP="00834C76">
      <w:pPr>
        <w:rPr>
          <w:rFonts w:ascii="Arial" w:hAnsi="Arial" w:cs="Arial"/>
        </w:rPr>
      </w:pPr>
      <w:r w:rsidRPr="00FC7BF3">
        <w:rPr>
          <w:rFonts w:ascii="Arial" w:hAnsi="Arial" w:cs="Arial"/>
        </w:rPr>
        <w:t>The following are examples of individual circumstances that might apply where these have had a significant impact on performance:</w:t>
      </w:r>
    </w:p>
    <w:p w14:paraId="7B92BED3" w14:textId="77777777" w:rsidR="00834C76" w:rsidRPr="00FC7BF3" w:rsidRDefault="00834C76" w:rsidP="00834C76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FC7BF3">
        <w:rPr>
          <w:rFonts w:ascii="Arial" w:hAnsi="Arial" w:cs="Arial"/>
        </w:rPr>
        <w:t>Disability (including conditions such as cancer and chronic fatigue)</w:t>
      </w:r>
    </w:p>
    <w:p w14:paraId="47AF9545" w14:textId="77777777" w:rsidR="00834C76" w:rsidRPr="00FC7BF3" w:rsidRDefault="00834C76" w:rsidP="00834C76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FC7BF3">
        <w:rPr>
          <w:rFonts w:ascii="Arial" w:hAnsi="Arial" w:cs="Arial"/>
        </w:rPr>
        <w:t>Ill health or injury</w:t>
      </w:r>
    </w:p>
    <w:p w14:paraId="35FE5235" w14:textId="77777777" w:rsidR="00834C76" w:rsidRPr="00FC7BF3" w:rsidRDefault="00834C76" w:rsidP="00834C76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FC7BF3">
        <w:rPr>
          <w:rFonts w:ascii="Arial" w:hAnsi="Arial" w:cs="Arial"/>
        </w:rPr>
        <w:t>Mental health conditions</w:t>
      </w:r>
    </w:p>
    <w:p w14:paraId="78A4826F" w14:textId="77777777" w:rsidR="00834C76" w:rsidRPr="00FC7BF3" w:rsidRDefault="00834C76" w:rsidP="00834C76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FC7BF3">
        <w:rPr>
          <w:rFonts w:ascii="Arial" w:hAnsi="Arial" w:cs="Arial"/>
        </w:rPr>
        <w:t xml:space="preserve">Constraints relating to pregnancy, maternity, breastfeeding, adoption, paternity or childcare </w:t>
      </w:r>
      <w:r w:rsidRPr="00FC7BF3">
        <w:rPr>
          <w:rFonts w:ascii="Arial" w:hAnsi="Arial" w:cs="Arial"/>
          <w:b/>
        </w:rPr>
        <w:t>in addition to</w:t>
      </w:r>
      <w:r w:rsidRPr="00FC7BF3">
        <w:rPr>
          <w:rFonts w:ascii="Arial" w:hAnsi="Arial" w:cs="Arial"/>
        </w:rPr>
        <w:t xml:space="preserve"> periods of parental leave taken. This could include, for example, pregnancy related illness.</w:t>
      </w:r>
    </w:p>
    <w:p w14:paraId="5A2CCB97" w14:textId="77777777" w:rsidR="00834C76" w:rsidRPr="00FC7BF3" w:rsidRDefault="00834C76" w:rsidP="00834C76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FC7BF3">
        <w:rPr>
          <w:rFonts w:ascii="Arial" w:hAnsi="Arial" w:cs="Arial"/>
        </w:rPr>
        <w:t>Other caring responsibilities (including caring for an elderly or disabled relative)</w:t>
      </w:r>
    </w:p>
    <w:p w14:paraId="038B5605" w14:textId="77777777" w:rsidR="00834C76" w:rsidRPr="00FC7BF3" w:rsidRDefault="00834C76" w:rsidP="00834C76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 w:rsidRPr="00FC7BF3">
        <w:rPr>
          <w:rFonts w:ascii="Arial" w:hAnsi="Arial" w:cs="Arial"/>
        </w:rPr>
        <w:t>Gender reassignment</w:t>
      </w:r>
    </w:p>
    <w:p w14:paraId="2B33381C" w14:textId="77777777" w:rsidR="00834C76" w:rsidRPr="00FC7BF3" w:rsidRDefault="00834C76" w:rsidP="00834C76">
      <w:pPr>
        <w:rPr>
          <w:rFonts w:ascii="Arial" w:hAnsi="Arial" w:cs="Arial"/>
        </w:rPr>
      </w:pPr>
    </w:p>
    <w:p w14:paraId="7E2F1FFA" w14:textId="781514EA" w:rsidR="00A30B36" w:rsidRPr="00FC7BF3" w:rsidRDefault="00834C76" w:rsidP="00834C76">
      <w:pPr>
        <w:rPr>
          <w:rFonts w:ascii="Arial" w:eastAsia="Arial" w:hAnsi="Arial" w:cs="Arial"/>
        </w:rPr>
      </w:pPr>
      <w:r w:rsidRPr="00FC7BF3">
        <w:rPr>
          <w:rFonts w:ascii="Arial" w:hAnsi="Arial" w:cs="Arial"/>
        </w:rPr>
        <w:t>Please note that periods of interruptions in service due to maternity leave, adoption leave, substantial paternity leave,</w:t>
      </w:r>
      <w:r w:rsidR="00B112A2" w:rsidRPr="00FC7BF3">
        <w:rPr>
          <w:rFonts w:ascii="Arial" w:hAnsi="Arial" w:cs="Arial"/>
        </w:rPr>
        <w:t xml:space="preserve"> shared parental leave,</w:t>
      </w:r>
      <w:r w:rsidRPr="00FC7BF3">
        <w:rPr>
          <w:rFonts w:ascii="Arial" w:hAnsi="Arial" w:cs="Arial"/>
        </w:rPr>
        <w:t xml:space="preserve"> secondment or special leave buyout should be declared on the Faculty Information Form</w:t>
      </w:r>
      <w:r w:rsidR="005940AB" w:rsidRPr="00FC7BF3">
        <w:rPr>
          <w:rFonts w:ascii="Arial" w:hAnsi="Arial" w:cs="Arial"/>
        </w:rPr>
        <w:t xml:space="preserve"> (FIF)</w:t>
      </w:r>
      <w:r w:rsidRPr="00FC7BF3">
        <w:rPr>
          <w:rFonts w:ascii="Arial" w:hAnsi="Arial" w:cs="Arial"/>
        </w:rPr>
        <w:t xml:space="preserve"> instead.</w:t>
      </w:r>
    </w:p>
    <w:p w14:paraId="70EAB5E6" w14:textId="18E76D55" w:rsidR="00A30B36" w:rsidRPr="00FC7BF3" w:rsidRDefault="00A30B36" w:rsidP="00A30B36">
      <w:pPr>
        <w:widowControl w:val="0"/>
        <w:tabs>
          <w:tab w:val="center" w:pos="4512"/>
        </w:tabs>
        <w:suppressAutoHyphens/>
        <w:spacing w:after="0" w:line="240" w:lineRule="auto"/>
        <w:jc w:val="both"/>
        <w:outlineLvl w:val="0"/>
        <w:rPr>
          <w:rFonts w:ascii="Arial" w:eastAsia="Arial" w:hAnsi="Arial" w:cs="Arial"/>
        </w:rPr>
      </w:pPr>
      <w:r w:rsidRPr="00FC7BF3">
        <w:rPr>
          <w:rFonts w:ascii="Arial" w:eastAsia="Arial" w:hAnsi="Arial" w:cs="Arial"/>
        </w:rPr>
        <w:t xml:space="preserve">Information about individual circumstances will be treated with the utmost sensitivity. In particular, the information provided on this form will only be available to the relevant HR </w:t>
      </w:r>
      <w:r w:rsidR="00251895" w:rsidRPr="00FC7BF3">
        <w:rPr>
          <w:rFonts w:ascii="Arial" w:eastAsia="Arial" w:hAnsi="Arial" w:cs="Arial"/>
        </w:rPr>
        <w:t>P</w:t>
      </w:r>
      <w:r w:rsidRPr="00FC7BF3">
        <w:rPr>
          <w:rFonts w:ascii="Arial" w:eastAsia="Arial" w:hAnsi="Arial" w:cs="Arial"/>
        </w:rPr>
        <w:t xml:space="preserve">artners and the VCAC. </w:t>
      </w:r>
      <w:r w:rsidR="00834C76" w:rsidRPr="00FC7BF3">
        <w:rPr>
          <w:rFonts w:ascii="Arial" w:eastAsia="Arial" w:hAnsi="Arial" w:cs="Arial"/>
        </w:rPr>
        <w:t xml:space="preserve">Unless the </w:t>
      </w:r>
      <w:r w:rsidR="00D14170">
        <w:rPr>
          <w:rFonts w:ascii="Arial" w:eastAsia="Arial" w:hAnsi="Arial" w:cs="Arial"/>
        </w:rPr>
        <w:t>staff</w:t>
      </w:r>
      <w:r w:rsidR="00D14170" w:rsidRPr="00FC7BF3">
        <w:rPr>
          <w:rFonts w:ascii="Arial" w:eastAsia="Arial" w:hAnsi="Arial" w:cs="Arial"/>
        </w:rPr>
        <w:t xml:space="preserve"> </w:t>
      </w:r>
      <w:r w:rsidR="00834C76" w:rsidRPr="00FC7BF3">
        <w:rPr>
          <w:rFonts w:ascii="Arial" w:eastAsia="Arial" w:hAnsi="Arial" w:cs="Arial"/>
        </w:rPr>
        <w:t xml:space="preserve">member has already informed the Head of Department about the nature of the individual circumstances, which is advised, the </w:t>
      </w:r>
      <w:r w:rsidRPr="00FC7BF3">
        <w:rPr>
          <w:rFonts w:ascii="Arial" w:eastAsia="Arial" w:hAnsi="Arial" w:cs="Arial"/>
        </w:rPr>
        <w:t xml:space="preserve">Head of Department will be informed </w:t>
      </w:r>
      <w:r w:rsidR="00834C76" w:rsidRPr="00FC7BF3">
        <w:rPr>
          <w:rFonts w:ascii="Arial" w:eastAsia="Arial" w:hAnsi="Arial" w:cs="Arial"/>
          <w:b/>
        </w:rPr>
        <w:t xml:space="preserve">only </w:t>
      </w:r>
      <w:r w:rsidRPr="00FC7BF3">
        <w:rPr>
          <w:rFonts w:ascii="Arial" w:eastAsia="Arial" w:hAnsi="Arial" w:cs="Arial"/>
        </w:rPr>
        <w:t>about the existence of individual circumstances</w:t>
      </w:r>
      <w:r w:rsidR="005940AB" w:rsidRPr="00FC7BF3">
        <w:rPr>
          <w:rFonts w:ascii="Arial" w:eastAsia="Arial" w:hAnsi="Arial" w:cs="Arial"/>
        </w:rPr>
        <w:t>, and</w:t>
      </w:r>
      <w:r w:rsidRPr="00FC7BF3">
        <w:rPr>
          <w:rFonts w:ascii="Arial" w:eastAsia="Arial" w:hAnsi="Arial" w:cs="Arial"/>
        </w:rPr>
        <w:t xml:space="preserve"> details of the circumstances will not be disclosed to the Head of Department. </w:t>
      </w:r>
      <w:r w:rsidR="00834C76" w:rsidRPr="00FC7BF3">
        <w:rPr>
          <w:rFonts w:ascii="Arial" w:eastAsia="Arial" w:hAnsi="Arial" w:cs="Arial"/>
        </w:rPr>
        <w:t>In this case, t</w:t>
      </w:r>
      <w:r w:rsidRPr="00FC7BF3">
        <w:rPr>
          <w:rFonts w:ascii="Arial" w:eastAsia="Arial" w:hAnsi="Arial" w:cs="Arial"/>
        </w:rPr>
        <w:t xml:space="preserve">he Head of Department will only be informed about the severity of the individual circumstances, as assessed by the HR </w:t>
      </w:r>
      <w:r w:rsidR="006856BB" w:rsidRPr="00FC7BF3">
        <w:rPr>
          <w:rFonts w:ascii="Arial" w:eastAsia="Arial" w:hAnsi="Arial" w:cs="Arial"/>
        </w:rPr>
        <w:t>P</w:t>
      </w:r>
      <w:r w:rsidRPr="00FC7BF3">
        <w:rPr>
          <w:rFonts w:ascii="Arial" w:eastAsia="Arial" w:hAnsi="Arial" w:cs="Arial"/>
        </w:rPr>
        <w:t>artner in consultation with the VCAC.</w:t>
      </w:r>
      <w:r w:rsidR="00B132C1" w:rsidRPr="00FC7BF3">
        <w:rPr>
          <w:rFonts w:ascii="Arial" w:eastAsia="Arial" w:hAnsi="Arial" w:cs="Arial"/>
        </w:rPr>
        <w:t xml:space="preserve"> The DEC will not know of the existence of individual circumstances.</w:t>
      </w:r>
    </w:p>
    <w:p w14:paraId="775130F6" w14:textId="77777777" w:rsidR="00A30B36" w:rsidRPr="00FC7BF3" w:rsidRDefault="00A30B36" w:rsidP="00A30B36">
      <w:pPr>
        <w:widowControl w:val="0"/>
        <w:spacing w:after="0" w:line="240" w:lineRule="auto"/>
        <w:rPr>
          <w:rFonts w:ascii="Courier New" w:eastAsia="Courier New" w:hAnsi="Courier New" w:cs="Courier New"/>
          <w:b/>
          <w:sz w:val="20"/>
          <w:szCs w:val="20"/>
        </w:rPr>
      </w:pPr>
    </w:p>
    <w:p w14:paraId="00D049AD" w14:textId="01B00A54" w:rsidR="00A30B36" w:rsidRPr="00FC7BF3" w:rsidRDefault="00A30B36" w:rsidP="00A30B36">
      <w:pPr>
        <w:widowControl w:val="0"/>
        <w:tabs>
          <w:tab w:val="center" w:pos="4512"/>
        </w:tabs>
        <w:suppressAutoHyphens/>
        <w:spacing w:after="0" w:line="240" w:lineRule="auto"/>
        <w:jc w:val="both"/>
        <w:outlineLvl w:val="0"/>
        <w:rPr>
          <w:rFonts w:ascii="Arial" w:eastAsia="Arial" w:hAnsi="Arial" w:cs="Arial"/>
        </w:rPr>
      </w:pPr>
      <w:r w:rsidRPr="00FC7BF3">
        <w:rPr>
          <w:rFonts w:ascii="Arial" w:eastAsia="Arial" w:hAnsi="Arial" w:cs="Arial"/>
        </w:rPr>
        <w:t xml:space="preserve">The form should be submitted in electronic format to </w:t>
      </w:r>
      <w:r w:rsidRPr="00FC7BF3">
        <w:rPr>
          <w:rFonts w:ascii="Arial" w:eastAsia="Arial" w:hAnsi="Arial" w:cs="Arial"/>
          <w:b/>
        </w:rPr>
        <w:t>Human Resources</w:t>
      </w:r>
      <w:r w:rsidRPr="00FC7BF3">
        <w:rPr>
          <w:rFonts w:ascii="Arial" w:eastAsia="Arial" w:hAnsi="Arial" w:cs="Arial"/>
        </w:rPr>
        <w:t xml:space="preserve"> at</w:t>
      </w:r>
      <w:r w:rsidRPr="00FC7BF3">
        <w:rPr>
          <w:rFonts w:ascii="Arial" w:eastAsia="Arial" w:hAnsi="Arial" w:cs="Arial"/>
          <w:b/>
        </w:rPr>
        <w:t xml:space="preserve"> </w:t>
      </w:r>
      <w:hyperlink r:id="rId8" w:history="1">
        <w:r w:rsidRPr="00FC7BF3">
          <w:rPr>
            <w:rFonts w:ascii="Arial" w:eastAsia="Arial" w:hAnsi="Arial" w:cs="Arial"/>
            <w:b/>
            <w:color w:val="0000FF"/>
            <w:u w:val="single"/>
          </w:rPr>
          <w:t>HR.APR@LSE.ac.uk</w:t>
        </w:r>
      </w:hyperlink>
      <w:r w:rsidRPr="00FC7BF3">
        <w:rPr>
          <w:rFonts w:ascii="Arial" w:eastAsia="Arial" w:hAnsi="Arial" w:cs="Arial"/>
        </w:rPr>
        <w:t xml:space="preserve">, by </w:t>
      </w:r>
      <w:r w:rsidRPr="00FC7BF3">
        <w:rPr>
          <w:rFonts w:ascii="Arial" w:eastAsia="Arial" w:hAnsi="Arial" w:cs="Arial"/>
          <w:b/>
        </w:rPr>
        <w:t xml:space="preserve">Friday </w:t>
      </w:r>
      <w:r w:rsidR="00E12DBA" w:rsidRPr="00FC7BF3">
        <w:rPr>
          <w:rFonts w:ascii="Arial" w:eastAsia="Arial" w:hAnsi="Arial" w:cs="Arial"/>
          <w:b/>
        </w:rPr>
        <w:t>12</w:t>
      </w:r>
      <w:r w:rsidRPr="00FC7BF3">
        <w:rPr>
          <w:rFonts w:ascii="Arial" w:eastAsia="Arial" w:hAnsi="Arial" w:cs="Arial"/>
          <w:b/>
        </w:rPr>
        <w:t xml:space="preserve"> February 201</w:t>
      </w:r>
      <w:r w:rsidR="00810984">
        <w:rPr>
          <w:rFonts w:ascii="Arial" w:eastAsia="Arial" w:hAnsi="Arial" w:cs="Arial"/>
          <w:b/>
        </w:rPr>
        <w:t>6</w:t>
      </w:r>
      <w:r w:rsidRPr="00FC7BF3">
        <w:rPr>
          <w:rFonts w:ascii="Arial" w:eastAsia="Arial" w:hAnsi="Arial" w:cs="Arial"/>
        </w:rPr>
        <w:t>. For any queries, please do not hesitate to contact Human Resources (</w:t>
      </w:r>
      <w:hyperlink r:id="rId9" w:history="1">
        <w:r w:rsidRPr="00FC7BF3">
          <w:rPr>
            <w:rFonts w:ascii="Arial" w:eastAsia="Arial" w:hAnsi="Arial" w:cs="Arial"/>
            <w:color w:val="0000FF"/>
            <w:u w:val="single"/>
          </w:rPr>
          <w:t>HR.APR@LSE.ac.uk</w:t>
        </w:r>
      </w:hyperlink>
      <w:r w:rsidRPr="00FC7BF3">
        <w:rPr>
          <w:rFonts w:ascii="Courier New" w:eastAsia="Courier New" w:hAnsi="Courier New" w:cs="Courier New"/>
        </w:rPr>
        <w:t>).</w:t>
      </w:r>
    </w:p>
    <w:p w14:paraId="51A73283" w14:textId="77777777" w:rsidR="00A30B36" w:rsidRPr="00FC7BF3" w:rsidRDefault="00A30B36" w:rsidP="00A30B36">
      <w:pPr>
        <w:widowControl w:val="0"/>
        <w:tabs>
          <w:tab w:val="center" w:pos="4512"/>
        </w:tabs>
        <w:suppressAutoHyphens/>
        <w:spacing w:after="0" w:line="240" w:lineRule="auto"/>
        <w:jc w:val="both"/>
        <w:outlineLvl w:val="0"/>
        <w:rPr>
          <w:rFonts w:ascii="Arial" w:eastAsia="Arial" w:hAnsi="Arial" w:cs="Arial"/>
          <w:spacing w:val="-3"/>
        </w:rPr>
      </w:pPr>
    </w:p>
    <w:p w14:paraId="16499C11" w14:textId="77777777" w:rsidR="00A30B36" w:rsidRPr="00FC7BF3" w:rsidRDefault="00A30B36" w:rsidP="00A30B36">
      <w:pPr>
        <w:widowControl w:val="0"/>
        <w:tabs>
          <w:tab w:val="left" w:pos="-720"/>
        </w:tabs>
        <w:suppressAutoHyphens/>
        <w:spacing w:after="0" w:line="19" w:lineRule="exact"/>
        <w:jc w:val="both"/>
        <w:rPr>
          <w:rFonts w:ascii="Arial" w:eastAsia="Arial" w:hAnsi="Arial" w:cs="Arial"/>
          <w:spacing w:val="-2"/>
        </w:rPr>
      </w:pPr>
    </w:p>
    <w:tbl>
      <w:tblPr>
        <w:tblW w:w="9849" w:type="dxa"/>
        <w:tblInd w:w="4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9"/>
        <w:gridCol w:w="5670"/>
      </w:tblGrid>
      <w:tr w:rsidR="00A30B36" w:rsidRPr="00FC7BF3" w14:paraId="1C5786AD" w14:textId="77777777" w:rsidTr="00DB4660">
        <w:trPr>
          <w:trHeight w:val="526"/>
        </w:trPr>
        <w:tc>
          <w:tcPr>
            <w:tcW w:w="4179" w:type="dxa"/>
            <w:tcBorders>
              <w:top w:val="single" w:sz="6" w:space="0" w:color="auto"/>
            </w:tcBorders>
          </w:tcPr>
          <w:p w14:paraId="20F4FA44" w14:textId="77777777" w:rsidR="00A30B36" w:rsidRPr="00FC7BF3" w:rsidRDefault="00A30B36" w:rsidP="00A30B36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pacing w:val="-2"/>
              </w:rPr>
            </w:pPr>
            <w:r w:rsidRPr="00FC7BF3">
              <w:rPr>
                <w:rFonts w:ascii="Arial" w:eastAsia="Arial" w:hAnsi="Arial" w:cs="Arial"/>
                <w:b/>
                <w:spacing w:val="-2"/>
              </w:rPr>
              <w:t>Name and Title:</w:t>
            </w:r>
          </w:p>
        </w:tc>
        <w:tc>
          <w:tcPr>
            <w:tcW w:w="5670" w:type="dxa"/>
            <w:tcBorders>
              <w:top w:val="single" w:sz="6" w:space="0" w:color="auto"/>
            </w:tcBorders>
            <w:vAlign w:val="center"/>
          </w:tcPr>
          <w:p w14:paraId="7131BE1E" w14:textId="77777777" w:rsidR="00A30B36" w:rsidRPr="00FC7BF3" w:rsidRDefault="00A30B36" w:rsidP="00A30B36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pacing w:val="-2"/>
              </w:rPr>
            </w:pPr>
          </w:p>
        </w:tc>
      </w:tr>
      <w:tr w:rsidR="00A30B36" w:rsidRPr="00FC7BF3" w14:paraId="758FB95D" w14:textId="77777777" w:rsidTr="00DB4660">
        <w:trPr>
          <w:trHeight w:val="548"/>
        </w:trPr>
        <w:tc>
          <w:tcPr>
            <w:tcW w:w="4179" w:type="dxa"/>
          </w:tcPr>
          <w:p w14:paraId="64D66566" w14:textId="77777777" w:rsidR="00A30B36" w:rsidRPr="00FC7BF3" w:rsidRDefault="00A30B36" w:rsidP="00A30B36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pacing w:val="-2"/>
              </w:rPr>
            </w:pPr>
            <w:r w:rsidRPr="00FC7BF3">
              <w:rPr>
                <w:rFonts w:ascii="Arial" w:eastAsia="Arial" w:hAnsi="Arial" w:cs="Arial"/>
                <w:b/>
                <w:spacing w:val="-2"/>
              </w:rPr>
              <w:t>Department:</w:t>
            </w:r>
          </w:p>
        </w:tc>
        <w:tc>
          <w:tcPr>
            <w:tcW w:w="5670" w:type="dxa"/>
            <w:vAlign w:val="center"/>
          </w:tcPr>
          <w:p w14:paraId="0FFCEFFF" w14:textId="77777777" w:rsidR="00A30B36" w:rsidRPr="00FC7BF3" w:rsidRDefault="00A30B36" w:rsidP="00A30B36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pacing w:val="-2"/>
              </w:rPr>
            </w:pPr>
          </w:p>
        </w:tc>
      </w:tr>
      <w:tr w:rsidR="00A30B36" w:rsidRPr="00FC7BF3" w14:paraId="03B9EB08" w14:textId="77777777" w:rsidTr="00DB4660">
        <w:trPr>
          <w:trHeight w:val="548"/>
        </w:trPr>
        <w:tc>
          <w:tcPr>
            <w:tcW w:w="4179" w:type="dxa"/>
          </w:tcPr>
          <w:p w14:paraId="25C719AD" w14:textId="77777777" w:rsidR="00A30B36" w:rsidRPr="00FC7BF3" w:rsidRDefault="00A30B36" w:rsidP="00A30B36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pacing w:val="-2"/>
              </w:rPr>
            </w:pPr>
            <w:r w:rsidRPr="00FC7BF3">
              <w:rPr>
                <w:rFonts w:ascii="Arial" w:eastAsia="Arial" w:hAnsi="Arial" w:cs="Arial"/>
                <w:b/>
                <w:spacing w:val="-2"/>
              </w:rPr>
              <w:t>Job Title:</w:t>
            </w:r>
          </w:p>
        </w:tc>
        <w:tc>
          <w:tcPr>
            <w:tcW w:w="5670" w:type="dxa"/>
            <w:vAlign w:val="center"/>
          </w:tcPr>
          <w:p w14:paraId="6230C31C" w14:textId="77777777" w:rsidR="00A30B36" w:rsidRPr="00FC7BF3" w:rsidRDefault="00A30B36" w:rsidP="00A30B36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Arial" w:hAnsi="Arial" w:cs="Arial"/>
                <w:b/>
                <w:spacing w:val="-2"/>
              </w:rPr>
            </w:pPr>
          </w:p>
        </w:tc>
      </w:tr>
    </w:tbl>
    <w:p w14:paraId="050C4389" w14:textId="2F617B1D" w:rsidR="00834C76" w:rsidRPr="00FC7BF3" w:rsidRDefault="00834C76" w:rsidP="00A30B36">
      <w:pPr>
        <w:widowControl w:val="0"/>
        <w:tabs>
          <w:tab w:val="left" w:pos="-426"/>
          <w:tab w:val="left" w:pos="-284"/>
          <w:tab w:val="left" w:pos="0"/>
          <w:tab w:val="left" w:pos="1440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pacing w:val="-2"/>
        </w:rPr>
      </w:pPr>
    </w:p>
    <w:p w14:paraId="63D64D54" w14:textId="77777777" w:rsidR="00A30B36" w:rsidRPr="00FC7BF3" w:rsidRDefault="00834C76" w:rsidP="00A30B36">
      <w:pPr>
        <w:widowControl w:val="0"/>
        <w:tabs>
          <w:tab w:val="left" w:pos="-426"/>
          <w:tab w:val="left" w:pos="-284"/>
          <w:tab w:val="left" w:pos="0"/>
          <w:tab w:val="left" w:pos="1440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pacing w:val="-2"/>
        </w:rPr>
      </w:pPr>
      <w:r w:rsidRPr="00FC7BF3">
        <w:rPr>
          <w:rFonts w:ascii="Arial" w:eastAsia="Arial" w:hAnsi="Arial" w:cs="Arial"/>
          <w:b/>
          <w:spacing w:val="-2"/>
        </w:rPr>
        <w:br w:type="column"/>
      </w:r>
    </w:p>
    <w:p w14:paraId="4287885B" w14:textId="77777777" w:rsidR="00A30B36" w:rsidRPr="00FC7BF3" w:rsidRDefault="00A30B3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pacing w:val="-2"/>
          <w:u w:val="single"/>
        </w:rPr>
      </w:pPr>
      <w:r w:rsidRPr="00FC7BF3">
        <w:rPr>
          <w:rFonts w:ascii="Arial" w:eastAsia="Arial" w:hAnsi="Arial" w:cs="Arial"/>
          <w:b/>
          <w:spacing w:val="-2"/>
          <w:u w:val="single"/>
        </w:rPr>
        <w:t>1.  Statement by the Candidate</w:t>
      </w:r>
    </w:p>
    <w:p w14:paraId="24F149C6" w14:textId="77777777" w:rsidR="00A30B36" w:rsidRPr="00FC7BF3" w:rsidRDefault="00A30B3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pacing w:val="-2"/>
        </w:rPr>
      </w:pPr>
    </w:p>
    <w:p w14:paraId="57A7F410" w14:textId="77777777" w:rsidR="00A30B36" w:rsidRPr="00FC7BF3" w:rsidRDefault="00A30B3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pacing w:val="-2"/>
        </w:rPr>
      </w:pPr>
    </w:p>
    <w:p w14:paraId="614B006C" w14:textId="77777777" w:rsidR="00A30B36" w:rsidRPr="00FC7BF3" w:rsidRDefault="00A30B3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155C1DAE" w14:textId="77777777" w:rsidR="00A30B36" w:rsidRPr="00FC7BF3" w:rsidRDefault="00A30B3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49BCDB14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6D2D7C68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050AA270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04065186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017222F4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12B390A2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0DC04DDA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25776F9D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720199D5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427786FD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7E826AB4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6C447093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189FBAE7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42D2015D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0D8B37A3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30E21C71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6D69E5AD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129D1AC2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30183029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2AFC6AC4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2C5B7560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4BB2B147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2147BC9F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581BF2B5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433AE684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45AA2AD9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2C3A98F4" w14:textId="77777777" w:rsidR="00834C76" w:rsidRPr="00FC7BF3" w:rsidRDefault="00834C7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11B368BC" w14:textId="77777777" w:rsidR="00A30B36" w:rsidRPr="00FC7BF3" w:rsidRDefault="00A30B3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37A08AD2" w14:textId="6D36A83D" w:rsidR="00A30B36" w:rsidRPr="00FC7BF3" w:rsidRDefault="00A30B3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4820"/>
          <w:tab w:val="right" w:leader="dot" w:pos="-4678"/>
          <w:tab w:val="right" w:leader="dot" w:pos="-4536"/>
          <w:tab w:val="left" w:pos="-144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24FA5BC7" w14:textId="77777777" w:rsidR="00A30B36" w:rsidRPr="00FC7BF3" w:rsidRDefault="00A30B36" w:rsidP="00A30B36">
      <w:pPr>
        <w:widowControl w:val="0"/>
        <w:tabs>
          <w:tab w:val="left" w:pos="-1440"/>
          <w:tab w:val="left" w:pos="-720"/>
          <w:tab w:val="left" w:pos="-426"/>
          <w:tab w:val="right" w:leader="dot" w:pos="5760"/>
          <w:tab w:val="left" w:pos="6210"/>
          <w:tab w:val="right" w:leader="dot" w:pos="9000"/>
          <w:tab w:val="left" w:pos="936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1C4B1F1C" w14:textId="6FDFA19E" w:rsidR="00251895" w:rsidRPr="00FC7BF3" w:rsidRDefault="00251895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</w:tabs>
        <w:suppressAutoHyphens/>
        <w:spacing w:after="0" w:line="240" w:lineRule="auto"/>
        <w:jc w:val="both"/>
      </w:pPr>
      <w:r w:rsidRPr="00FC7BF3">
        <w:t>Please tick as appropriate:</w:t>
      </w:r>
    </w:p>
    <w:p w14:paraId="339FB1B1" w14:textId="0BBC8CBF" w:rsidR="00A30B36" w:rsidRPr="00FC7BF3" w:rsidRDefault="00D96C60" w:rsidP="00A14A5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</w:tabs>
        <w:suppressAutoHyphens/>
        <w:spacing w:after="0" w:line="240" w:lineRule="auto"/>
        <w:jc w:val="both"/>
      </w:pPr>
      <w:sdt>
        <w:sdtPr>
          <w:id w:val="-2128921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A58" w:rsidRPr="00FC7BF3">
            <w:rPr>
              <w:rFonts w:ascii="MS Gothic" w:eastAsia="MS Gothic" w:hAnsi="MS Gothic" w:hint="eastAsia"/>
            </w:rPr>
            <w:t>☐</w:t>
          </w:r>
        </w:sdtContent>
      </w:sdt>
      <w:r w:rsidR="00251895" w:rsidRPr="00FC7BF3">
        <w:t xml:space="preserve">My </w:t>
      </w:r>
      <w:proofErr w:type="spellStart"/>
      <w:r w:rsidR="00251895" w:rsidRPr="00FC7BF3">
        <w:t>Ho</w:t>
      </w:r>
      <w:r w:rsidR="005940AB" w:rsidRPr="00FC7BF3">
        <w:t>D</w:t>
      </w:r>
      <w:proofErr w:type="spellEnd"/>
      <w:r w:rsidR="00251895" w:rsidRPr="00FC7BF3">
        <w:t xml:space="preserve"> is aware of the nature of my individual circumstances.</w:t>
      </w:r>
    </w:p>
    <w:p w14:paraId="41AC4E36" w14:textId="662F0C36" w:rsidR="00251895" w:rsidRPr="00FC7BF3" w:rsidRDefault="00D96C60" w:rsidP="00A14A5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  <w:sdt>
        <w:sdtPr>
          <w:id w:val="-482540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A58" w:rsidRPr="00FC7BF3">
            <w:rPr>
              <w:rFonts w:ascii="MS Gothic" w:eastAsia="MS Gothic" w:hAnsi="MS Gothic" w:hint="eastAsia"/>
            </w:rPr>
            <w:t>☐</w:t>
          </w:r>
        </w:sdtContent>
      </w:sdt>
      <w:r w:rsidR="00251895" w:rsidRPr="00FC7BF3">
        <w:t xml:space="preserve">My </w:t>
      </w:r>
      <w:proofErr w:type="spellStart"/>
      <w:r w:rsidR="00251895" w:rsidRPr="00FC7BF3">
        <w:t>HoD</w:t>
      </w:r>
      <w:proofErr w:type="spellEnd"/>
      <w:r w:rsidR="00251895" w:rsidRPr="00FC7BF3">
        <w:t xml:space="preserve"> is </w:t>
      </w:r>
      <w:r w:rsidR="00251895" w:rsidRPr="00FC7BF3">
        <w:rPr>
          <w:b/>
        </w:rPr>
        <w:t>not</w:t>
      </w:r>
      <w:r w:rsidR="00251895" w:rsidRPr="00FC7BF3">
        <w:t xml:space="preserve"> aware of the nature of my individual circumstances.</w:t>
      </w:r>
    </w:p>
    <w:p w14:paraId="7BE1CCA1" w14:textId="77777777" w:rsidR="00251895" w:rsidRPr="00FC7BF3" w:rsidRDefault="00251895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0F17588F" w14:textId="77777777" w:rsidR="00D27D73" w:rsidRPr="00FC7BF3" w:rsidRDefault="00D27D73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1070A952" w14:textId="3E0692A8" w:rsidR="00A30B36" w:rsidRPr="00FC7BF3" w:rsidRDefault="00A30B36" w:rsidP="00834C7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962"/>
          <w:tab w:val="left" w:pos="1168"/>
          <w:tab w:val="right" w:leader="dot" w:pos="5760"/>
          <w:tab w:val="left" w:pos="6210"/>
          <w:tab w:val="right" w:leader="dot" w:pos="9000"/>
          <w:tab w:val="left" w:pos="936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  <w:r w:rsidRPr="00FC7BF3">
        <w:rPr>
          <w:rFonts w:ascii="Arial" w:eastAsia="Arial" w:hAnsi="Arial" w:cs="Arial"/>
          <w:spacing w:val="-2"/>
        </w:rPr>
        <w:t xml:space="preserve">Signed </w:t>
      </w:r>
      <w:r w:rsidRPr="00FC7BF3">
        <w:rPr>
          <w:rFonts w:ascii="Arial" w:eastAsia="Arial" w:hAnsi="Arial" w:cs="Arial"/>
          <w:spacing w:val="-2"/>
        </w:rPr>
        <w:tab/>
      </w:r>
      <w:r w:rsidR="00834C76" w:rsidRPr="00FC7BF3">
        <w:rPr>
          <w:rFonts w:ascii="Arial" w:eastAsia="Arial" w:hAnsi="Arial" w:cs="Arial"/>
          <w:spacing w:val="-2"/>
        </w:rPr>
        <w:tab/>
      </w:r>
      <w:r w:rsidRPr="00FC7BF3">
        <w:rPr>
          <w:rFonts w:ascii="Arial" w:eastAsia="Arial" w:hAnsi="Arial" w:cs="Arial"/>
          <w:spacing w:val="-2"/>
        </w:rPr>
        <w:tab/>
        <w:t xml:space="preserve">Date </w:t>
      </w:r>
      <w:r w:rsidRPr="00FC7BF3">
        <w:rPr>
          <w:rFonts w:ascii="Arial" w:eastAsia="Arial" w:hAnsi="Arial" w:cs="Arial"/>
          <w:spacing w:val="-2"/>
        </w:rPr>
        <w:tab/>
      </w:r>
    </w:p>
    <w:p w14:paraId="4D1C7658" w14:textId="77777777" w:rsidR="00A30B36" w:rsidRPr="00A30B36" w:rsidRDefault="00A30B3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pacing w:val="-2"/>
        </w:rPr>
      </w:pPr>
      <w:r w:rsidRPr="00FC7BF3">
        <w:rPr>
          <w:rFonts w:ascii="Arial" w:eastAsia="Arial" w:hAnsi="Arial" w:cs="Arial"/>
          <w:b/>
          <w:spacing w:val="-2"/>
        </w:rPr>
        <w:t>Electronic Signature of the Candidate</w:t>
      </w:r>
    </w:p>
    <w:p w14:paraId="57F4F9B7" w14:textId="77777777" w:rsidR="00A30B36" w:rsidRPr="00A30B36" w:rsidRDefault="00A30B36" w:rsidP="00A30B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5103"/>
          <w:tab w:val="left" w:pos="-4678"/>
          <w:tab w:val="right" w:leader="dot" w:pos="5760"/>
          <w:tab w:val="left" w:pos="6210"/>
          <w:tab w:val="right" w:leader="dot" w:pos="9000"/>
          <w:tab w:val="left" w:pos="9360"/>
        </w:tabs>
        <w:suppressAutoHyphens/>
        <w:spacing w:after="0" w:line="240" w:lineRule="auto"/>
        <w:jc w:val="both"/>
        <w:rPr>
          <w:rFonts w:ascii="Arial" w:eastAsia="Arial" w:hAnsi="Arial" w:cs="Arial"/>
          <w:spacing w:val="-2"/>
        </w:rPr>
      </w:pPr>
    </w:p>
    <w:p w14:paraId="2BD69FF2" w14:textId="77777777" w:rsidR="00A30B36" w:rsidRPr="00160AC1" w:rsidRDefault="00A30B36" w:rsidP="00C81E5A">
      <w:pPr>
        <w:spacing w:after="0"/>
        <w:rPr>
          <w:b/>
        </w:rPr>
      </w:pPr>
    </w:p>
    <w:sectPr w:rsidR="00A30B36" w:rsidRPr="00160AC1" w:rsidSect="007F35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AE199" w14:textId="77777777" w:rsidR="00E87328" w:rsidRDefault="00E87328" w:rsidP="000904B1">
      <w:pPr>
        <w:spacing w:after="0" w:line="240" w:lineRule="auto"/>
      </w:pPr>
      <w:r>
        <w:separator/>
      </w:r>
    </w:p>
  </w:endnote>
  <w:endnote w:type="continuationSeparator" w:id="0">
    <w:p w14:paraId="37AB3A65" w14:textId="77777777" w:rsidR="00E87328" w:rsidRDefault="00E87328" w:rsidP="00090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D6F3C" w14:textId="77777777" w:rsidR="00E30C1B" w:rsidRDefault="00E30C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FFF29" w14:textId="60556E8A" w:rsidR="00E30C1B" w:rsidRPr="009E07EA" w:rsidRDefault="00E30C1B" w:rsidP="009E07EA">
    <w:pPr>
      <w:pStyle w:val="Footer"/>
      <w:jc w:val="center"/>
      <w:rPr>
        <w:rFonts w:ascii="Arial" w:hAnsi="Arial" w:cs="Arial"/>
        <w:sz w:val="18"/>
        <w:szCs w:val="18"/>
      </w:rPr>
    </w:pPr>
    <w:r w:rsidRPr="009E07EA">
      <w:rPr>
        <w:rFonts w:ascii="Arial" w:hAnsi="Arial" w:cs="Arial"/>
        <w:sz w:val="18"/>
        <w:szCs w:val="18"/>
      </w:rPr>
      <w:fldChar w:fldCharType="begin"/>
    </w:r>
    <w:r w:rsidRPr="009E07EA">
      <w:rPr>
        <w:rFonts w:ascii="Arial" w:hAnsi="Arial" w:cs="Arial"/>
        <w:sz w:val="18"/>
        <w:szCs w:val="18"/>
      </w:rPr>
      <w:instrText xml:space="preserve"> PAGE  \* Arabic  \* MERGEFORMAT </w:instrText>
    </w:r>
    <w:r w:rsidRPr="009E07EA">
      <w:rPr>
        <w:rFonts w:ascii="Arial" w:hAnsi="Arial" w:cs="Arial"/>
        <w:sz w:val="18"/>
        <w:szCs w:val="18"/>
      </w:rPr>
      <w:fldChar w:fldCharType="separate"/>
    </w:r>
    <w:r w:rsidR="00D96C60">
      <w:rPr>
        <w:rFonts w:ascii="Arial" w:hAnsi="Arial" w:cs="Arial"/>
        <w:noProof/>
        <w:sz w:val="18"/>
        <w:szCs w:val="18"/>
      </w:rPr>
      <w:t>1</w:t>
    </w:r>
    <w:r w:rsidRPr="009E07EA">
      <w:rPr>
        <w:rFonts w:ascii="Arial" w:hAnsi="Arial" w:cs="Arial"/>
        <w:sz w:val="18"/>
        <w:szCs w:val="18"/>
      </w:rPr>
      <w:fldChar w:fldCharType="end"/>
    </w:r>
    <w:r w:rsidRPr="009E07EA">
      <w:rPr>
        <w:rFonts w:ascii="Arial" w:hAnsi="Arial" w:cs="Arial"/>
        <w:sz w:val="18"/>
        <w:szCs w:val="18"/>
      </w:rPr>
      <w:t xml:space="preserve"> of </w:t>
    </w:r>
    <w:r w:rsidRPr="009E07EA">
      <w:rPr>
        <w:rFonts w:ascii="Arial" w:hAnsi="Arial" w:cs="Arial"/>
        <w:sz w:val="18"/>
        <w:szCs w:val="18"/>
      </w:rPr>
      <w:fldChar w:fldCharType="begin"/>
    </w:r>
    <w:r w:rsidRPr="009E07EA">
      <w:rPr>
        <w:rFonts w:ascii="Arial" w:hAnsi="Arial" w:cs="Arial"/>
        <w:sz w:val="18"/>
        <w:szCs w:val="18"/>
      </w:rPr>
      <w:instrText xml:space="preserve"> NUMPAGES  \* Arabic  \* MERGEFORMAT </w:instrText>
    </w:r>
    <w:r w:rsidRPr="009E07EA">
      <w:rPr>
        <w:rFonts w:ascii="Arial" w:hAnsi="Arial" w:cs="Arial"/>
        <w:sz w:val="18"/>
        <w:szCs w:val="18"/>
      </w:rPr>
      <w:fldChar w:fldCharType="separate"/>
    </w:r>
    <w:r w:rsidR="00D96C60">
      <w:rPr>
        <w:rFonts w:ascii="Arial" w:hAnsi="Arial" w:cs="Arial"/>
        <w:noProof/>
        <w:sz w:val="18"/>
        <w:szCs w:val="18"/>
      </w:rPr>
      <w:t>2</w:t>
    </w:r>
    <w:r w:rsidRPr="009E07EA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520BA" w14:textId="77777777" w:rsidR="00E30C1B" w:rsidRDefault="00E30C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649FC" w14:textId="77777777" w:rsidR="00E87328" w:rsidRDefault="00E87328" w:rsidP="000904B1">
      <w:pPr>
        <w:spacing w:after="0" w:line="240" w:lineRule="auto"/>
      </w:pPr>
      <w:r>
        <w:separator/>
      </w:r>
    </w:p>
  </w:footnote>
  <w:footnote w:type="continuationSeparator" w:id="0">
    <w:p w14:paraId="7E7794C6" w14:textId="77777777" w:rsidR="00E87328" w:rsidRDefault="00E87328" w:rsidP="00090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70CCD" w14:textId="77777777" w:rsidR="00E30C1B" w:rsidRDefault="00E30C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A500F" w14:textId="77777777" w:rsidR="00E30C1B" w:rsidRDefault="00E30C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3C768" w14:textId="77777777" w:rsidR="00E30C1B" w:rsidRDefault="00E30C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F73"/>
    <w:multiLevelType w:val="hybridMultilevel"/>
    <w:tmpl w:val="11FC69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04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771F3"/>
    <w:multiLevelType w:val="hybridMultilevel"/>
    <w:tmpl w:val="11FC69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04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A3DC2"/>
    <w:multiLevelType w:val="hybridMultilevel"/>
    <w:tmpl w:val="0F4E6C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24C968">
      <w:start w:val="1"/>
      <w:numFmt w:val="upperLetter"/>
      <w:lvlText w:val="%2."/>
      <w:lvlJc w:val="left"/>
      <w:pPr>
        <w:ind w:left="1440" w:hanging="360"/>
      </w:pPr>
      <w:rPr>
        <w:rFonts w:ascii="Arial" w:eastAsiaTheme="minorHAnsi" w:hAnsi="Arial" w:cs="Arial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56699"/>
    <w:multiLevelType w:val="hybridMultilevel"/>
    <w:tmpl w:val="944A7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E161E"/>
    <w:multiLevelType w:val="hybridMultilevel"/>
    <w:tmpl w:val="45EAA1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69352A"/>
    <w:multiLevelType w:val="hybridMultilevel"/>
    <w:tmpl w:val="12BC10FA"/>
    <w:lvl w:ilvl="0" w:tplc="B18CE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05ED6"/>
    <w:multiLevelType w:val="hybridMultilevel"/>
    <w:tmpl w:val="98A20E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621AE6"/>
    <w:multiLevelType w:val="hybridMultilevel"/>
    <w:tmpl w:val="21FAE7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45718"/>
    <w:multiLevelType w:val="hybridMultilevel"/>
    <w:tmpl w:val="F72869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5">
      <w:start w:val="1"/>
      <w:numFmt w:val="upperLetter"/>
      <w:lvlText w:val="%2."/>
      <w:lvlJc w:val="left"/>
      <w:pPr>
        <w:ind w:left="1004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F35C4"/>
    <w:multiLevelType w:val="hybridMultilevel"/>
    <w:tmpl w:val="B0C02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2C6810"/>
    <w:multiLevelType w:val="hybridMultilevel"/>
    <w:tmpl w:val="972CDF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D403F"/>
    <w:multiLevelType w:val="hybridMultilevel"/>
    <w:tmpl w:val="F81E1E0E"/>
    <w:lvl w:ilvl="0" w:tplc="10B0AEB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943043"/>
    <w:multiLevelType w:val="hybridMultilevel"/>
    <w:tmpl w:val="11FC69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04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D1156"/>
    <w:multiLevelType w:val="hybridMultilevel"/>
    <w:tmpl w:val="5C8030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30CDAC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A6319"/>
    <w:multiLevelType w:val="hybridMultilevel"/>
    <w:tmpl w:val="DEEE03D8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D300B4"/>
    <w:multiLevelType w:val="hybridMultilevel"/>
    <w:tmpl w:val="4C523590"/>
    <w:lvl w:ilvl="0" w:tplc="D44621AA">
      <w:start w:val="1"/>
      <w:numFmt w:val="bullet"/>
      <w:lvlText w:val="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213A9"/>
    <w:multiLevelType w:val="hybridMultilevel"/>
    <w:tmpl w:val="C0A02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D809DA"/>
    <w:multiLevelType w:val="hybridMultilevel"/>
    <w:tmpl w:val="5748F85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7845B58"/>
    <w:multiLevelType w:val="hybridMultilevel"/>
    <w:tmpl w:val="2276750E"/>
    <w:lvl w:ilvl="0" w:tplc="08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5B24C968">
      <w:start w:val="1"/>
      <w:numFmt w:val="upperLetter"/>
      <w:lvlText w:val="%2."/>
      <w:lvlJc w:val="left"/>
      <w:pPr>
        <w:ind w:left="1222" w:hanging="360"/>
      </w:pPr>
      <w:rPr>
        <w:rFonts w:ascii="Arial" w:eastAsiaTheme="minorHAnsi" w:hAnsi="Arial" w:cs="Arial"/>
      </w:r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B0D7FC0"/>
    <w:multiLevelType w:val="hybridMultilevel"/>
    <w:tmpl w:val="C95205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31240"/>
    <w:multiLevelType w:val="hybridMultilevel"/>
    <w:tmpl w:val="A1DE6D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123A9"/>
    <w:multiLevelType w:val="hybridMultilevel"/>
    <w:tmpl w:val="00D0987C"/>
    <w:lvl w:ilvl="0" w:tplc="177C791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13"/>
  </w:num>
  <w:num w:numId="5">
    <w:abstractNumId w:val="2"/>
  </w:num>
  <w:num w:numId="6">
    <w:abstractNumId w:val="0"/>
  </w:num>
  <w:num w:numId="7">
    <w:abstractNumId w:val="19"/>
  </w:num>
  <w:num w:numId="8">
    <w:abstractNumId w:val="1"/>
  </w:num>
  <w:num w:numId="9">
    <w:abstractNumId w:val="12"/>
  </w:num>
  <w:num w:numId="10">
    <w:abstractNumId w:val="18"/>
  </w:num>
  <w:num w:numId="11">
    <w:abstractNumId w:val="8"/>
  </w:num>
  <w:num w:numId="12">
    <w:abstractNumId w:val="6"/>
  </w:num>
  <w:num w:numId="13">
    <w:abstractNumId w:val="5"/>
  </w:num>
  <w:num w:numId="14">
    <w:abstractNumId w:val="16"/>
  </w:num>
  <w:num w:numId="15">
    <w:abstractNumId w:val="7"/>
  </w:num>
  <w:num w:numId="16">
    <w:abstractNumId w:val="9"/>
  </w:num>
  <w:num w:numId="17">
    <w:abstractNumId w:val="21"/>
  </w:num>
  <w:num w:numId="18">
    <w:abstractNumId w:val="17"/>
  </w:num>
  <w:num w:numId="19">
    <w:abstractNumId w:val="4"/>
  </w:num>
  <w:num w:numId="20">
    <w:abstractNumId w:val="3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573"/>
    <w:rsid w:val="000025BF"/>
    <w:rsid w:val="00005CC6"/>
    <w:rsid w:val="000070A4"/>
    <w:rsid w:val="0001039B"/>
    <w:rsid w:val="00015621"/>
    <w:rsid w:val="00017395"/>
    <w:rsid w:val="00037F87"/>
    <w:rsid w:val="00046B24"/>
    <w:rsid w:val="000601AE"/>
    <w:rsid w:val="00063C3E"/>
    <w:rsid w:val="00077D94"/>
    <w:rsid w:val="00081E4B"/>
    <w:rsid w:val="000875C6"/>
    <w:rsid w:val="000904B1"/>
    <w:rsid w:val="00092B7F"/>
    <w:rsid w:val="00094C30"/>
    <w:rsid w:val="000971A0"/>
    <w:rsid w:val="000A68A7"/>
    <w:rsid w:val="000B40B2"/>
    <w:rsid w:val="000B40B5"/>
    <w:rsid w:val="000B7724"/>
    <w:rsid w:val="000E3DD0"/>
    <w:rsid w:val="00100868"/>
    <w:rsid w:val="00104322"/>
    <w:rsid w:val="0011012B"/>
    <w:rsid w:val="00113079"/>
    <w:rsid w:val="00151B8B"/>
    <w:rsid w:val="00160AC1"/>
    <w:rsid w:val="001647B1"/>
    <w:rsid w:val="00187E60"/>
    <w:rsid w:val="00194D3A"/>
    <w:rsid w:val="001E0D00"/>
    <w:rsid w:val="001E1AC7"/>
    <w:rsid w:val="001E3511"/>
    <w:rsid w:val="001F0DBF"/>
    <w:rsid w:val="00201477"/>
    <w:rsid w:val="0020251D"/>
    <w:rsid w:val="002027DC"/>
    <w:rsid w:val="00204AC4"/>
    <w:rsid w:val="00216E3B"/>
    <w:rsid w:val="002230A7"/>
    <w:rsid w:val="002232F1"/>
    <w:rsid w:val="002328AD"/>
    <w:rsid w:val="002329B8"/>
    <w:rsid w:val="00241E87"/>
    <w:rsid w:val="00251895"/>
    <w:rsid w:val="00260074"/>
    <w:rsid w:val="00270DDD"/>
    <w:rsid w:val="00273866"/>
    <w:rsid w:val="0027743D"/>
    <w:rsid w:val="00287781"/>
    <w:rsid w:val="002A3651"/>
    <w:rsid w:val="002B30B6"/>
    <w:rsid w:val="002C3C0F"/>
    <w:rsid w:val="002D4273"/>
    <w:rsid w:val="002E6416"/>
    <w:rsid w:val="00331C9A"/>
    <w:rsid w:val="0033491A"/>
    <w:rsid w:val="00336B7A"/>
    <w:rsid w:val="003650B9"/>
    <w:rsid w:val="003745C4"/>
    <w:rsid w:val="00381EDA"/>
    <w:rsid w:val="00382324"/>
    <w:rsid w:val="003935A6"/>
    <w:rsid w:val="003A7212"/>
    <w:rsid w:val="003B193B"/>
    <w:rsid w:val="003D6F0C"/>
    <w:rsid w:val="003E2818"/>
    <w:rsid w:val="003E3861"/>
    <w:rsid w:val="003E48E6"/>
    <w:rsid w:val="00400326"/>
    <w:rsid w:val="00403D1D"/>
    <w:rsid w:val="0041475D"/>
    <w:rsid w:val="0041779F"/>
    <w:rsid w:val="00417BE4"/>
    <w:rsid w:val="00420851"/>
    <w:rsid w:val="00420EA8"/>
    <w:rsid w:val="00422F43"/>
    <w:rsid w:val="00432B88"/>
    <w:rsid w:val="004375D7"/>
    <w:rsid w:val="00442D11"/>
    <w:rsid w:val="00443B31"/>
    <w:rsid w:val="00444D60"/>
    <w:rsid w:val="00450B54"/>
    <w:rsid w:val="0045421E"/>
    <w:rsid w:val="0046092F"/>
    <w:rsid w:val="004613AF"/>
    <w:rsid w:val="004615DC"/>
    <w:rsid w:val="004757B3"/>
    <w:rsid w:val="00484FEA"/>
    <w:rsid w:val="0049159B"/>
    <w:rsid w:val="004A3A5B"/>
    <w:rsid w:val="004B4371"/>
    <w:rsid w:val="004B4F0F"/>
    <w:rsid w:val="004C1DD0"/>
    <w:rsid w:val="004C5191"/>
    <w:rsid w:val="004C70C6"/>
    <w:rsid w:val="004D5DB4"/>
    <w:rsid w:val="004D5FBE"/>
    <w:rsid w:val="004D797B"/>
    <w:rsid w:val="004D7FA0"/>
    <w:rsid w:val="004F0530"/>
    <w:rsid w:val="004F238F"/>
    <w:rsid w:val="00511BE1"/>
    <w:rsid w:val="00514B13"/>
    <w:rsid w:val="00514B6C"/>
    <w:rsid w:val="005178B3"/>
    <w:rsid w:val="00525978"/>
    <w:rsid w:val="00530516"/>
    <w:rsid w:val="00533244"/>
    <w:rsid w:val="005451D4"/>
    <w:rsid w:val="005524CB"/>
    <w:rsid w:val="00563B47"/>
    <w:rsid w:val="00566476"/>
    <w:rsid w:val="00567AD4"/>
    <w:rsid w:val="00570600"/>
    <w:rsid w:val="00576E40"/>
    <w:rsid w:val="00583B60"/>
    <w:rsid w:val="005844D0"/>
    <w:rsid w:val="005940AB"/>
    <w:rsid w:val="005A2DEE"/>
    <w:rsid w:val="005A710D"/>
    <w:rsid w:val="005B53D4"/>
    <w:rsid w:val="005C18F4"/>
    <w:rsid w:val="005D49BE"/>
    <w:rsid w:val="005E3600"/>
    <w:rsid w:val="005E4D25"/>
    <w:rsid w:val="005E662C"/>
    <w:rsid w:val="005F5667"/>
    <w:rsid w:val="00622F07"/>
    <w:rsid w:val="0063401C"/>
    <w:rsid w:val="00643216"/>
    <w:rsid w:val="00646318"/>
    <w:rsid w:val="006515E9"/>
    <w:rsid w:val="0067652E"/>
    <w:rsid w:val="006765BC"/>
    <w:rsid w:val="006856BB"/>
    <w:rsid w:val="006A1F5F"/>
    <w:rsid w:val="006B0C0F"/>
    <w:rsid w:val="006B0FF8"/>
    <w:rsid w:val="006C22CB"/>
    <w:rsid w:val="006C4ABD"/>
    <w:rsid w:val="006D21DE"/>
    <w:rsid w:val="006D3BC5"/>
    <w:rsid w:val="006D500B"/>
    <w:rsid w:val="006E17C1"/>
    <w:rsid w:val="006E29BC"/>
    <w:rsid w:val="006E3157"/>
    <w:rsid w:val="006F5AF7"/>
    <w:rsid w:val="007006D2"/>
    <w:rsid w:val="0071571D"/>
    <w:rsid w:val="00721CCD"/>
    <w:rsid w:val="00726EF1"/>
    <w:rsid w:val="00740E0D"/>
    <w:rsid w:val="00750B0B"/>
    <w:rsid w:val="00753453"/>
    <w:rsid w:val="00760748"/>
    <w:rsid w:val="00761679"/>
    <w:rsid w:val="00771FF3"/>
    <w:rsid w:val="0077791E"/>
    <w:rsid w:val="007842D9"/>
    <w:rsid w:val="007A1BD7"/>
    <w:rsid w:val="007A2F3F"/>
    <w:rsid w:val="007A50A8"/>
    <w:rsid w:val="007B78BB"/>
    <w:rsid w:val="007C1FBB"/>
    <w:rsid w:val="007D0A40"/>
    <w:rsid w:val="007E558C"/>
    <w:rsid w:val="007E7E8A"/>
    <w:rsid w:val="007F1952"/>
    <w:rsid w:val="007F3573"/>
    <w:rsid w:val="007F69B8"/>
    <w:rsid w:val="00807AA1"/>
    <w:rsid w:val="0081058A"/>
    <w:rsid w:val="00810984"/>
    <w:rsid w:val="00834C76"/>
    <w:rsid w:val="00857FAC"/>
    <w:rsid w:val="00884410"/>
    <w:rsid w:val="00891B88"/>
    <w:rsid w:val="0089276D"/>
    <w:rsid w:val="008E3134"/>
    <w:rsid w:val="00900BC2"/>
    <w:rsid w:val="00906F6C"/>
    <w:rsid w:val="00924D75"/>
    <w:rsid w:val="00931A51"/>
    <w:rsid w:val="00942500"/>
    <w:rsid w:val="00942A08"/>
    <w:rsid w:val="009441A1"/>
    <w:rsid w:val="0095502E"/>
    <w:rsid w:val="009661F7"/>
    <w:rsid w:val="00970A07"/>
    <w:rsid w:val="0098047E"/>
    <w:rsid w:val="009924C6"/>
    <w:rsid w:val="0099259E"/>
    <w:rsid w:val="009A5F67"/>
    <w:rsid w:val="009C4852"/>
    <w:rsid w:val="009D501D"/>
    <w:rsid w:val="009E07EA"/>
    <w:rsid w:val="009E2277"/>
    <w:rsid w:val="00A065F1"/>
    <w:rsid w:val="00A12E92"/>
    <w:rsid w:val="00A14A58"/>
    <w:rsid w:val="00A17B6D"/>
    <w:rsid w:val="00A30B36"/>
    <w:rsid w:val="00A40B8E"/>
    <w:rsid w:val="00A44854"/>
    <w:rsid w:val="00A55048"/>
    <w:rsid w:val="00A5565D"/>
    <w:rsid w:val="00A6268B"/>
    <w:rsid w:val="00A6488C"/>
    <w:rsid w:val="00A8135B"/>
    <w:rsid w:val="00A826FC"/>
    <w:rsid w:val="00A82B18"/>
    <w:rsid w:val="00A84DA9"/>
    <w:rsid w:val="00A86377"/>
    <w:rsid w:val="00A9249D"/>
    <w:rsid w:val="00A92A76"/>
    <w:rsid w:val="00AA0EC9"/>
    <w:rsid w:val="00AC0BA8"/>
    <w:rsid w:val="00AD770A"/>
    <w:rsid w:val="00AE29FF"/>
    <w:rsid w:val="00AF0BED"/>
    <w:rsid w:val="00AF6A6E"/>
    <w:rsid w:val="00B03850"/>
    <w:rsid w:val="00B05746"/>
    <w:rsid w:val="00B112A2"/>
    <w:rsid w:val="00B132C1"/>
    <w:rsid w:val="00B135EC"/>
    <w:rsid w:val="00B3691C"/>
    <w:rsid w:val="00B53EA6"/>
    <w:rsid w:val="00B57594"/>
    <w:rsid w:val="00B60E80"/>
    <w:rsid w:val="00B662B7"/>
    <w:rsid w:val="00B7318A"/>
    <w:rsid w:val="00B73E0E"/>
    <w:rsid w:val="00B93BA2"/>
    <w:rsid w:val="00BA3714"/>
    <w:rsid w:val="00BB189B"/>
    <w:rsid w:val="00BB753F"/>
    <w:rsid w:val="00BC140A"/>
    <w:rsid w:val="00BD556D"/>
    <w:rsid w:val="00BD67BB"/>
    <w:rsid w:val="00BF0F48"/>
    <w:rsid w:val="00BF5908"/>
    <w:rsid w:val="00BF5B39"/>
    <w:rsid w:val="00C13E06"/>
    <w:rsid w:val="00C14F1E"/>
    <w:rsid w:val="00C15EC7"/>
    <w:rsid w:val="00C1661A"/>
    <w:rsid w:val="00C24667"/>
    <w:rsid w:val="00C7135D"/>
    <w:rsid w:val="00C739FD"/>
    <w:rsid w:val="00C81E5A"/>
    <w:rsid w:val="00C90C56"/>
    <w:rsid w:val="00C91ED6"/>
    <w:rsid w:val="00C92267"/>
    <w:rsid w:val="00CA4976"/>
    <w:rsid w:val="00CA530A"/>
    <w:rsid w:val="00CB03A7"/>
    <w:rsid w:val="00CD67FE"/>
    <w:rsid w:val="00CF6086"/>
    <w:rsid w:val="00D00D79"/>
    <w:rsid w:val="00D14170"/>
    <w:rsid w:val="00D27D73"/>
    <w:rsid w:val="00D34534"/>
    <w:rsid w:val="00D43F46"/>
    <w:rsid w:val="00D465CC"/>
    <w:rsid w:val="00D47BBD"/>
    <w:rsid w:val="00D653EF"/>
    <w:rsid w:val="00D65885"/>
    <w:rsid w:val="00D67296"/>
    <w:rsid w:val="00D67AA8"/>
    <w:rsid w:val="00D70FFB"/>
    <w:rsid w:val="00D81B32"/>
    <w:rsid w:val="00D96C60"/>
    <w:rsid w:val="00DA6BED"/>
    <w:rsid w:val="00DB4660"/>
    <w:rsid w:val="00DC05CB"/>
    <w:rsid w:val="00DC7332"/>
    <w:rsid w:val="00DD4669"/>
    <w:rsid w:val="00DD7428"/>
    <w:rsid w:val="00DF43F0"/>
    <w:rsid w:val="00E00FC5"/>
    <w:rsid w:val="00E0503B"/>
    <w:rsid w:val="00E06D4A"/>
    <w:rsid w:val="00E12DBA"/>
    <w:rsid w:val="00E222EB"/>
    <w:rsid w:val="00E30C1B"/>
    <w:rsid w:val="00E41FD6"/>
    <w:rsid w:val="00E4340B"/>
    <w:rsid w:val="00E45568"/>
    <w:rsid w:val="00E46E90"/>
    <w:rsid w:val="00E516DB"/>
    <w:rsid w:val="00E5469A"/>
    <w:rsid w:val="00E77B22"/>
    <w:rsid w:val="00E80815"/>
    <w:rsid w:val="00E808D0"/>
    <w:rsid w:val="00E87328"/>
    <w:rsid w:val="00E913D2"/>
    <w:rsid w:val="00E933C8"/>
    <w:rsid w:val="00EA4D2E"/>
    <w:rsid w:val="00EA5F50"/>
    <w:rsid w:val="00EB09FB"/>
    <w:rsid w:val="00EB1627"/>
    <w:rsid w:val="00EB650E"/>
    <w:rsid w:val="00EC22A5"/>
    <w:rsid w:val="00EC3B54"/>
    <w:rsid w:val="00ED2B72"/>
    <w:rsid w:val="00ED43AA"/>
    <w:rsid w:val="00EE0305"/>
    <w:rsid w:val="00EE7455"/>
    <w:rsid w:val="00F02DAE"/>
    <w:rsid w:val="00F44232"/>
    <w:rsid w:val="00F4514F"/>
    <w:rsid w:val="00F47D46"/>
    <w:rsid w:val="00F50339"/>
    <w:rsid w:val="00F54BE6"/>
    <w:rsid w:val="00FC7BF3"/>
    <w:rsid w:val="00FE1AE9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26D099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57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904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04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04B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3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BA2"/>
  </w:style>
  <w:style w:type="paragraph" w:styleId="Footer">
    <w:name w:val="footer"/>
    <w:basedOn w:val="Normal"/>
    <w:link w:val="FooterChar"/>
    <w:uiPriority w:val="99"/>
    <w:unhideWhenUsed/>
    <w:rsid w:val="00B93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BA2"/>
  </w:style>
  <w:style w:type="character" w:styleId="Hyperlink">
    <w:name w:val="Hyperlink"/>
    <w:basedOn w:val="DefaultParagraphFont"/>
    <w:semiHidden/>
    <w:rsid w:val="0099259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3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3C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3C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C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C3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556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57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904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04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04B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3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BA2"/>
  </w:style>
  <w:style w:type="paragraph" w:styleId="Footer">
    <w:name w:val="footer"/>
    <w:basedOn w:val="Normal"/>
    <w:link w:val="FooterChar"/>
    <w:uiPriority w:val="99"/>
    <w:unhideWhenUsed/>
    <w:rsid w:val="00B93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BA2"/>
  </w:style>
  <w:style w:type="character" w:styleId="Hyperlink">
    <w:name w:val="Hyperlink"/>
    <w:basedOn w:val="DefaultParagraphFont"/>
    <w:semiHidden/>
    <w:rsid w:val="0099259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3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3C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3C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C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C3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556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1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3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35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6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5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8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5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4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9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92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.APR@LSE.ac.uk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R.APR@LSE.ac.u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82B47336.dotm</Template>
  <TotalTime>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London School of Economics and Political Science</dc:creator>
  <cp:lastModifiedBy>Rachel Knight</cp:lastModifiedBy>
  <cp:revision>2</cp:revision>
  <cp:lastPrinted>2015-11-16T12:19:00Z</cp:lastPrinted>
  <dcterms:created xsi:type="dcterms:W3CDTF">2015-11-17T09:39:00Z</dcterms:created>
  <dcterms:modified xsi:type="dcterms:W3CDTF">2015-11-17T09:39:00Z</dcterms:modified>
</cp:coreProperties>
</file>