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1E" w:rsidRPr="00FA2081" w:rsidRDefault="005D4C1E" w:rsidP="00D64EA6">
      <w:pPr>
        <w:outlineLvl w:val="0"/>
        <w:rPr>
          <w:rFonts w:ascii="Calibri" w:hAnsi="Calibri" w:cs="Calibri"/>
          <w:b/>
          <w:sz w:val="22"/>
          <w:szCs w:val="22"/>
        </w:rPr>
      </w:pPr>
      <w:r w:rsidRPr="00FA2081">
        <w:rPr>
          <w:rFonts w:ascii="Calibri" w:hAnsi="Calibri" w:cs="Calibri"/>
          <w:b/>
          <w:sz w:val="22"/>
          <w:szCs w:val="22"/>
        </w:rPr>
        <w:t>Support for Student Parents at the LSE Nursery</w:t>
      </w:r>
    </w:p>
    <w:p w:rsidR="005D4C1E" w:rsidRDefault="005D4C1E">
      <w:pPr>
        <w:rPr>
          <w:rFonts w:ascii="Calibri" w:hAnsi="Calibri" w:cs="Calibri"/>
          <w:sz w:val="22"/>
          <w:szCs w:val="22"/>
        </w:rPr>
      </w:pPr>
    </w:p>
    <w:p w:rsidR="005D4C1E" w:rsidRDefault="005D4C1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LSE has provision to support those student parents who are using the LSE Nursery and are finding it difficult to pay the fees.</w:t>
      </w:r>
    </w:p>
    <w:p w:rsidR="005D4C1E" w:rsidRDefault="005D4C1E">
      <w:pPr>
        <w:rPr>
          <w:rFonts w:ascii="Calibri" w:hAnsi="Calibri" w:cs="Calibri"/>
          <w:sz w:val="22"/>
          <w:szCs w:val="22"/>
        </w:rPr>
      </w:pPr>
    </w:p>
    <w:p w:rsidR="005D4C1E" w:rsidRDefault="005D4C1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Support is on a means-tested basis, and assessment is done by the Financial Support Office (FSO), using their In-Course Financial Support application form.</w:t>
      </w:r>
    </w:p>
    <w:p w:rsidR="005D4C1E" w:rsidRDefault="005D4C1E">
      <w:pPr>
        <w:rPr>
          <w:rFonts w:ascii="Calibri" w:hAnsi="Calibri" w:cs="Calibri"/>
          <w:sz w:val="22"/>
          <w:szCs w:val="22"/>
        </w:rPr>
      </w:pPr>
    </w:p>
    <w:p w:rsidR="005D4C1E" w:rsidRDefault="005D4C1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The support will be in the form of a grant to cover a proportion of the nursery fees, with three levels of award – 25%, 50% and 75% of the nursery fees due.</w:t>
      </w:r>
    </w:p>
    <w:p w:rsidR="005D4C1E" w:rsidRDefault="005D4C1E">
      <w:pPr>
        <w:rPr>
          <w:rFonts w:ascii="Calibri" w:hAnsi="Calibri" w:cs="Calibri"/>
          <w:sz w:val="22"/>
          <w:szCs w:val="22"/>
        </w:rPr>
      </w:pPr>
    </w:p>
    <w:p w:rsidR="005D4C1E" w:rsidRDefault="005D4C1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The eligibility criteria is as follows:</w:t>
      </w:r>
    </w:p>
    <w:p w:rsidR="005D4C1E" w:rsidRDefault="005D4C1E">
      <w:pPr>
        <w:rPr>
          <w:rFonts w:ascii="Calibri" w:hAnsi="Calibri" w:cs="Calibri"/>
          <w:sz w:val="22"/>
          <w:szCs w:val="22"/>
        </w:rPr>
      </w:pPr>
    </w:p>
    <w:p w:rsidR="005D4C1E" w:rsidRDefault="005D4C1E" w:rsidP="000713A8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You must be registered as a full or part time student on a programme at the School.</w:t>
      </w:r>
    </w:p>
    <w:p w:rsidR="005D4C1E" w:rsidRDefault="005D4C1E" w:rsidP="000713A8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Eligible programmes include Undergraduate, Taught Master’s and Research programmes, and include Visiting Research Students paying LSE tuition fees.</w:t>
      </w:r>
    </w:p>
    <w:p w:rsidR="005D4C1E" w:rsidRDefault="005D4C1E" w:rsidP="000713A8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Your child, or children, must be registered at the LSE Nursery.</w:t>
      </w:r>
    </w:p>
    <w:p w:rsidR="005D4C1E" w:rsidRDefault="005D4C1E" w:rsidP="000713A8">
      <w:pPr>
        <w:rPr>
          <w:rFonts w:ascii="Calibri" w:hAnsi="Calibri" w:cs="Calibri"/>
          <w:sz w:val="22"/>
          <w:szCs w:val="22"/>
        </w:rPr>
      </w:pPr>
    </w:p>
    <w:p w:rsidR="005D4C1E" w:rsidRDefault="005D4C1E" w:rsidP="000713A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You can apply once you have signed a contract with the Nursery and have confirmed the number of hours your child or children will be in the nursery and the fees due; you must also have completed your programme registration at LSE for the academic year.  </w:t>
      </w:r>
      <w:bookmarkStart w:id="0" w:name="_GoBack"/>
      <w:bookmarkEnd w:id="0"/>
    </w:p>
    <w:p w:rsidR="005D4C1E" w:rsidRDefault="005D4C1E" w:rsidP="000713A8">
      <w:pPr>
        <w:rPr>
          <w:rFonts w:ascii="Calibri" w:hAnsi="Calibri" w:cs="Calibri"/>
          <w:sz w:val="22"/>
          <w:szCs w:val="22"/>
        </w:rPr>
      </w:pPr>
    </w:p>
    <w:p w:rsidR="005D4C1E" w:rsidRDefault="005D4C1E" w:rsidP="000713A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The application form is available on the Financial Support website, under ‘Support for Registered Students – Student Parents’ - </w:t>
      </w:r>
      <w:hyperlink r:id="rId5" w:history="1">
        <w:r w:rsidRPr="00BD02CF">
          <w:rPr>
            <w:rStyle w:val="Hyperlink"/>
            <w:rFonts w:ascii="Calibri" w:hAnsi="Calibri" w:cs="Calibri"/>
            <w:sz w:val="22"/>
            <w:szCs w:val="22"/>
          </w:rPr>
          <w:t>https://www2.lse.ac.uk/intranet/students/moneyMatters/financialSupport/internal/registeredStudents/Support-for-student-parents.aspx</w:t>
        </w:r>
      </w:hyperlink>
    </w:p>
    <w:p w:rsidR="005D4C1E" w:rsidRDefault="005D4C1E" w:rsidP="000713A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Or it can be picked up from the Student Services Centre on the ground floor of the </w:t>
      </w:r>
      <w:smartTag w:uri="urn:schemas-microsoft-com:office:smarttags" w:element="place">
        <w:smartTag w:uri="urn:schemas-microsoft-com:office:smarttags" w:element="PlaceName">
          <w:r>
            <w:rPr>
              <w:rFonts w:ascii="Calibri" w:hAnsi="Calibri" w:cs="Calibri"/>
              <w:sz w:val="22"/>
              <w:szCs w:val="22"/>
            </w:rPr>
            <w:t>Old</w:t>
          </w:r>
        </w:smartTag>
        <w:r>
          <w:rPr>
            <w:rFonts w:ascii="Calibri" w:hAnsi="Calibri" w:cs="Calibri"/>
            <w:sz w:val="22"/>
            <w:szCs w:val="22"/>
          </w:rPr>
          <w:t xml:space="preserve"> </w:t>
        </w:r>
        <w:smartTag w:uri="urn:schemas-microsoft-com:office:smarttags" w:element="PlaceType">
          <w:r>
            <w:rPr>
              <w:rFonts w:ascii="Calibri" w:hAnsi="Calibri" w:cs="Calibri"/>
              <w:sz w:val="22"/>
              <w:szCs w:val="22"/>
            </w:rPr>
            <w:t>Building</w:t>
          </w:r>
        </w:smartTag>
      </w:smartTag>
      <w:r>
        <w:rPr>
          <w:rFonts w:ascii="Calibri" w:hAnsi="Calibri" w:cs="Calibri"/>
          <w:sz w:val="22"/>
          <w:szCs w:val="22"/>
        </w:rPr>
        <w:t xml:space="preserve"> (entrance opposite Waterstones Bookshop).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br/>
        <w:t xml:space="preserve">The FSO is open from 09.30-17.30 each day, and staff are available on 020 7955 6609 or at </w:t>
      </w:r>
      <w:hyperlink r:id="rId6" w:history="1">
        <w:r w:rsidRPr="00BD02CF">
          <w:rPr>
            <w:rStyle w:val="Hyperlink"/>
            <w:rFonts w:ascii="Calibri" w:hAnsi="Calibri" w:cs="Calibri"/>
            <w:sz w:val="22"/>
            <w:szCs w:val="22"/>
          </w:rPr>
          <w:t>financial-support@lse.ac.uk</w:t>
        </w:r>
      </w:hyperlink>
      <w:r>
        <w:rPr>
          <w:rFonts w:ascii="Calibri" w:hAnsi="Calibri" w:cs="Calibri"/>
          <w:sz w:val="22"/>
          <w:szCs w:val="22"/>
        </w:rPr>
        <w:t>.  There is also a drop in where a member of staff is available between 13.00-14.00 – this takes place every weekday in term time and on Mondays, Wednesdays and Fridays during School vacations.</w:t>
      </w:r>
    </w:p>
    <w:p w:rsidR="005D4C1E" w:rsidRDefault="005D4C1E" w:rsidP="000713A8">
      <w:pPr>
        <w:rPr>
          <w:rFonts w:ascii="Calibri" w:hAnsi="Calibri" w:cs="Calibri"/>
          <w:sz w:val="22"/>
          <w:szCs w:val="22"/>
        </w:rPr>
      </w:pPr>
    </w:p>
    <w:p w:rsidR="005D4C1E" w:rsidRDefault="005D4C1E" w:rsidP="000713A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Please note that students whose children were enrolled at the nursery prior to 2012/13 and who are still using the nursery are not eligible for the above support this year . You can apply in the new academic year 2013/14.   However you can access a separate scheme run by the Student Union - </w:t>
      </w:r>
      <w:hyperlink r:id="rId7" w:history="1">
        <w:r w:rsidRPr="00BD02CF">
          <w:rPr>
            <w:rStyle w:val="Hyperlink"/>
            <w:rFonts w:ascii="Calibri" w:hAnsi="Calibri" w:cs="Calibri"/>
            <w:sz w:val="22"/>
            <w:szCs w:val="22"/>
          </w:rPr>
          <w:t>http://www.lsesu.com/support/moneyadvice/suhardshipfunds/</w:t>
        </w:r>
      </w:hyperlink>
    </w:p>
    <w:p w:rsidR="005D4C1E" w:rsidRDefault="005D4C1E" w:rsidP="000713A8">
      <w:pPr>
        <w:rPr>
          <w:rFonts w:ascii="Calibri" w:hAnsi="Calibri" w:cs="Calibri"/>
          <w:sz w:val="22"/>
          <w:szCs w:val="22"/>
        </w:rPr>
      </w:pPr>
    </w:p>
    <w:p w:rsidR="005D4C1E" w:rsidRPr="000713A8" w:rsidRDefault="005D4C1E" w:rsidP="000713A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Student parents whose children attend another nursery, or who need assistance with other forms of childcare can also apply to the Student Union fund for help.</w:t>
      </w:r>
    </w:p>
    <w:sectPr w:rsidR="005D4C1E" w:rsidRPr="000713A8" w:rsidSect="009A55B1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3D75BA"/>
    <w:multiLevelType w:val="hybridMultilevel"/>
    <w:tmpl w:val="CE78579C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stylePaneFormatFilter w:val="3F01"/>
  <w:defaultTabStop w:val="720"/>
  <w:drawingGridHorizontalSpacing w:val="10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55B1"/>
    <w:rsid w:val="000713A8"/>
    <w:rsid w:val="00113C57"/>
    <w:rsid w:val="001763FE"/>
    <w:rsid w:val="004D3F2D"/>
    <w:rsid w:val="005D4C1E"/>
    <w:rsid w:val="008D59B5"/>
    <w:rsid w:val="009A55B1"/>
    <w:rsid w:val="00BD02CF"/>
    <w:rsid w:val="00C4411A"/>
    <w:rsid w:val="00D64EA6"/>
    <w:rsid w:val="00DE306E"/>
    <w:rsid w:val="00FA2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9B5"/>
    <w:rPr>
      <w:rFonts w:ascii="Arial" w:hAnsi="Arial" w:cs="Arial"/>
      <w:sz w:val="20"/>
      <w:szCs w:val="20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713A8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FA2081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D64EA6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56C79"/>
    <w:rPr>
      <w:rFonts w:cs="Arial"/>
      <w:sz w:val="0"/>
      <w:szCs w:val="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sesu.com/support/moneyadvice/suhardshipfund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inancial-support@lse.ac.uk" TargetMode="External"/><Relationship Id="rId5" Type="http://schemas.openxmlformats.org/officeDocument/2006/relationships/hyperlink" Target="https://www2.lse.ac.uk/intranet/students/moneyMatters/financialSupport/internal/registeredStudents/Support-for-student-parents.asp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</TotalTime>
  <Pages>1</Pages>
  <Words>384</Words>
  <Characters>2192</Characters>
  <Application>Microsoft Office Outlook</Application>
  <DocSecurity>0</DocSecurity>
  <Lines>0</Lines>
  <Paragraphs>0</Paragraphs>
  <ScaleCrop>false</ScaleCrop>
  <Company>London School of Economics and Political Science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Plater</dc:creator>
  <cp:keywords/>
  <dc:description/>
  <cp:lastModifiedBy>LSE</cp:lastModifiedBy>
  <cp:revision>3</cp:revision>
  <dcterms:created xsi:type="dcterms:W3CDTF">2013-02-08T15:51:00Z</dcterms:created>
  <dcterms:modified xsi:type="dcterms:W3CDTF">2013-02-22T17:21:00Z</dcterms:modified>
</cp:coreProperties>
</file>