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C4742" w:rsidRDefault="009C57D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4F802DD" wp14:editId="09928AF1">
                <wp:simplePos x="0" y="0"/>
                <wp:positionH relativeFrom="column">
                  <wp:posOffset>4291965</wp:posOffset>
                </wp:positionH>
                <wp:positionV relativeFrom="paragraph">
                  <wp:posOffset>250190</wp:posOffset>
                </wp:positionV>
                <wp:extent cx="0" cy="276225"/>
                <wp:effectExtent l="0" t="0" r="19050" b="952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8" o:spid="_x0000_s1026" style="position:absolute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7.95pt,19.7pt" to="337.9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3578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E8EAEF" wp14:editId="6389B32E">
                <wp:simplePos x="0" y="0"/>
                <wp:positionH relativeFrom="margin">
                  <wp:posOffset>1400175</wp:posOffset>
                </wp:positionH>
                <wp:positionV relativeFrom="paragraph">
                  <wp:posOffset>-215900</wp:posOffset>
                </wp:positionV>
                <wp:extent cx="1581150" cy="4667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025" w:rsidRPr="00D85DB0" w:rsidRDefault="00D85DB0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85DB0">
                              <w:rPr>
                                <w:b/>
                                <w:sz w:val="16"/>
                                <w:szCs w:val="16"/>
                              </w:rPr>
                              <w:t>OFFICE MANAGER</w:t>
                            </w:r>
                          </w:p>
                          <w:p w:rsidR="00D85DB0" w:rsidRPr="00C27836" w:rsidRDefault="00D85DB0" w:rsidP="0074243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SARA WHYTE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10.25pt;margin-top:-17pt;width:124.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C66025" w:rsidRPr="00D85DB0" w:rsidRDefault="00D85DB0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85DB0">
                        <w:rPr>
                          <w:b/>
                          <w:sz w:val="16"/>
                          <w:szCs w:val="16"/>
                        </w:rPr>
                        <w:t>OFFICE MANAGER</w:t>
                      </w:r>
                    </w:p>
                    <w:p w:rsidR="00D85DB0" w:rsidRPr="00C27836" w:rsidRDefault="00D85DB0" w:rsidP="0074243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SARA WHYTE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578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ABDC2E" wp14:editId="402A9CD7">
                <wp:simplePos x="0" y="0"/>
                <wp:positionH relativeFrom="column">
                  <wp:posOffset>2983230</wp:posOffset>
                </wp:positionH>
                <wp:positionV relativeFrom="paragraph">
                  <wp:posOffset>-57150</wp:posOffset>
                </wp:positionV>
                <wp:extent cx="552450" cy="9525"/>
                <wp:effectExtent l="0" t="0" r="19050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9pt,-4.5pt" to="278.4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 w:rsidR="003578D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FAC90" wp14:editId="631BDC96">
                <wp:simplePos x="0" y="0"/>
                <wp:positionH relativeFrom="margin">
                  <wp:posOffset>3533775</wp:posOffset>
                </wp:positionH>
                <wp:positionV relativeFrom="paragraph">
                  <wp:posOffset>-358775</wp:posOffset>
                </wp:positionV>
                <wp:extent cx="1562100" cy="6096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43A" w:rsidRPr="00C27836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FINANCE DIRECTOR</w:t>
                            </w:r>
                          </w:p>
                          <w:p w:rsidR="0074243A" w:rsidRPr="00292DCF" w:rsidRDefault="0074243A" w:rsidP="0074243A">
                            <w:pPr>
                              <w:pStyle w:val="NoSpacing"/>
                              <w:jc w:val="center"/>
                            </w:pPr>
                            <w:r w:rsidRPr="00292DCF">
                              <w:rPr>
                                <w:sz w:val="16"/>
                                <w:szCs w:val="16"/>
                              </w:rPr>
                              <w:t>MIKE FERGUSON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278.25pt;margin-top:-28.25pt;width:123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4243A" w:rsidRPr="00C27836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FINANCE DIRECTOR</w:t>
                      </w:r>
                    </w:p>
                    <w:p w:rsidR="0074243A" w:rsidRPr="00292DCF" w:rsidRDefault="0074243A" w:rsidP="0074243A">
                      <w:pPr>
                        <w:pStyle w:val="NoSpacing"/>
                        <w:jc w:val="center"/>
                      </w:pPr>
                      <w:r w:rsidRPr="00292DCF">
                        <w:rPr>
                          <w:sz w:val="16"/>
                          <w:szCs w:val="16"/>
                        </w:rPr>
                        <w:t>MIKE FERGUSON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4243A" w:rsidRDefault="0042178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2543BA9" wp14:editId="0481968B">
                <wp:simplePos x="0" y="0"/>
                <wp:positionH relativeFrom="column">
                  <wp:posOffset>5282565</wp:posOffset>
                </wp:positionH>
                <wp:positionV relativeFrom="paragraph">
                  <wp:posOffset>240665</wp:posOffset>
                </wp:positionV>
                <wp:extent cx="0" cy="219075"/>
                <wp:effectExtent l="0" t="0" r="19050" b="952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.95pt,18.95pt" to="415.9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2990655" wp14:editId="5394D07B">
                <wp:simplePos x="0" y="0"/>
                <wp:positionH relativeFrom="column">
                  <wp:posOffset>3215640</wp:posOffset>
                </wp:positionH>
                <wp:positionV relativeFrom="paragraph">
                  <wp:posOffset>240665</wp:posOffset>
                </wp:positionV>
                <wp:extent cx="0" cy="219075"/>
                <wp:effectExtent l="0" t="0" r="19050" b="952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3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2pt,18.95pt" to="253.2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F0EE437" wp14:editId="4955CA2D">
                <wp:simplePos x="0" y="0"/>
                <wp:positionH relativeFrom="column">
                  <wp:posOffset>977265</wp:posOffset>
                </wp:positionH>
                <wp:positionV relativeFrom="paragraph">
                  <wp:posOffset>240665</wp:posOffset>
                </wp:positionV>
                <wp:extent cx="0" cy="219075"/>
                <wp:effectExtent l="0" t="0" r="19050" b="952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95pt,18.95pt" to="76.9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B3A0306" wp14:editId="7B9305D8">
                <wp:simplePos x="0" y="0"/>
                <wp:positionH relativeFrom="column">
                  <wp:posOffset>7425690</wp:posOffset>
                </wp:positionH>
                <wp:positionV relativeFrom="paragraph">
                  <wp:posOffset>231140</wp:posOffset>
                </wp:positionV>
                <wp:extent cx="0" cy="371475"/>
                <wp:effectExtent l="0" t="0" r="19050" b="952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4.7pt,18.2pt" to="584.7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FDD168" wp14:editId="4157507B">
                <wp:simplePos x="0" y="0"/>
                <wp:positionH relativeFrom="column">
                  <wp:posOffset>979170</wp:posOffset>
                </wp:positionH>
                <wp:positionV relativeFrom="paragraph">
                  <wp:posOffset>240665</wp:posOffset>
                </wp:positionV>
                <wp:extent cx="6457950" cy="0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1pt,18.95pt" to="585.6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</w:p>
    <w:p w:rsidR="0074243A" w:rsidRPr="0074243A" w:rsidRDefault="00421789" w:rsidP="0074243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4EC8626" wp14:editId="10E34962">
                <wp:simplePos x="0" y="0"/>
                <wp:positionH relativeFrom="column">
                  <wp:posOffset>6635115</wp:posOffset>
                </wp:positionH>
                <wp:positionV relativeFrom="paragraph">
                  <wp:posOffset>164465</wp:posOffset>
                </wp:positionV>
                <wp:extent cx="1657350" cy="1609725"/>
                <wp:effectExtent l="0" t="0" r="19050" b="285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609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24A" w:rsidRDefault="00EF624A" w:rsidP="003578D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F755A" w:rsidRPr="00494B6F" w:rsidRDefault="007F755A" w:rsidP="007F755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b/>
                                <w:sz w:val="16"/>
                                <w:szCs w:val="16"/>
                              </w:rPr>
                              <w:t>FINANCIAL PLANNING &amp; ANALYSIS</w:t>
                            </w:r>
                          </w:p>
                          <w:p w:rsidR="00494B6F" w:rsidRDefault="00C66025" w:rsidP="003578D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6F65">
                              <w:rPr>
                                <w:b/>
                                <w:sz w:val="16"/>
                                <w:szCs w:val="16"/>
                              </w:rPr>
                              <w:t>ANDY GLADIN</w:t>
                            </w:r>
                          </w:p>
                          <w:p w:rsidR="00EF624A" w:rsidRDefault="00EF624A" w:rsidP="003578D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sz w:val="16"/>
                                <w:szCs w:val="16"/>
                              </w:rPr>
                              <w:t>IOANNIS TSOLKAS</w:t>
                            </w: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sz w:val="16"/>
                                <w:szCs w:val="16"/>
                              </w:rPr>
                              <w:t>ELLEN FRASER</w:t>
                            </w: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sz w:val="16"/>
                                <w:szCs w:val="16"/>
                              </w:rPr>
                              <w:t>LAURA GILBERT</w:t>
                            </w:r>
                          </w:p>
                          <w:p w:rsidR="00EF624A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sz w:val="16"/>
                                <w:szCs w:val="16"/>
                              </w:rPr>
                              <w:t>NAOMI RICHARDSON</w:t>
                            </w:r>
                          </w:p>
                          <w:p w:rsidR="00394329" w:rsidRPr="00494B6F" w:rsidRDefault="00394329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KRYSTYNA HENDERSON</w:t>
                            </w: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94B6F">
                              <w:rPr>
                                <w:rFonts w:cs="Arial"/>
                                <w:sz w:val="16"/>
                                <w:szCs w:val="16"/>
                              </w:rPr>
                              <w:t>HENRIETTA HARCSA</w:t>
                            </w:r>
                            <w:r w:rsidR="00642EEC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(T)</w:t>
                            </w:r>
                          </w:p>
                          <w:p w:rsidR="00EF624A" w:rsidRPr="00494B6F" w:rsidRDefault="00EF624A" w:rsidP="00EF624A">
                            <w:pPr>
                              <w:pStyle w:val="NoSpacing"/>
                              <w:jc w:val="center"/>
                              <w:rPr>
                                <w:rFonts w:cs="Arial"/>
                              </w:rPr>
                            </w:pPr>
                            <w:r w:rsidRPr="00494B6F">
                              <w:rPr>
                                <w:rFonts w:cs="Arial"/>
                                <w:sz w:val="16"/>
                                <w:szCs w:val="16"/>
                              </w:rPr>
                              <w:t>VI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C</w:t>
                            </w:r>
                            <w:r w:rsidRPr="00494B6F">
                              <w:rPr>
                                <w:rFonts w:cs="Arial"/>
                                <w:sz w:val="16"/>
                                <w:szCs w:val="16"/>
                              </w:rPr>
                              <w:t>TORIA ELLAH</w:t>
                            </w:r>
                          </w:p>
                          <w:p w:rsidR="00EF624A" w:rsidRPr="00A56F65" w:rsidRDefault="00EF624A" w:rsidP="003578D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8" style="position:absolute;margin-left:522.45pt;margin-top:12.95pt;width:130.5pt;height:126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EF624A" w:rsidRDefault="00EF624A" w:rsidP="003578D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7F755A" w:rsidRPr="00494B6F" w:rsidRDefault="007F755A" w:rsidP="007F755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94B6F">
                        <w:rPr>
                          <w:b/>
                          <w:sz w:val="16"/>
                          <w:szCs w:val="16"/>
                        </w:rPr>
                        <w:t>FINANCIAL PLANNING &amp; ANALYSIS</w:t>
                      </w:r>
                    </w:p>
                    <w:p w:rsidR="00494B6F" w:rsidRDefault="00C66025" w:rsidP="003578D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56F65">
                        <w:rPr>
                          <w:b/>
                          <w:sz w:val="16"/>
                          <w:szCs w:val="16"/>
                        </w:rPr>
                        <w:t>ANDY GLADIN</w:t>
                      </w:r>
                    </w:p>
                    <w:p w:rsidR="00EF624A" w:rsidRDefault="00EF624A" w:rsidP="003578D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94B6F">
                        <w:rPr>
                          <w:sz w:val="16"/>
                          <w:szCs w:val="16"/>
                        </w:rPr>
                        <w:t>IOANNIS TSOLKAS</w:t>
                      </w: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94B6F">
                        <w:rPr>
                          <w:sz w:val="16"/>
                          <w:szCs w:val="16"/>
                        </w:rPr>
                        <w:t>ELLEN FRASER</w:t>
                      </w: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94B6F">
                        <w:rPr>
                          <w:sz w:val="16"/>
                          <w:szCs w:val="16"/>
                        </w:rPr>
                        <w:t>LAURA GILBERT</w:t>
                      </w:r>
                    </w:p>
                    <w:p w:rsidR="00EF624A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94B6F">
                        <w:rPr>
                          <w:sz w:val="16"/>
                          <w:szCs w:val="16"/>
                        </w:rPr>
                        <w:t>NAOMI RICHARDSON</w:t>
                      </w:r>
                    </w:p>
                    <w:p w:rsidR="00394329" w:rsidRPr="00494B6F" w:rsidRDefault="00394329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KRYSTYNA HENDERSON</w:t>
                      </w: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94B6F">
                        <w:rPr>
                          <w:rFonts w:cs="Arial"/>
                          <w:sz w:val="16"/>
                          <w:szCs w:val="16"/>
                        </w:rPr>
                        <w:t>HENRIETTA HARCSA</w:t>
                      </w:r>
                      <w:r w:rsidR="00642EEC">
                        <w:rPr>
                          <w:rFonts w:cs="Arial"/>
                          <w:sz w:val="16"/>
                          <w:szCs w:val="16"/>
                        </w:rPr>
                        <w:t xml:space="preserve"> (T)</w:t>
                      </w:r>
                    </w:p>
                    <w:p w:rsidR="00EF624A" w:rsidRPr="00494B6F" w:rsidRDefault="00EF624A" w:rsidP="00EF624A">
                      <w:pPr>
                        <w:pStyle w:val="NoSpacing"/>
                        <w:jc w:val="center"/>
                        <w:rPr>
                          <w:rFonts w:cs="Arial"/>
                        </w:rPr>
                      </w:pPr>
                      <w:r w:rsidRPr="00494B6F">
                        <w:rPr>
                          <w:rFonts w:cs="Arial"/>
                          <w:sz w:val="16"/>
                          <w:szCs w:val="16"/>
                        </w:rPr>
                        <w:t>VI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C</w:t>
                      </w:r>
                      <w:r w:rsidRPr="00494B6F">
                        <w:rPr>
                          <w:rFonts w:cs="Arial"/>
                          <w:sz w:val="16"/>
                          <w:szCs w:val="16"/>
                        </w:rPr>
                        <w:t>TORIA ELLAH</w:t>
                      </w:r>
                    </w:p>
                    <w:p w:rsidR="00EF624A" w:rsidRPr="00A56F65" w:rsidRDefault="00EF624A" w:rsidP="003578D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BC7180" wp14:editId="325AFB6A">
                <wp:simplePos x="0" y="0"/>
                <wp:positionH relativeFrom="column">
                  <wp:posOffset>4463415</wp:posOffset>
                </wp:positionH>
                <wp:positionV relativeFrom="paragraph">
                  <wp:posOffset>183515</wp:posOffset>
                </wp:positionV>
                <wp:extent cx="1704975" cy="16002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600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624A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F755A" w:rsidRPr="00C27836" w:rsidRDefault="007F755A" w:rsidP="007F755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PURCHASING</w:t>
                            </w:r>
                          </w:p>
                          <w:p w:rsidR="00494B6F" w:rsidRDefault="00494B6F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6F65">
                              <w:rPr>
                                <w:b/>
                                <w:sz w:val="16"/>
                                <w:szCs w:val="16"/>
                              </w:rPr>
                              <w:t>GLEN HUMBLES</w:t>
                            </w:r>
                          </w:p>
                          <w:p w:rsidR="00EF624A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91527C" w:rsidRPr="00394329" w:rsidRDefault="0091527C" w:rsidP="00EF624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94329">
                              <w:rPr>
                                <w:b/>
                                <w:sz w:val="16"/>
                                <w:szCs w:val="16"/>
                              </w:rPr>
                              <w:t>SARAH HADLAND</w:t>
                            </w:r>
                          </w:p>
                          <w:p w:rsidR="00EF624A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PETE CROWE</w:t>
                            </w:r>
                            <w:r w:rsidRPr="00B40C1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EF624A" w:rsidRPr="00C27836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DEE CORDWELL</w:t>
                            </w:r>
                          </w:p>
                          <w:p w:rsidR="00EF624A" w:rsidRPr="00C27836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MARK PAPWORTH</w:t>
                            </w:r>
                          </w:p>
                          <w:p w:rsidR="00EF624A" w:rsidRDefault="00EF624A" w:rsidP="00EF624A">
                            <w:pPr>
                              <w:pStyle w:val="NoSpacing"/>
                              <w:jc w:val="center"/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CELESTE FRANCIS</w:t>
                            </w:r>
                          </w:p>
                          <w:p w:rsidR="00EF624A" w:rsidRDefault="00EF624A" w:rsidP="00EF624A">
                            <w:pPr>
                              <w:pStyle w:val="NoSpacing"/>
                              <w:jc w:val="center"/>
                            </w:pPr>
                          </w:p>
                          <w:p w:rsidR="00EF624A" w:rsidRPr="00A56F65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351.45pt;margin-top:14.45pt;width:134.25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EF624A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7F755A" w:rsidRPr="00C27836" w:rsidRDefault="007F755A" w:rsidP="007F755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PURCHASING</w:t>
                      </w:r>
                    </w:p>
                    <w:p w:rsidR="00494B6F" w:rsidRDefault="00494B6F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56F65">
                        <w:rPr>
                          <w:b/>
                          <w:sz w:val="16"/>
                          <w:szCs w:val="16"/>
                        </w:rPr>
                        <w:t>GLEN HUMBLES</w:t>
                      </w:r>
                    </w:p>
                    <w:p w:rsidR="00EF624A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91527C" w:rsidRPr="00394329" w:rsidRDefault="0091527C" w:rsidP="00EF624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394329">
                        <w:rPr>
                          <w:b/>
                          <w:sz w:val="16"/>
                          <w:szCs w:val="16"/>
                        </w:rPr>
                        <w:t>SARAH HADLAND</w:t>
                      </w:r>
                    </w:p>
                    <w:p w:rsidR="00EF624A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PETE CROWE</w:t>
                      </w:r>
                      <w:r w:rsidRPr="00B40C1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EF624A" w:rsidRPr="00C27836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DEE CORDWELL</w:t>
                      </w:r>
                    </w:p>
                    <w:p w:rsidR="00EF624A" w:rsidRPr="00C27836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MARK PAPWORTH</w:t>
                      </w:r>
                    </w:p>
                    <w:p w:rsidR="00EF624A" w:rsidRDefault="00EF624A" w:rsidP="00EF624A">
                      <w:pPr>
                        <w:pStyle w:val="NoSpacing"/>
                        <w:jc w:val="center"/>
                      </w:pPr>
                      <w:r w:rsidRPr="00C27836">
                        <w:rPr>
                          <w:sz w:val="16"/>
                          <w:szCs w:val="16"/>
                        </w:rPr>
                        <w:t>CELESTE FRANCIS</w:t>
                      </w:r>
                    </w:p>
                    <w:p w:rsidR="00EF624A" w:rsidRDefault="00EF624A" w:rsidP="00EF624A">
                      <w:pPr>
                        <w:pStyle w:val="NoSpacing"/>
                        <w:jc w:val="center"/>
                      </w:pPr>
                    </w:p>
                    <w:p w:rsidR="00EF624A" w:rsidRPr="00A56F65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6BE906" wp14:editId="31D76B04">
                <wp:simplePos x="0" y="0"/>
                <wp:positionH relativeFrom="column">
                  <wp:posOffset>2406015</wp:posOffset>
                </wp:positionH>
                <wp:positionV relativeFrom="paragraph">
                  <wp:posOffset>183515</wp:posOffset>
                </wp:positionV>
                <wp:extent cx="1638300" cy="15906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5906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755A" w:rsidRPr="00C27836" w:rsidRDefault="007F755A" w:rsidP="007F755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FINANCIAL </w:t>
                            </w: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SYSTEMS</w:t>
                            </w:r>
                          </w:p>
                          <w:p w:rsidR="0074243A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6F65">
                              <w:rPr>
                                <w:b/>
                                <w:sz w:val="16"/>
                                <w:szCs w:val="16"/>
                              </w:rPr>
                              <w:t>KEITH ADAMS</w:t>
                            </w:r>
                          </w:p>
                          <w:p w:rsidR="00EF624A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EF624A" w:rsidRPr="00C27836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ALI DEZ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YANIAN</w:t>
                            </w:r>
                          </w:p>
                          <w:p w:rsidR="00EF624A" w:rsidRPr="00A56F65" w:rsidRDefault="00EF624A" w:rsidP="00EF624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6F65">
                              <w:rPr>
                                <w:b/>
                                <w:sz w:val="16"/>
                                <w:szCs w:val="16"/>
                              </w:rPr>
                              <w:t>MIKE BLACK</w:t>
                            </w:r>
                          </w:p>
                          <w:p w:rsidR="00EF624A" w:rsidRDefault="00EF624A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MICHEAL HERLIHY</w:t>
                            </w:r>
                          </w:p>
                          <w:p w:rsidR="007A2BA0" w:rsidRDefault="007A2BA0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SIMON LEE</w:t>
                            </w:r>
                          </w:p>
                          <w:p w:rsidR="00642EEC" w:rsidRPr="00C27836" w:rsidRDefault="00642EEC" w:rsidP="00EF624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624A" w:rsidRPr="00A56F65" w:rsidRDefault="00EF624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74243A" w:rsidRPr="00C27836" w:rsidRDefault="0074243A" w:rsidP="0074243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0" style="position:absolute;margin-left:189.45pt;margin-top:14.45pt;width:129pt;height:12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F755A" w:rsidRPr="00C27836" w:rsidRDefault="007F755A" w:rsidP="007F755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FINANCIAL </w:t>
                      </w:r>
                      <w:r w:rsidRPr="00C27836">
                        <w:rPr>
                          <w:b/>
                          <w:sz w:val="16"/>
                          <w:szCs w:val="16"/>
                        </w:rPr>
                        <w:t>SYSTEMS</w:t>
                      </w:r>
                    </w:p>
                    <w:p w:rsidR="0074243A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56F65">
                        <w:rPr>
                          <w:b/>
                          <w:sz w:val="16"/>
                          <w:szCs w:val="16"/>
                        </w:rPr>
                        <w:t>KEITH ADAMS</w:t>
                      </w:r>
                    </w:p>
                    <w:p w:rsidR="00EF624A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EF624A" w:rsidRPr="00C27836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ALI DEZ</w:t>
                      </w:r>
                      <w:r>
                        <w:rPr>
                          <w:sz w:val="16"/>
                          <w:szCs w:val="16"/>
                        </w:rPr>
                        <w:t>YANIAN</w:t>
                      </w:r>
                    </w:p>
                    <w:p w:rsidR="00EF624A" w:rsidRPr="00A56F65" w:rsidRDefault="00EF624A" w:rsidP="00EF624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56F65">
                        <w:rPr>
                          <w:b/>
                          <w:sz w:val="16"/>
                          <w:szCs w:val="16"/>
                        </w:rPr>
                        <w:t>MIKE BLACK</w:t>
                      </w:r>
                    </w:p>
                    <w:p w:rsidR="00EF624A" w:rsidRDefault="00EF624A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MICHEAL HERLIHY</w:t>
                      </w:r>
                    </w:p>
                    <w:p w:rsidR="007A2BA0" w:rsidRDefault="007A2BA0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SIMON LEE</w:t>
                      </w:r>
                    </w:p>
                    <w:p w:rsidR="00642EEC" w:rsidRPr="00C27836" w:rsidRDefault="00642EEC" w:rsidP="00EF624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EF624A" w:rsidRPr="00A56F65" w:rsidRDefault="00EF624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74243A" w:rsidRPr="00C27836" w:rsidRDefault="0074243A" w:rsidP="0074243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313825" wp14:editId="6B43A60D">
                <wp:simplePos x="0" y="0"/>
                <wp:positionH relativeFrom="column">
                  <wp:posOffset>177165</wp:posOffset>
                </wp:positionH>
                <wp:positionV relativeFrom="paragraph">
                  <wp:posOffset>173990</wp:posOffset>
                </wp:positionV>
                <wp:extent cx="1647825" cy="33337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43A" w:rsidRPr="00C27836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FINANCIAL CONTRO</w:t>
                            </w:r>
                            <w:r w:rsidR="00494B6F">
                              <w:rPr>
                                <w:b/>
                                <w:sz w:val="16"/>
                                <w:szCs w:val="16"/>
                              </w:rPr>
                              <w:t>LLER</w:t>
                            </w:r>
                          </w:p>
                          <w:p w:rsidR="0074243A" w:rsidRPr="00EF624A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F624A">
                              <w:rPr>
                                <w:b/>
                                <w:sz w:val="16"/>
                                <w:szCs w:val="16"/>
                              </w:rPr>
                              <w:t>ASHLEY WANG</w:t>
                            </w:r>
                          </w:p>
                          <w:p w:rsidR="0074243A" w:rsidRDefault="007424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1" style="position:absolute;margin-left:13.95pt;margin-top:13.7pt;width:129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4243A" w:rsidRPr="00C27836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FINANCIAL CONTRO</w:t>
                      </w:r>
                      <w:r w:rsidR="00494B6F">
                        <w:rPr>
                          <w:b/>
                          <w:sz w:val="16"/>
                          <w:szCs w:val="16"/>
                        </w:rPr>
                        <w:t>LLER</w:t>
                      </w:r>
                    </w:p>
                    <w:p w:rsidR="0074243A" w:rsidRPr="00EF624A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EF624A">
                        <w:rPr>
                          <w:b/>
                          <w:sz w:val="16"/>
                          <w:szCs w:val="16"/>
                        </w:rPr>
                        <w:t>ASHLEY WANG</w:t>
                      </w:r>
                    </w:p>
                    <w:p w:rsidR="0074243A" w:rsidRDefault="0074243A"/>
                  </w:txbxContent>
                </v:textbox>
              </v:rect>
            </w:pict>
          </mc:Fallback>
        </mc:AlternateContent>
      </w:r>
    </w:p>
    <w:p w:rsidR="0074243A" w:rsidRDefault="001E5B3A" w:rsidP="0074243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816C7A9" wp14:editId="3CF6614E">
                <wp:simplePos x="0" y="0"/>
                <wp:positionH relativeFrom="column">
                  <wp:posOffset>2091690</wp:posOffset>
                </wp:positionH>
                <wp:positionV relativeFrom="paragraph">
                  <wp:posOffset>31750</wp:posOffset>
                </wp:positionV>
                <wp:extent cx="9525" cy="4914900"/>
                <wp:effectExtent l="0" t="0" r="28575" b="1905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914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7pt,2.5pt" to="165.45pt,3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2FFCF0B" wp14:editId="3AB6AD71">
                <wp:simplePos x="0" y="0"/>
                <wp:positionH relativeFrom="column">
                  <wp:posOffset>1834515</wp:posOffset>
                </wp:positionH>
                <wp:positionV relativeFrom="paragraph">
                  <wp:posOffset>31750</wp:posOffset>
                </wp:positionV>
                <wp:extent cx="2667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45pt,2.5pt" to="165.4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="00D85D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D2896BB" wp14:editId="692B2CC4">
                <wp:simplePos x="0" y="0"/>
                <wp:positionH relativeFrom="column">
                  <wp:posOffset>2063115</wp:posOffset>
                </wp:positionH>
                <wp:positionV relativeFrom="paragraph">
                  <wp:posOffset>260350</wp:posOffset>
                </wp:positionV>
                <wp:extent cx="0" cy="0"/>
                <wp:effectExtent l="0" t="0" r="0" b="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0" o:spid="_x0000_s1026" style="position:absolute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45pt,20.5pt" to="162.4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" strokecolor="#5b9bd5 [3204]" strokeweight=".5pt">
                <v:stroke joinstyle="miter"/>
              </v:line>
            </w:pict>
          </mc:Fallback>
        </mc:AlternateContent>
      </w:r>
    </w:p>
    <w:p w:rsidR="006D71CC" w:rsidRPr="0074243A" w:rsidRDefault="0004468B" w:rsidP="00733114">
      <w:pPr>
        <w:tabs>
          <w:tab w:val="left" w:pos="3255"/>
        </w:tabs>
        <w:ind w:left="-709"/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67DF545" wp14:editId="49372FA8">
                <wp:simplePos x="0" y="0"/>
                <wp:positionH relativeFrom="margin">
                  <wp:posOffset>177165</wp:posOffset>
                </wp:positionH>
                <wp:positionV relativeFrom="paragraph">
                  <wp:posOffset>3641725</wp:posOffset>
                </wp:positionV>
                <wp:extent cx="1638300" cy="2181225"/>
                <wp:effectExtent l="0" t="0" r="19050" b="2857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181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85DB0" w:rsidRPr="00C27836" w:rsidRDefault="00D85DB0" w:rsidP="0077166C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FEES, INCOME, CREDIT CONTROL</w:t>
                            </w:r>
                            <w:r w:rsidR="0077166C" w:rsidRPr="0077166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7166C" w:rsidRPr="00AF03F1">
                              <w:rPr>
                                <w:b/>
                                <w:sz w:val="16"/>
                                <w:szCs w:val="16"/>
                              </w:rPr>
                              <w:t>GLENN RUANE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LINDA SCLANDERS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MARGARET BENJAMIN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SANDY DALY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CHEWIE TEAPE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>LINE CO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EUR-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>DE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>LION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MALCOLM BIRD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MATT GRIERSON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ALEX NOAKES</w:t>
                            </w:r>
                          </w:p>
                          <w:p w:rsidR="0077166C" w:rsidRDefault="00186F40" w:rsidP="004E08BE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CRAIG SMITH</w:t>
                            </w:r>
                            <w:r w:rsidR="004E08BE" w:rsidRPr="004E08B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4E08BE" w:rsidRPr="0077166C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7166C">
                              <w:rPr>
                                <w:sz w:val="16"/>
                                <w:szCs w:val="16"/>
                              </w:rPr>
                              <w:t>SHERRY VAID</w:t>
                            </w:r>
                          </w:p>
                          <w:p w:rsidR="004E08BE" w:rsidRPr="00C27836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ISI DOSSO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>HON</w:t>
                            </w:r>
                          </w:p>
                          <w:p w:rsidR="004E08BE" w:rsidRPr="00C27836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SEJAL H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ARSIYANI</w:t>
                            </w:r>
                          </w:p>
                          <w:p w:rsidR="004E08BE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ADRIAN ELLIS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(T)</w:t>
                            </w:r>
                          </w:p>
                          <w:p w:rsidR="004E08BE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GEORGINA  STEWART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(M)</w:t>
                            </w:r>
                          </w:p>
                          <w:p w:rsidR="004E08BE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VALLINY CARDOSO</w:t>
                            </w:r>
                          </w:p>
                          <w:p w:rsidR="00186F40" w:rsidRDefault="00186F4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6F40" w:rsidRDefault="00186F4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6F40" w:rsidRPr="00C27836" w:rsidRDefault="00186F4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CRAIG SMITH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2" o:spid="_x0000_s1032" style="position:absolute;left:0;text-align:left;margin-left:13.95pt;margin-top:286.75pt;width:129pt;height:171.7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textbox>
                  <w:txbxContent>
                    <w:p w:rsidR="00D85DB0" w:rsidRPr="00C27836" w:rsidRDefault="00D85DB0" w:rsidP="0077166C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FEES, INCOME, CREDIT CONTROL</w:t>
                      </w:r>
                      <w:r w:rsidR="0077166C" w:rsidRPr="0077166C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77166C" w:rsidRPr="00AF03F1">
                        <w:rPr>
                          <w:b/>
                          <w:sz w:val="16"/>
                          <w:szCs w:val="16"/>
                        </w:rPr>
                        <w:t>GLENN RUANE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LINDA SCLANDERS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MARGARET BENJAMIN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SANDY DALY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CHEWIE TEAPE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NO</w:t>
                      </w:r>
                      <w:r>
                        <w:rPr>
                          <w:sz w:val="16"/>
                          <w:szCs w:val="16"/>
                        </w:rPr>
                        <w:t>E</w:t>
                      </w:r>
                      <w:r w:rsidRPr="00C27836">
                        <w:rPr>
                          <w:sz w:val="16"/>
                          <w:szCs w:val="16"/>
                        </w:rPr>
                        <w:t>LINE CO</w:t>
                      </w:r>
                      <w:r>
                        <w:rPr>
                          <w:sz w:val="16"/>
                          <w:szCs w:val="16"/>
                        </w:rPr>
                        <w:t>EUR-</w:t>
                      </w:r>
                      <w:r w:rsidRPr="00C27836">
                        <w:rPr>
                          <w:sz w:val="16"/>
                          <w:szCs w:val="16"/>
                        </w:rPr>
                        <w:t>DE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C27836">
                        <w:rPr>
                          <w:sz w:val="16"/>
                          <w:szCs w:val="16"/>
                        </w:rPr>
                        <w:t>LION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MALCOLM BIRD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MATT GRIERSON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ALEX NOAKES</w:t>
                      </w:r>
                    </w:p>
                    <w:p w:rsidR="0077166C" w:rsidRDefault="00186F40" w:rsidP="004E08BE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CRAIG SMITH</w:t>
                      </w:r>
                      <w:r w:rsidR="004E08BE" w:rsidRPr="004E08B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:rsidR="004E08BE" w:rsidRPr="0077166C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7166C">
                        <w:rPr>
                          <w:sz w:val="16"/>
                          <w:szCs w:val="16"/>
                        </w:rPr>
                        <w:t>SHERRY VAID</w:t>
                      </w:r>
                    </w:p>
                    <w:p w:rsidR="004E08BE" w:rsidRPr="00C27836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ISI DOSSO</w:t>
                      </w: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Pr="00C27836">
                        <w:rPr>
                          <w:sz w:val="16"/>
                          <w:szCs w:val="16"/>
                        </w:rPr>
                        <w:t>HON</w:t>
                      </w:r>
                    </w:p>
                    <w:p w:rsidR="004E08BE" w:rsidRPr="00C27836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SEJAL H</w:t>
                      </w:r>
                      <w:r>
                        <w:rPr>
                          <w:sz w:val="16"/>
                          <w:szCs w:val="16"/>
                        </w:rPr>
                        <w:t>ARSIYANI</w:t>
                      </w:r>
                    </w:p>
                    <w:p w:rsidR="004E08BE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ADRIAN ELLIS</w:t>
                      </w:r>
                      <w:r>
                        <w:rPr>
                          <w:sz w:val="16"/>
                          <w:szCs w:val="16"/>
                        </w:rPr>
                        <w:t xml:space="preserve"> (T)</w:t>
                      </w:r>
                    </w:p>
                    <w:p w:rsidR="004E08BE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GEORGINA  STEWART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(M)</w:t>
                      </w:r>
                    </w:p>
                    <w:p w:rsidR="004E08BE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VALLINY CARDOSO</w:t>
                      </w:r>
                    </w:p>
                    <w:p w:rsidR="00186F40" w:rsidRDefault="00186F4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186F40" w:rsidRDefault="00186F4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186F40" w:rsidRPr="00C27836" w:rsidRDefault="00186F4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CRAIG SMITH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30170D1" wp14:editId="7951E37B">
                <wp:simplePos x="0" y="0"/>
                <wp:positionH relativeFrom="margin">
                  <wp:posOffset>177165</wp:posOffset>
                </wp:positionH>
                <wp:positionV relativeFrom="paragraph">
                  <wp:posOffset>2574925</wp:posOffset>
                </wp:positionV>
                <wp:extent cx="1638300" cy="933450"/>
                <wp:effectExtent l="0" t="0" r="19050" b="1905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PAYROLL</w:t>
                            </w:r>
                          </w:p>
                          <w:p w:rsidR="00D85DB0" w:rsidRPr="00A56F65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56F65">
                              <w:rPr>
                                <w:b/>
                                <w:sz w:val="16"/>
                                <w:szCs w:val="16"/>
                              </w:rPr>
                              <w:t>BEN HANCOCK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NORBERT SEVERIN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DOM BURCHNALL</w:t>
                            </w: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VAIV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Pr="00C27836">
                              <w:rPr>
                                <w:sz w:val="16"/>
                                <w:szCs w:val="16"/>
                              </w:rPr>
                              <w:t xml:space="preserve"> BAJOR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IENE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SUE PERRY</w:t>
                            </w:r>
                          </w:p>
                          <w:p w:rsidR="007A2BA0" w:rsidRDefault="007A2BA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ALEX KPADEH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33" style="position:absolute;left:0;text-align:left;margin-left:13.95pt;margin-top:202.75pt;width:129pt;height:73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PAYROLL</w:t>
                      </w:r>
                    </w:p>
                    <w:p w:rsidR="00D85DB0" w:rsidRPr="00A56F65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56F65">
                        <w:rPr>
                          <w:b/>
                          <w:sz w:val="16"/>
                          <w:szCs w:val="16"/>
                        </w:rPr>
                        <w:t>BEN HANCOCK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NORBERT SEVERIN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DOM BURCHNALL</w:t>
                      </w: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VAIV</w:t>
                      </w:r>
                      <w:r>
                        <w:rPr>
                          <w:sz w:val="16"/>
                          <w:szCs w:val="16"/>
                        </w:rPr>
                        <w:t>A</w:t>
                      </w:r>
                      <w:r w:rsidRPr="00C27836">
                        <w:rPr>
                          <w:sz w:val="16"/>
                          <w:szCs w:val="16"/>
                        </w:rPr>
                        <w:t xml:space="preserve"> BAJOR</w:t>
                      </w:r>
                      <w:r>
                        <w:rPr>
                          <w:sz w:val="16"/>
                          <w:szCs w:val="16"/>
                        </w:rPr>
                        <w:t>IENE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SUE PERRY</w:t>
                      </w:r>
                    </w:p>
                    <w:p w:rsidR="007A2BA0" w:rsidRDefault="007A2BA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ALEX KPADEH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590D28E" wp14:editId="2FEA6894">
                <wp:simplePos x="0" y="0"/>
                <wp:positionH relativeFrom="margin">
                  <wp:posOffset>177165</wp:posOffset>
                </wp:positionH>
                <wp:positionV relativeFrom="paragraph">
                  <wp:posOffset>2012950</wp:posOffset>
                </wp:positionV>
                <wp:extent cx="1638300" cy="438150"/>
                <wp:effectExtent l="0" t="0" r="19050" b="190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TAX</w:t>
                            </w:r>
                          </w:p>
                          <w:p w:rsidR="00D85DB0" w:rsidRP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85DB0">
                              <w:rPr>
                                <w:b/>
                                <w:sz w:val="16"/>
                                <w:szCs w:val="16"/>
                              </w:rPr>
                              <w:t>STEVE PARSONS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RUDY GHOSH</w:t>
                            </w:r>
                          </w:p>
                          <w:p w:rsidR="00D85DB0" w:rsidRDefault="00D85DB0" w:rsidP="00D85DB0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D85DB0" w:rsidRPr="00C27836" w:rsidRDefault="00D85DB0" w:rsidP="00D85DB0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4" o:spid="_x0000_s1034" style="position:absolute;left:0;text-align:left;margin-left:13.95pt;margin-top:158.5pt;width:129pt;height:34.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TAX</w:t>
                      </w:r>
                    </w:p>
                    <w:p w:rsidR="00D85DB0" w:rsidRPr="00D85DB0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85DB0">
                        <w:rPr>
                          <w:b/>
                          <w:sz w:val="16"/>
                          <w:szCs w:val="16"/>
                        </w:rPr>
                        <w:t>STEVE PARSONS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RUDY GHOSH</w:t>
                      </w:r>
                    </w:p>
                    <w:p w:rsidR="00D85DB0" w:rsidRDefault="00D85DB0" w:rsidP="00D85DB0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D85DB0" w:rsidRPr="00C27836" w:rsidRDefault="00D85DB0" w:rsidP="00D85DB0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EBACB2F" wp14:editId="6F11A69C">
                <wp:simplePos x="0" y="0"/>
                <wp:positionH relativeFrom="column">
                  <wp:posOffset>176530</wp:posOffset>
                </wp:positionH>
                <wp:positionV relativeFrom="paragraph">
                  <wp:posOffset>1374775</wp:posOffset>
                </wp:positionV>
                <wp:extent cx="1628775" cy="5619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1789" w:rsidRPr="00421789" w:rsidRDefault="00421789" w:rsidP="00421789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21789">
                              <w:rPr>
                                <w:b/>
                                <w:sz w:val="16"/>
                                <w:szCs w:val="16"/>
                              </w:rPr>
                              <w:t>CATERING FINANCE</w:t>
                            </w:r>
                          </w:p>
                          <w:p w:rsidR="00421789" w:rsidRPr="0077166C" w:rsidRDefault="00421789" w:rsidP="00421789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7166C">
                              <w:rPr>
                                <w:b/>
                                <w:sz w:val="16"/>
                                <w:szCs w:val="16"/>
                              </w:rPr>
                              <w:t>CLAUDETTE SMALL</w:t>
                            </w:r>
                          </w:p>
                          <w:p w:rsidR="00421789" w:rsidRPr="00421789" w:rsidRDefault="00421789" w:rsidP="00421789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21789">
                              <w:rPr>
                                <w:sz w:val="16"/>
                                <w:szCs w:val="16"/>
                              </w:rPr>
                              <w:t>GABOR JEGA-SZABO</w:t>
                            </w:r>
                          </w:p>
                          <w:p w:rsidR="00421789" w:rsidRPr="00421789" w:rsidRDefault="00421789" w:rsidP="0042178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21789">
                              <w:rPr>
                                <w:sz w:val="16"/>
                                <w:szCs w:val="16"/>
                              </w:rPr>
                              <w:t xml:space="preserve">NIRASHA </w:t>
                            </w:r>
                            <w:r w:rsidR="0004468B">
                              <w:rPr>
                                <w:sz w:val="16"/>
                                <w:szCs w:val="16"/>
                              </w:rPr>
                              <w:t>PERERA</w:t>
                            </w:r>
                            <w:r w:rsidR="0077166C">
                              <w:rPr>
                                <w:sz w:val="16"/>
                                <w:szCs w:val="16"/>
                              </w:rPr>
                              <w:t xml:space="preserve"> (M)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5" style="position:absolute;left:0;text-align:left;margin-left:13.9pt;margin-top:108.25pt;width:128.25pt;height:44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421789" w:rsidRPr="00421789" w:rsidRDefault="00421789" w:rsidP="00421789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21789">
                        <w:rPr>
                          <w:b/>
                          <w:sz w:val="16"/>
                          <w:szCs w:val="16"/>
                        </w:rPr>
                        <w:t>CATERING FINANCE</w:t>
                      </w:r>
                    </w:p>
                    <w:p w:rsidR="00421789" w:rsidRPr="0077166C" w:rsidRDefault="00421789" w:rsidP="00421789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77166C">
                        <w:rPr>
                          <w:b/>
                          <w:sz w:val="16"/>
                          <w:szCs w:val="16"/>
                        </w:rPr>
                        <w:t>CLAUDETTE SMALL</w:t>
                      </w:r>
                    </w:p>
                    <w:p w:rsidR="00421789" w:rsidRPr="00421789" w:rsidRDefault="00421789" w:rsidP="00421789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421789">
                        <w:rPr>
                          <w:sz w:val="16"/>
                          <w:szCs w:val="16"/>
                        </w:rPr>
                        <w:t>GABOR JEGA-SZABO</w:t>
                      </w:r>
                    </w:p>
                    <w:p w:rsidR="00421789" w:rsidRPr="00421789" w:rsidRDefault="00421789" w:rsidP="0042178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21789">
                        <w:rPr>
                          <w:sz w:val="16"/>
                          <w:szCs w:val="16"/>
                        </w:rPr>
                        <w:t xml:space="preserve">NIRASHA </w:t>
                      </w:r>
                      <w:r w:rsidR="0004468B">
                        <w:rPr>
                          <w:sz w:val="16"/>
                          <w:szCs w:val="16"/>
                        </w:rPr>
                        <w:t>PERERA</w:t>
                      </w:r>
                      <w:r w:rsidR="0077166C">
                        <w:rPr>
                          <w:sz w:val="16"/>
                          <w:szCs w:val="16"/>
                        </w:rPr>
                        <w:t xml:space="preserve"> (M)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3319507" wp14:editId="702EE5A9">
                <wp:simplePos x="0" y="0"/>
                <wp:positionH relativeFrom="column">
                  <wp:posOffset>177165</wp:posOffset>
                </wp:positionH>
                <wp:positionV relativeFrom="paragraph">
                  <wp:posOffset>12700</wp:posOffset>
                </wp:positionV>
                <wp:extent cx="1647825" cy="3238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66C" w:rsidRDefault="0077166C" w:rsidP="0077166C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KY TAO</w:t>
                            </w:r>
                          </w:p>
                          <w:p w:rsidR="004E08BE" w:rsidRPr="00E322E4" w:rsidRDefault="004E08BE" w:rsidP="004E08BE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PENNY YIASEMIDOU</w:t>
                            </w:r>
                          </w:p>
                          <w:p w:rsidR="004E08BE" w:rsidRDefault="004E08BE" w:rsidP="004E08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6" style="position:absolute;left:0;text-align:left;margin-left:13.95pt;margin-top:1pt;width:129.75pt;height:25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7166C" w:rsidRDefault="0077166C" w:rsidP="0077166C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KY TAO</w:t>
                      </w:r>
                    </w:p>
                    <w:p w:rsidR="004E08BE" w:rsidRPr="00E322E4" w:rsidRDefault="004E08BE" w:rsidP="004E08BE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PENNY YIASEMIDOU</w:t>
                      </w:r>
                    </w:p>
                    <w:p w:rsidR="004E08BE" w:rsidRDefault="004E08BE" w:rsidP="004E08B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2D8678" wp14:editId="378C9006">
                <wp:simplePos x="0" y="0"/>
                <wp:positionH relativeFrom="margin">
                  <wp:posOffset>177165</wp:posOffset>
                </wp:positionH>
                <wp:positionV relativeFrom="paragraph">
                  <wp:posOffset>450850</wp:posOffset>
                </wp:positionV>
                <wp:extent cx="1666875" cy="82867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43A" w:rsidRDefault="0074243A" w:rsidP="0074243A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FINANCIAL CONTROL</w:t>
                            </w:r>
                          </w:p>
                          <w:p w:rsidR="00173C19" w:rsidRPr="0077166C" w:rsidRDefault="0077166C" w:rsidP="00173C19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THERESA KOK-</w:t>
                            </w:r>
                            <w:r w:rsidR="00173C19" w:rsidRPr="0077166C">
                              <w:rPr>
                                <w:b/>
                                <w:sz w:val="16"/>
                                <w:szCs w:val="16"/>
                              </w:rPr>
                              <w:t xml:space="preserve">SHUN </w:t>
                            </w:r>
                          </w:p>
                          <w:p w:rsidR="00BA040B" w:rsidRPr="00E322E4" w:rsidRDefault="00BA040B" w:rsidP="00173C19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RENATA URBANCZYK</w:t>
                            </w:r>
                          </w:p>
                          <w:p w:rsidR="00B16534" w:rsidRPr="00E322E4" w:rsidRDefault="00B16534" w:rsidP="0074243A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IRIN WU</w:t>
                            </w:r>
                          </w:p>
                          <w:p w:rsidR="00D952ED" w:rsidRPr="00E322E4" w:rsidRDefault="00D952ED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JAVERIA PARVEZ</w:t>
                            </w:r>
                          </w:p>
                          <w:p w:rsidR="004C03A5" w:rsidRDefault="004C03A5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322E4">
                              <w:rPr>
                                <w:sz w:val="16"/>
                                <w:szCs w:val="16"/>
                              </w:rPr>
                              <w:t>ROSHNI BHUDIA</w:t>
                            </w:r>
                          </w:p>
                          <w:p w:rsidR="007A2BA0" w:rsidRPr="00D952ED" w:rsidRDefault="007A2BA0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F03F1" w:rsidRDefault="00AF03F1" w:rsidP="00A56F65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A56F65" w:rsidRPr="00C27836" w:rsidRDefault="00A56F65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4243A" w:rsidRPr="00C27836" w:rsidRDefault="0074243A" w:rsidP="00A56F65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7" style="position:absolute;left:0;text-align:left;margin-left:13.95pt;margin-top:35.5pt;width:131.25pt;height:65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74243A" w:rsidRDefault="0074243A" w:rsidP="0074243A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FINANCIAL CONTROL</w:t>
                      </w:r>
                    </w:p>
                    <w:p w:rsidR="00173C19" w:rsidRPr="0077166C" w:rsidRDefault="0077166C" w:rsidP="00173C19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THERESA KOK-</w:t>
                      </w:r>
                      <w:r w:rsidR="00173C19" w:rsidRPr="0077166C">
                        <w:rPr>
                          <w:b/>
                          <w:sz w:val="16"/>
                          <w:szCs w:val="16"/>
                        </w:rPr>
                        <w:t xml:space="preserve">SHUN </w:t>
                      </w:r>
                    </w:p>
                    <w:p w:rsidR="00BA040B" w:rsidRPr="00E322E4" w:rsidRDefault="00BA040B" w:rsidP="00173C19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RENATA URBANCZYK</w:t>
                      </w:r>
                    </w:p>
                    <w:p w:rsidR="00B16534" w:rsidRPr="00E322E4" w:rsidRDefault="00B16534" w:rsidP="0074243A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IRIN WU</w:t>
                      </w:r>
                    </w:p>
                    <w:p w:rsidR="00D952ED" w:rsidRPr="00E322E4" w:rsidRDefault="00D952ED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JAVERIA PARVEZ</w:t>
                      </w:r>
                    </w:p>
                    <w:p w:rsidR="004C03A5" w:rsidRDefault="004C03A5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322E4">
                        <w:rPr>
                          <w:sz w:val="16"/>
                          <w:szCs w:val="16"/>
                        </w:rPr>
                        <w:t>ROSHNI BHUDIA</w:t>
                      </w:r>
                    </w:p>
                    <w:p w:rsidR="007A2BA0" w:rsidRPr="00D952ED" w:rsidRDefault="007A2BA0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F03F1" w:rsidRDefault="00AF03F1" w:rsidP="00A56F65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A56F65" w:rsidRPr="00C27836" w:rsidRDefault="00A56F65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74243A" w:rsidRPr="00C27836" w:rsidRDefault="0074243A" w:rsidP="00A56F65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09324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C7FB18" wp14:editId="7EF8BAE1">
                <wp:simplePos x="0" y="0"/>
                <wp:positionH relativeFrom="margin">
                  <wp:posOffset>2406015</wp:posOffset>
                </wp:positionH>
                <wp:positionV relativeFrom="paragraph">
                  <wp:posOffset>1412875</wp:posOffset>
                </wp:positionV>
                <wp:extent cx="1638300" cy="146685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466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b/>
                                <w:sz w:val="16"/>
                                <w:szCs w:val="16"/>
                              </w:rPr>
                              <w:t>ACCOUNTS PAYABLE</w:t>
                            </w:r>
                          </w:p>
                          <w:p w:rsidR="00B16534" w:rsidRPr="00D85DB0" w:rsidRDefault="00B16534" w:rsidP="00B16534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85DB0">
                              <w:rPr>
                                <w:b/>
                                <w:sz w:val="16"/>
                                <w:szCs w:val="16"/>
                              </w:rPr>
                              <w:t>STUART SHARKEY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SALLYANNE OATES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NEISHA WONG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KAREN CROSS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AGA EDWARDS</w:t>
                            </w:r>
                            <w:r w:rsidR="003578D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LAURA BAYFIELD</w:t>
                            </w:r>
                            <w:r w:rsidR="003578D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578D0" w:rsidRPr="00C27836">
                              <w:rPr>
                                <w:sz w:val="16"/>
                                <w:szCs w:val="16"/>
                              </w:rPr>
                              <w:t>(T)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LOUISE BROWN</w:t>
                            </w:r>
                            <w:r w:rsidR="003578D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578D0" w:rsidRPr="00C27836">
                              <w:rPr>
                                <w:sz w:val="16"/>
                                <w:szCs w:val="16"/>
                              </w:rPr>
                              <w:t>(T)</w:t>
                            </w: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27836">
                              <w:rPr>
                                <w:sz w:val="16"/>
                                <w:szCs w:val="16"/>
                              </w:rPr>
                              <w:t>ELLIS KERBY</w:t>
                            </w:r>
                            <w:r w:rsidR="003578D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578D0" w:rsidRPr="00C27836">
                              <w:rPr>
                                <w:sz w:val="16"/>
                                <w:szCs w:val="16"/>
                              </w:rPr>
                              <w:t>(T)</w:t>
                            </w:r>
                          </w:p>
                          <w:p w:rsidR="00BA040B" w:rsidRDefault="00BA040B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SARAH EKUN</w:t>
                            </w:r>
                            <w:r w:rsidR="00E322E4">
                              <w:rPr>
                                <w:sz w:val="16"/>
                                <w:szCs w:val="16"/>
                              </w:rPr>
                              <w:t>WE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-IKE</w:t>
                            </w:r>
                          </w:p>
                          <w:p w:rsidR="00BA040B" w:rsidRPr="00C27836" w:rsidRDefault="00BA040B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CONCHA HUTCHINS</w:t>
                            </w:r>
                          </w:p>
                          <w:p w:rsidR="00B16534" w:rsidRPr="00C27836" w:rsidRDefault="00B16534" w:rsidP="00B16534">
                            <w:pPr>
                              <w:pStyle w:val="NoSpacing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  <w:p w:rsidR="00B16534" w:rsidRDefault="00B16534" w:rsidP="00B16534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left:0;text-align:left;margin-left:189.45pt;margin-top:111.25pt;width:129pt;height:115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27836">
                        <w:rPr>
                          <w:b/>
                          <w:sz w:val="16"/>
                          <w:szCs w:val="16"/>
                        </w:rPr>
                        <w:t>ACCOUNTS PAYABLE</w:t>
                      </w:r>
                    </w:p>
                    <w:p w:rsidR="00B16534" w:rsidRPr="00D85DB0" w:rsidRDefault="00B16534" w:rsidP="00B16534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85DB0">
                        <w:rPr>
                          <w:b/>
                          <w:sz w:val="16"/>
                          <w:szCs w:val="16"/>
                        </w:rPr>
                        <w:t>STUART SHARKEY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SALLYANNE OATES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NEISHA WONG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KAREN CROSS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AGA EDWARDS</w:t>
                      </w:r>
                      <w:r w:rsidR="003578D0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LAURA BAYFIELD</w:t>
                      </w:r>
                      <w:r w:rsidR="003578D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578D0" w:rsidRPr="00C27836">
                        <w:rPr>
                          <w:sz w:val="16"/>
                          <w:szCs w:val="16"/>
                        </w:rPr>
                        <w:t>(T)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LOUISE BROWN</w:t>
                      </w:r>
                      <w:r w:rsidR="003578D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578D0" w:rsidRPr="00C27836">
                        <w:rPr>
                          <w:sz w:val="16"/>
                          <w:szCs w:val="16"/>
                        </w:rPr>
                        <w:t>(T)</w:t>
                      </w:r>
                    </w:p>
                    <w:p w:rsidR="00B16534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27836">
                        <w:rPr>
                          <w:sz w:val="16"/>
                          <w:szCs w:val="16"/>
                        </w:rPr>
                        <w:t>ELLIS KERBY</w:t>
                      </w:r>
                      <w:r w:rsidR="003578D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578D0" w:rsidRPr="00C27836">
                        <w:rPr>
                          <w:sz w:val="16"/>
                          <w:szCs w:val="16"/>
                        </w:rPr>
                        <w:t>(T)</w:t>
                      </w:r>
                    </w:p>
                    <w:p w:rsidR="00BA040B" w:rsidRDefault="00BA040B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SARAH EKUN</w:t>
                      </w:r>
                      <w:r w:rsidR="00E322E4">
                        <w:rPr>
                          <w:sz w:val="16"/>
                          <w:szCs w:val="16"/>
                        </w:rPr>
                        <w:t>WE</w:t>
                      </w:r>
                      <w:r>
                        <w:rPr>
                          <w:sz w:val="16"/>
                          <w:szCs w:val="16"/>
                        </w:rPr>
                        <w:t>-IKE</w:t>
                      </w:r>
                    </w:p>
                    <w:p w:rsidR="00BA040B" w:rsidRPr="00C27836" w:rsidRDefault="00BA040B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CONCHA HUTCHINS</w:t>
                      </w:r>
                    </w:p>
                    <w:p w:rsidR="00B16534" w:rsidRPr="00C27836" w:rsidRDefault="00B16534" w:rsidP="00B16534">
                      <w:pPr>
                        <w:pStyle w:val="NoSpacing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  <w:p w:rsidR="00B16534" w:rsidRDefault="00B16534" w:rsidP="00B16534">
                      <w:pPr>
                        <w:pStyle w:val="NoSpacing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E5B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72650E9" wp14:editId="03FAC833">
                <wp:simplePos x="0" y="0"/>
                <wp:positionH relativeFrom="column">
                  <wp:posOffset>1840230</wp:posOffset>
                </wp:positionH>
                <wp:positionV relativeFrom="paragraph">
                  <wp:posOffset>4651375</wp:posOffset>
                </wp:positionV>
                <wp:extent cx="247650" cy="0"/>
                <wp:effectExtent l="0" t="0" r="19050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9" o:spid="_x0000_s1026" style="position:absolute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9pt,366.25pt" to="164.4pt,3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1E5B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6DEFFEE" wp14:editId="740D1829">
                <wp:simplePos x="0" y="0"/>
                <wp:positionH relativeFrom="column">
                  <wp:posOffset>1834515</wp:posOffset>
                </wp:positionH>
                <wp:positionV relativeFrom="paragraph">
                  <wp:posOffset>2994025</wp:posOffset>
                </wp:positionV>
                <wp:extent cx="2667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45pt,235.75pt" to="165.45pt,2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564E0C5" wp14:editId="7A0FB36A">
                <wp:simplePos x="0" y="0"/>
                <wp:positionH relativeFrom="column">
                  <wp:posOffset>1824990</wp:posOffset>
                </wp:positionH>
                <wp:positionV relativeFrom="paragraph">
                  <wp:posOffset>1612900</wp:posOffset>
                </wp:positionV>
                <wp:extent cx="266700" cy="0"/>
                <wp:effectExtent l="0" t="0" r="19050" b="1905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" o:spid="_x0000_s1026" style="position:absolute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7pt,127pt" to="164.7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762DF25" wp14:editId="37176F06">
                <wp:simplePos x="0" y="0"/>
                <wp:positionH relativeFrom="column">
                  <wp:posOffset>1824990</wp:posOffset>
                </wp:positionH>
                <wp:positionV relativeFrom="paragraph">
                  <wp:posOffset>755650</wp:posOffset>
                </wp:positionV>
                <wp:extent cx="266700" cy="0"/>
                <wp:effectExtent l="0" t="0" r="19050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6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7pt,59.5pt" to="164.7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90B1831" wp14:editId="59ABCF90">
                <wp:simplePos x="0" y="0"/>
                <wp:positionH relativeFrom="column">
                  <wp:posOffset>1834515</wp:posOffset>
                </wp:positionH>
                <wp:positionV relativeFrom="paragraph">
                  <wp:posOffset>107950</wp:posOffset>
                </wp:positionV>
                <wp:extent cx="26670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45pt,8.5pt" to="165.4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42178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F46B742" wp14:editId="46F120B0">
                <wp:simplePos x="0" y="0"/>
                <wp:positionH relativeFrom="column">
                  <wp:posOffset>1840230</wp:posOffset>
                </wp:positionH>
                <wp:positionV relativeFrom="paragraph">
                  <wp:posOffset>2203450</wp:posOffset>
                </wp:positionV>
                <wp:extent cx="247650" cy="0"/>
                <wp:effectExtent l="0" t="0" r="19050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8" o:spid="_x0000_s1026" style="position:absolute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9pt,173.5pt" to="164.4pt,1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7F75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DBCE9B" wp14:editId="6191F47C">
                <wp:simplePos x="0" y="0"/>
                <wp:positionH relativeFrom="margin">
                  <wp:posOffset>6244590</wp:posOffset>
                </wp:positionH>
                <wp:positionV relativeFrom="paragraph">
                  <wp:posOffset>2308225</wp:posOffset>
                </wp:positionV>
                <wp:extent cx="2105025" cy="981075"/>
                <wp:effectExtent l="0" t="0" r="28575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B6F" w:rsidRDefault="00494B6F" w:rsidP="007F755A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PROFESSIONAL ACCOUNTABILITIES</w:t>
                            </w:r>
                          </w:p>
                          <w:p w:rsidR="00642EEC" w:rsidRDefault="00642EEC" w:rsidP="00494B6F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494B6F" w:rsidRDefault="00494B6F" w:rsidP="00494B6F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LSE ENTERPRISE</w:t>
                            </w:r>
                            <w:r w:rsidR="00EF624A"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 w:rsidR="00EF624A" w:rsidRPr="00186F40">
                              <w:rPr>
                                <w:b/>
                                <w:sz w:val="16"/>
                                <w:szCs w:val="16"/>
                              </w:rPr>
                              <w:t>MARTIN GRIFFITHS</w:t>
                            </w:r>
                          </w:p>
                          <w:p w:rsidR="00186F40" w:rsidRDefault="00186F40" w:rsidP="00494B6F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IGC – </w:t>
                            </w:r>
                            <w:r w:rsidRPr="00186F40">
                              <w:rPr>
                                <w:b/>
                                <w:sz w:val="16"/>
                                <w:szCs w:val="16"/>
                              </w:rPr>
                              <w:t>MIKE COLE</w:t>
                            </w:r>
                          </w:p>
                          <w:p w:rsidR="00471214" w:rsidRPr="00C27836" w:rsidRDefault="007F755A" w:rsidP="00471214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RESEAR</w:t>
                            </w:r>
                            <w:r w:rsidR="00314B75"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H – </w:t>
                            </w:r>
                            <w:r w:rsidRPr="007F755A">
                              <w:rPr>
                                <w:b/>
                                <w:sz w:val="16"/>
                                <w:szCs w:val="16"/>
                              </w:rPr>
                              <w:t>KERRY HOCKEN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39" style="position:absolute;left:0;text-align:left;margin-left:491.7pt;margin-top:181.75pt;width:165.75pt;height:77.2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494B6F" w:rsidRDefault="00494B6F" w:rsidP="007F755A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PROFESSIONAL ACCOUNTABILITIES</w:t>
                      </w:r>
                    </w:p>
                    <w:p w:rsidR="00642EEC" w:rsidRDefault="00642EEC" w:rsidP="00494B6F">
                      <w:pPr>
                        <w:pStyle w:val="NoSpacing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494B6F" w:rsidRDefault="00494B6F" w:rsidP="00494B6F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LSE ENTERPRISE</w:t>
                      </w:r>
                      <w:r w:rsidR="00EF624A">
                        <w:rPr>
                          <w:sz w:val="16"/>
                          <w:szCs w:val="16"/>
                        </w:rPr>
                        <w:t xml:space="preserve"> – </w:t>
                      </w:r>
                      <w:r w:rsidR="00EF624A" w:rsidRPr="00186F40">
                        <w:rPr>
                          <w:b/>
                          <w:sz w:val="16"/>
                          <w:szCs w:val="16"/>
                        </w:rPr>
                        <w:t>MARTIN GRIFFITHS</w:t>
                      </w:r>
                    </w:p>
                    <w:p w:rsidR="00186F40" w:rsidRDefault="00186F40" w:rsidP="00494B6F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IGC – </w:t>
                      </w:r>
                      <w:r w:rsidRPr="00186F40">
                        <w:rPr>
                          <w:b/>
                          <w:sz w:val="16"/>
                          <w:szCs w:val="16"/>
                        </w:rPr>
                        <w:t>MIKE COLE</w:t>
                      </w:r>
                    </w:p>
                    <w:p w:rsidR="00471214" w:rsidRPr="00C27836" w:rsidRDefault="007F755A" w:rsidP="00471214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RESEAR</w:t>
                      </w:r>
                      <w:r w:rsidR="00314B75">
                        <w:rPr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sz w:val="16"/>
                          <w:szCs w:val="16"/>
                        </w:rPr>
                        <w:t xml:space="preserve">H – </w:t>
                      </w:r>
                      <w:r w:rsidRPr="007F755A">
                        <w:rPr>
                          <w:b/>
                          <w:sz w:val="16"/>
                          <w:szCs w:val="16"/>
                        </w:rPr>
                        <w:t>KERRY HOCKEN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7FC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FEC539F" wp14:editId="7850A5D8">
                <wp:simplePos x="0" y="0"/>
                <wp:positionH relativeFrom="margin">
                  <wp:posOffset>5473065</wp:posOffset>
                </wp:positionH>
                <wp:positionV relativeFrom="paragraph">
                  <wp:posOffset>3851275</wp:posOffset>
                </wp:positionV>
                <wp:extent cx="2869565" cy="1219200"/>
                <wp:effectExtent l="0" t="0" r="26035" b="1905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9565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FCF" w:rsidRDefault="005A456B" w:rsidP="005A456B">
                            <w:pPr>
                              <w:pStyle w:val="NoSpacing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A456B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FINANCE DIVISION ORGANISATIONAL CHART</w:t>
                            </w:r>
                          </w:p>
                          <w:p w:rsidR="00337FCF" w:rsidRDefault="00337FCF" w:rsidP="005A456B">
                            <w:pPr>
                              <w:pStyle w:val="NoSpacing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5A456B" w:rsidRPr="00337FCF" w:rsidRDefault="00337FCF" w:rsidP="005A456B">
                            <w:pPr>
                              <w:pStyle w:val="NoSpacing"/>
                            </w:pPr>
                            <w:r w:rsidRPr="00337FCF">
                              <w:t xml:space="preserve">(WITH EFFECT FROM </w:t>
                            </w:r>
                            <w:r w:rsidR="007A2BA0">
                              <w:t>1</w:t>
                            </w:r>
                            <w:r w:rsidR="007A2BA0" w:rsidRPr="007A2BA0">
                              <w:rPr>
                                <w:vertAlign w:val="superscript"/>
                              </w:rPr>
                              <w:t>ST</w:t>
                            </w:r>
                            <w:r w:rsidR="007A2BA0">
                              <w:t xml:space="preserve"> July 2016</w:t>
                            </w:r>
                            <w:r w:rsidRPr="00337FCF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9" o:spid="_x0000_s1039" style="position:absolute;left:0;text-align:left;margin-left:430.95pt;margin-top:303.25pt;width:225.95pt;height:96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" fillcolor="#101010 [326]" strokecolor="#a5a5a5 [3206]" strokeweight=".5pt">
                <v:fill color2="#070707 [166]" rotate="t" colors="0 #d2d2d2;.5 #c8c8c8;1 silver" focus="100%" type="gradient">
                  <o:fill v:ext="view" type="gradientUnscaled"/>
                </v:fill>
                <v:textbox>
                  <w:txbxContent>
                    <w:p w:rsidR="00337FCF" w:rsidRDefault="005A456B" w:rsidP="005A456B">
                      <w:pPr>
                        <w:pStyle w:val="NoSpacing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5A456B">
                        <w:rPr>
                          <w:b/>
                          <w:sz w:val="32"/>
                          <w:szCs w:val="32"/>
                          <w:u w:val="single"/>
                        </w:rPr>
                        <w:t>FINANCE DIVISION ORGANISATIONAL CHART</w:t>
                      </w:r>
                    </w:p>
                    <w:p w:rsidR="00337FCF" w:rsidRDefault="00337FCF" w:rsidP="005A456B">
                      <w:pPr>
                        <w:pStyle w:val="NoSpacing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</w:p>
                    <w:p w:rsidR="005A456B" w:rsidRPr="00337FCF" w:rsidRDefault="00337FCF" w:rsidP="005A456B">
                      <w:pPr>
                        <w:pStyle w:val="NoSpacing"/>
                      </w:pPr>
                      <w:r w:rsidRPr="00337FCF">
                        <w:t xml:space="preserve">(WITH EFFECT FROM </w:t>
                      </w:r>
                      <w:r w:rsidR="007A2BA0">
                        <w:t>1</w:t>
                      </w:r>
                      <w:r w:rsidR="007A2BA0" w:rsidRPr="007A2BA0">
                        <w:rPr>
                          <w:vertAlign w:val="superscript"/>
                        </w:rPr>
                        <w:t>ST</w:t>
                      </w:r>
                      <w:r w:rsidR="007A2BA0">
                        <w:t xml:space="preserve"> July 2016</w:t>
                      </w:r>
                      <w:r w:rsidRPr="00337FCF"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42E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8F73A51" wp14:editId="4F851003">
                <wp:simplePos x="0" y="0"/>
                <wp:positionH relativeFrom="column">
                  <wp:posOffset>4050030</wp:posOffset>
                </wp:positionH>
                <wp:positionV relativeFrom="paragraph">
                  <wp:posOffset>488950</wp:posOffset>
                </wp:positionV>
                <wp:extent cx="247650" cy="0"/>
                <wp:effectExtent l="0" t="0" r="190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9pt,38.5pt" to="338.4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642E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C43415" wp14:editId="080EE02D">
                <wp:simplePos x="0" y="0"/>
                <wp:positionH relativeFrom="column">
                  <wp:posOffset>4297680</wp:posOffset>
                </wp:positionH>
                <wp:positionV relativeFrom="paragraph">
                  <wp:posOffset>488950</wp:posOffset>
                </wp:positionV>
                <wp:extent cx="0" cy="160020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4pt,38.5pt" to="338.4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642E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DBAC9F5" wp14:editId="41E28AE7">
                <wp:simplePos x="0" y="0"/>
                <wp:positionH relativeFrom="column">
                  <wp:posOffset>4050030</wp:posOffset>
                </wp:positionH>
                <wp:positionV relativeFrom="paragraph">
                  <wp:posOffset>2089150</wp:posOffset>
                </wp:positionV>
                <wp:extent cx="247650" cy="0"/>
                <wp:effectExtent l="0" t="0" r="1905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.9pt,164.5pt" to="338.4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055A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DA4D90E" wp14:editId="1827DAE2">
                <wp:simplePos x="0" y="0"/>
                <wp:positionH relativeFrom="column">
                  <wp:posOffset>2076450</wp:posOffset>
                </wp:positionH>
                <wp:positionV relativeFrom="paragraph">
                  <wp:posOffset>6115050</wp:posOffset>
                </wp:positionV>
                <wp:extent cx="200025" cy="0"/>
                <wp:effectExtent l="0" t="0" r="9525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5pt,481.5pt" to="179.25pt,4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sectPr w:rsidR="006D71CC" w:rsidRPr="0074243A" w:rsidSect="00721E2E">
      <w:footerReference w:type="default" r:id="rId7"/>
      <w:pgSz w:w="16838" w:h="11906" w:orient="landscape"/>
      <w:pgMar w:top="851" w:right="1529" w:bottom="1440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FD1" w:rsidRDefault="00900FD1" w:rsidP="00055A00">
      <w:pPr>
        <w:spacing w:after="0" w:line="240" w:lineRule="auto"/>
      </w:pPr>
      <w:r>
        <w:separator/>
      </w:r>
    </w:p>
  </w:endnote>
  <w:endnote w:type="continuationSeparator" w:id="0">
    <w:p w:rsidR="00900FD1" w:rsidRDefault="00900FD1" w:rsidP="000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72" w:rsidRDefault="005A456B" w:rsidP="00055A00">
    <w:pPr>
      <w:pStyle w:val="Footer"/>
      <w:jc w:val="right"/>
      <w:rPr>
        <w:sz w:val="16"/>
        <w:szCs w:val="16"/>
      </w:rPr>
    </w:pPr>
    <w:r>
      <w:rPr>
        <w:sz w:val="16"/>
        <w:szCs w:val="16"/>
      </w:rPr>
      <w:t xml:space="preserve">    </w:t>
    </w:r>
  </w:p>
  <w:p w:rsidR="00935BD1" w:rsidRDefault="00B64E72" w:rsidP="00B64E72">
    <w:pPr>
      <w:pStyle w:val="Footer"/>
    </w:pPr>
    <w:r>
      <w:tab/>
    </w:r>
  </w:p>
  <w:p w:rsidR="00935BD1" w:rsidRDefault="00935BD1" w:rsidP="00B64E72">
    <w:pPr>
      <w:pStyle w:val="Footer"/>
    </w:pPr>
  </w:p>
  <w:p w:rsidR="00B64E72" w:rsidRPr="00935BD1" w:rsidRDefault="00935BD1" w:rsidP="00B64E72">
    <w:pPr>
      <w:pStyle w:val="Footer"/>
      <w:rPr>
        <w:sz w:val="20"/>
        <w:szCs w:val="20"/>
      </w:rPr>
    </w:pPr>
    <w:r>
      <w:tab/>
    </w:r>
    <w:r w:rsidR="00B64E72" w:rsidRPr="00935BD1">
      <w:rPr>
        <w:sz w:val="20"/>
        <w:szCs w:val="20"/>
      </w:rPr>
      <w:t>T – Temp staff</w:t>
    </w:r>
  </w:p>
  <w:p w:rsidR="00B64E72" w:rsidRPr="00935BD1" w:rsidRDefault="00B64E72" w:rsidP="00B64E72">
    <w:pPr>
      <w:pStyle w:val="Footer"/>
      <w:rPr>
        <w:sz w:val="20"/>
        <w:szCs w:val="20"/>
      </w:rPr>
    </w:pPr>
    <w:r w:rsidRPr="00935BD1">
      <w:rPr>
        <w:sz w:val="20"/>
        <w:szCs w:val="20"/>
      </w:rPr>
      <w:tab/>
      <w:t xml:space="preserve">         M- Maternity leave</w:t>
    </w:r>
  </w:p>
  <w:p w:rsidR="00055A00" w:rsidRPr="00935BD1" w:rsidRDefault="00055A00" w:rsidP="00055A00">
    <w:pPr>
      <w:pStyle w:val="Footer"/>
      <w:jc w:val="right"/>
      <w:rPr>
        <w:sz w:val="20"/>
        <w:szCs w:val="20"/>
      </w:rPr>
    </w:pPr>
    <w:r w:rsidRPr="00935BD1">
      <w:rPr>
        <w:sz w:val="20"/>
        <w:szCs w:val="20"/>
      </w:rPr>
      <w:t xml:space="preserve">UPDATED </w:t>
    </w:r>
    <w:r w:rsidR="00EB53D9">
      <w:rPr>
        <w:sz w:val="20"/>
        <w:szCs w:val="20"/>
      </w:rPr>
      <w:t>01/07/2016</w:t>
    </w:r>
  </w:p>
  <w:p w:rsidR="00055A00" w:rsidRPr="00935BD1" w:rsidRDefault="00055A00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FD1" w:rsidRDefault="00900FD1" w:rsidP="00055A00">
      <w:pPr>
        <w:spacing w:after="0" w:line="240" w:lineRule="auto"/>
      </w:pPr>
      <w:r>
        <w:separator/>
      </w:r>
    </w:p>
  </w:footnote>
  <w:footnote w:type="continuationSeparator" w:id="0">
    <w:p w:rsidR="00900FD1" w:rsidRDefault="00900FD1" w:rsidP="00055A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3A"/>
    <w:rsid w:val="000023AB"/>
    <w:rsid w:val="00030275"/>
    <w:rsid w:val="0004299D"/>
    <w:rsid w:val="0004468B"/>
    <w:rsid w:val="00055A00"/>
    <w:rsid w:val="0009324C"/>
    <w:rsid w:val="000B5D75"/>
    <w:rsid w:val="000D5867"/>
    <w:rsid w:val="001110A7"/>
    <w:rsid w:val="00124F24"/>
    <w:rsid w:val="00126363"/>
    <w:rsid w:val="00173C19"/>
    <w:rsid w:val="00186F40"/>
    <w:rsid w:val="001A7C08"/>
    <w:rsid w:val="001D7A0F"/>
    <w:rsid w:val="001E5B3A"/>
    <w:rsid w:val="0023436E"/>
    <w:rsid w:val="002473E2"/>
    <w:rsid w:val="002602DF"/>
    <w:rsid w:val="002762B5"/>
    <w:rsid w:val="00292DCF"/>
    <w:rsid w:val="002E5871"/>
    <w:rsid w:val="002F2ABB"/>
    <w:rsid w:val="00314B75"/>
    <w:rsid w:val="00337FCF"/>
    <w:rsid w:val="003463BF"/>
    <w:rsid w:val="003578D0"/>
    <w:rsid w:val="00394329"/>
    <w:rsid w:val="003C07AE"/>
    <w:rsid w:val="003C5060"/>
    <w:rsid w:val="003E6994"/>
    <w:rsid w:val="00413AF8"/>
    <w:rsid w:val="00421789"/>
    <w:rsid w:val="00445DD3"/>
    <w:rsid w:val="00464EB3"/>
    <w:rsid w:val="00471214"/>
    <w:rsid w:val="00483E6B"/>
    <w:rsid w:val="00494B6F"/>
    <w:rsid w:val="004A0A71"/>
    <w:rsid w:val="004C03A5"/>
    <w:rsid w:val="004E08BE"/>
    <w:rsid w:val="0050765A"/>
    <w:rsid w:val="005A456B"/>
    <w:rsid w:val="005B59AF"/>
    <w:rsid w:val="005F541F"/>
    <w:rsid w:val="005F7055"/>
    <w:rsid w:val="0064128E"/>
    <w:rsid w:val="00641FD6"/>
    <w:rsid w:val="00642EEC"/>
    <w:rsid w:val="00645D73"/>
    <w:rsid w:val="006519A1"/>
    <w:rsid w:val="006B0757"/>
    <w:rsid w:val="006D43E4"/>
    <w:rsid w:val="006D71CC"/>
    <w:rsid w:val="006F1F56"/>
    <w:rsid w:val="00721E2E"/>
    <w:rsid w:val="00733114"/>
    <w:rsid w:val="0074243A"/>
    <w:rsid w:val="007425C2"/>
    <w:rsid w:val="00743C72"/>
    <w:rsid w:val="00743FB3"/>
    <w:rsid w:val="0077166C"/>
    <w:rsid w:val="0078375A"/>
    <w:rsid w:val="007A2BA0"/>
    <w:rsid w:val="007B6CAF"/>
    <w:rsid w:val="007F755A"/>
    <w:rsid w:val="00810A0F"/>
    <w:rsid w:val="00827CE3"/>
    <w:rsid w:val="0083267E"/>
    <w:rsid w:val="00860842"/>
    <w:rsid w:val="00861B31"/>
    <w:rsid w:val="008A1635"/>
    <w:rsid w:val="008A3ECB"/>
    <w:rsid w:val="008A6B31"/>
    <w:rsid w:val="008B19CD"/>
    <w:rsid w:val="008E641B"/>
    <w:rsid w:val="008F4054"/>
    <w:rsid w:val="00900FD1"/>
    <w:rsid w:val="00912F00"/>
    <w:rsid w:val="0091527C"/>
    <w:rsid w:val="00934D47"/>
    <w:rsid w:val="00935BD1"/>
    <w:rsid w:val="00975177"/>
    <w:rsid w:val="00987402"/>
    <w:rsid w:val="00997FDE"/>
    <w:rsid w:val="009A0C7D"/>
    <w:rsid w:val="009C57DE"/>
    <w:rsid w:val="00A04496"/>
    <w:rsid w:val="00A37113"/>
    <w:rsid w:val="00A50BAA"/>
    <w:rsid w:val="00A56F65"/>
    <w:rsid w:val="00A72A28"/>
    <w:rsid w:val="00AB418E"/>
    <w:rsid w:val="00AC4742"/>
    <w:rsid w:val="00AF03F1"/>
    <w:rsid w:val="00B11342"/>
    <w:rsid w:val="00B16534"/>
    <w:rsid w:val="00B2568F"/>
    <w:rsid w:val="00B40C1C"/>
    <w:rsid w:val="00B4378E"/>
    <w:rsid w:val="00B43E44"/>
    <w:rsid w:val="00B43F3F"/>
    <w:rsid w:val="00B64E72"/>
    <w:rsid w:val="00B87241"/>
    <w:rsid w:val="00BA040B"/>
    <w:rsid w:val="00BB066D"/>
    <w:rsid w:val="00BD31D0"/>
    <w:rsid w:val="00C27836"/>
    <w:rsid w:val="00C46849"/>
    <w:rsid w:val="00C66025"/>
    <w:rsid w:val="00C703EF"/>
    <w:rsid w:val="00C9684D"/>
    <w:rsid w:val="00CD2E0A"/>
    <w:rsid w:val="00CD561A"/>
    <w:rsid w:val="00CF6762"/>
    <w:rsid w:val="00D06E91"/>
    <w:rsid w:val="00D164EF"/>
    <w:rsid w:val="00D2296A"/>
    <w:rsid w:val="00D7379A"/>
    <w:rsid w:val="00D85DB0"/>
    <w:rsid w:val="00D952ED"/>
    <w:rsid w:val="00DB32AD"/>
    <w:rsid w:val="00DB6851"/>
    <w:rsid w:val="00DC40E3"/>
    <w:rsid w:val="00E322E4"/>
    <w:rsid w:val="00E32564"/>
    <w:rsid w:val="00E66D0C"/>
    <w:rsid w:val="00EA0F97"/>
    <w:rsid w:val="00EB53D9"/>
    <w:rsid w:val="00ED0670"/>
    <w:rsid w:val="00EF624A"/>
    <w:rsid w:val="00F17870"/>
    <w:rsid w:val="00F422CB"/>
    <w:rsid w:val="00F53A18"/>
    <w:rsid w:val="00F5477D"/>
    <w:rsid w:val="00F62C33"/>
    <w:rsid w:val="00F860DB"/>
    <w:rsid w:val="00F909C1"/>
    <w:rsid w:val="00FA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243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5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A00"/>
  </w:style>
  <w:style w:type="paragraph" w:styleId="Footer">
    <w:name w:val="footer"/>
    <w:basedOn w:val="Normal"/>
    <w:link w:val="FooterChar"/>
    <w:uiPriority w:val="99"/>
    <w:unhideWhenUsed/>
    <w:rsid w:val="0005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A00"/>
  </w:style>
  <w:style w:type="paragraph" w:styleId="BalloonText">
    <w:name w:val="Balloon Text"/>
    <w:basedOn w:val="Normal"/>
    <w:link w:val="BalloonTextChar"/>
    <w:uiPriority w:val="99"/>
    <w:semiHidden/>
    <w:unhideWhenUsed/>
    <w:rsid w:val="000B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243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5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A00"/>
  </w:style>
  <w:style w:type="paragraph" w:styleId="Footer">
    <w:name w:val="footer"/>
    <w:basedOn w:val="Normal"/>
    <w:link w:val="FooterChar"/>
    <w:uiPriority w:val="99"/>
    <w:unhideWhenUsed/>
    <w:rsid w:val="00055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A00"/>
  </w:style>
  <w:style w:type="paragraph" w:styleId="BalloonText">
    <w:name w:val="Balloon Text"/>
    <w:basedOn w:val="Normal"/>
    <w:link w:val="BalloonTextChar"/>
    <w:uiPriority w:val="99"/>
    <w:semiHidden/>
    <w:unhideWhenUsed/>
    <w:rsid w:val="000B5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8A61387E.dotm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Whyte,S</dc:creator>
  <cp:lastModifiedBy>Administrator</cp:lastModifiedBy>
  <cp:revision>3</cp:revision>
  <cp:lastPrinted>2016-05-24T09:25:00Z</cp:lastPrinted>
  <dcterms:created xsi:type="dcterms:W3CDTF">2016-06-22T12:59:00Z</dcterms:created>
  <dcterms:modified xsi:type="dcterms:W3CDTF">2016-07-05T13:41:00Z</dcterms:modified>
</cp:coreProperties>
</file>