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954" w:rsidRDefault="001E2954" w:rsidP="001E2954">
      <w:pPr>
        <w:jc w:val="right"/>
      </w:pPr>
      <w:r>
        <w:rPr>
          <w:noProof/>
          <w:lang w:eastAsia="en-GB"/>
        </w:rPr>
        <w:drawing>
          <wp:inline distT="0" distB="0" distL="0" distR="0" wp14:anchorId="7E89BD4D" wp14:editId="0530374D">
            <wp:extent cx="1998980" cy="716915"/>
            <wp:effectExtent l="0" t="0" r="1270" b="6985"/>
            <wp:docPr id="1" name="Picture 1" descr="LSECol28%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SECol28%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898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578" w:rsidRDefault="002C6E3C" w:rsidP="001E2954">
      <w:pPr>
        <w:pStyle w:val="Heading1"/>
      </w:pPr>
      <w:r>
        <w:t xml:space="preserve">For Line Managers - </w:t>
      </w:r>
      <w:r w:rsidR="00F43E9F">
        <w:t>Leavers</w:t>
      </w:r>
      <w:r w:rsidR="007B28BD">
        <w:t xml:space="preserve"> </w:t>
      </w:r>
      <w:r w:rsidR="00F43E9F">
        <w:t>Checkl</w:t>
      </w:r>
      <w:r w:rsidR="007B28BD">
        <w:t>ist</w:t>
      </w:r>
    </w:p>
    <w:p w:rsidR="006C1A9E" w:rsidRDefault="006C1A9E">
      <w:r>
        <w:t xml:space="preserve">Use the below series of checks to make sure all the right steps have been taken before a member of </w:t>
      </w:r>
      <w:r w:rsidR="001E2954">
        <w:t>staff</w:t>
      </w:r>
      <w:r>
        <w:t xml:space="preserve"> leaves LSE employment.</w:t>
      </w:r>
    </w:p>
    <w:p w:rsidR="002C6E3C" w:rsidRDefault="00B807B3">
      <w:r>
        <w:t xml:space="preserve">You should check </w:t>
      </w:r>
      <w:r w:rsidR="00161FCC">
        <w:t>any access rights to data that are needed</w:t>
      </w:r>
      <w:r w:rsidR="006C1A9E">
        <w:t xml:space="preserve"> </w:t>
      </w:r>
      <w:r w:rsidR="00161FCC">
        <w:t>are</w:t>
      </w:r>
      <w:r>
        <w:t xml:space="preserve"> </w:t>
      </w:r>
      <w:r w:rsidR="006C1A9E">
        <w:t>sorted out</w:t>
      </w:r>
      <w:r>
        <w:t xml:space="preserve"> ideally </w:t>
      </w:r>
      <w:r w:rsidRPr="00B807B3">
        <w:rPr>
          <w:i/>
        </w:rPr>
        <w:t>before</w:t>
      </w:r>
      <w:r>
        <w:t xml:space="preserve"> </w:t>
      </w:r>
      <w:r w:rsidR="006C1A9E">
        <w:t>they go</w:t>
      </w:r>
      <w:r>
        <w:t>.</w:t>
      </w:r>
    </w:p>
    <w:p w:rsidR="001E2954" w:rsidRDefault="001E2954">
      <w:r>
        <w:t>Please remember that</w:t>
      </w:r>
      <w:r w:rsidR="00502FB4">
        <w:t>, as line manager,</w:t>
      </w:r>
      <w:r>
        <w:t xml:space="preserve"> it is your responsibility to ensure all LSE resources and data are accounted for. </w:t>
      </w:r>
    </w:p>
    <w:p w:rsidR="00CE7F10" w:rsidRDefault="00CE7F10">
      <w:r>
        <w:t>Please retain a copy of this form for your own records</w:t>
      </w:r>
      <w:r w:rsidR="001E2954"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"/>
        <w:gridCol w:w="7965"/>
        <w:gridCol w:w="885"/>
      </w:tblGrid>
      <w:tr w:rsidR="006C1A9E" w:rsidTr="006C1A9E">
        <w:tc>
          <w:tcPr>
            <w:tcW w:w="392" w:type="dxa"/>
          </w:tcPr>
          <w:p w:rsidR="006C1A9E" w:rsidRDefault="006C1A9E"/>
        </w:tc>
        <w:tc>
          <w:tcPr>
            <w:tcW w:w="7965" w:type="dxa"/>
          </w:tcPr>
          <w:p w:rsidR="006C1A9E" w:rsidRPr="00161FCC" w:rsidRDefault="00161FCC">
            <w:pPr>
              <w:rPr>
                <w:b/>
              </w:rPr>
            </w:pPr>
            <w:r w:rsidRPr="00161FCC">
              <w:rPr>
                <w:b/>
              </w:rPr>
              <w:t xml:space="preserve">Before Leaving </w:t>
            </w:r>
          </w:p>
        </w:tc>
        <w:tc>
          <w:tcPr>
            <w:tcW w:w="885" w:type="dxa"/>
          </w:tcPr>
          <w:p w:rsidR="006C1A9E" w:rsidRDefault="006C1A9E"/>
        </w:tc>
      </w:tr>
      <w:tr w:rsidR="006C1A9E" w:rsidTr="006C1A9E">
        <w:tc>
          <w:tcPr>
            <w:tcW w:w="392" w:type="dxa"/>
          </w:tcPr>
          <w:p w:rsidR="006C1A9E" w:rsidRPr="001E2954" w:rsidRDefault="006C1A9E">
            <w:pPr>
              <w:rPr>
                <w:b/>
              </w:rPr>
            </w:pPr>
            <w:r w:rsidRPr="001E2954">
              <w:rPr>
                <w:b/>
              </w:rPr>
              <w:t>1.</w:t>
            </w:r>
          </w:p>
        </w:tc>
        <w:tc>
          <w:tcPr>
            <w:tcW w:w="7965" w:type="dxa"/>
          </w:tcPr>
          <w:p w:rsidR="006C1A9E" w:rsidRDefault="006C1A9E">
            <w:r>
              <w:t xml:space="preserve">Any resources accessed by non-standard methods (e.g. </w:t>
            </w:r>
            <w:r w:rsidR="001E2954">
              <w:t xml:space="preserve">Finance System, HR system, </w:t>
            </w:r>
            <w:r>
              <w:t xml:space="preserve">CMS, ftp </w:t>
            </w:r>
            <w:r w:rsidR="001E2954">
              <w:t xml:space="preserve">site, </w:t>
            </w:r>
            <w:proofErr w:type="spellStart"/>
            <w:r>
              <w:t>etc</w:t>
            </w:r>
            <w:proofErr w:type="spellEnd"/>
            <w:r>
              <w:t>) or non-standard accounts?</w:t>
            </w:r>
          </w:p>
        </w:tc>
        <w:tc>
          <w:tcPr>
            <w:tcW w:w="885" w:type="dxa"/>
          </w:tcPr>
          <w:p w:rsidR="006C1A9E" w:rsidRDefault="006C1A9E"/>
        </w:tc>
      </w:tr>
      <w:tr w:rsidR="006C1A9E" w:rsidTr="006C1A9E">
        <w:tc>
          <w:tcPr>
            <w:tcW w:w="392" w:type="dxa"/>
          </w:tcPr>
          <w:p w:rsidR="006C1A9E" w:rsidRPr="001E2954" w:rsidRDefault="006C1A9E">
            <w:pPr>
              <w:rPr>
                <w:b/>
              </w:rPr>
            </w:pPr>
          </w:p>
        </w:tc>
        <w:tc>
          <w:tcPr>
            <w:tcW w:w="7965" w:type="dxa"/>
          </w:tcPr>
          <w:p w:rsidR="006C1A9E" w:rsidRDefault="006C1A9E">
            <w:r>
              <w:t>If so, what?</w:t>
            </w:r>
          </w:p>
        </w:tc>
        <w:tc>
          <w:tcPr>
            <w:tcW w:w="885" w:type="dxa"/>
          </w:tcPr>
          <w:p w:rsidR="006C1A9E" w:rsidRDefault="006C1A9E"/>
        </w:tc>
      </w:tr>
      <w:tr w:rsidR="006C1A9E" w:rsidTr="006C1A9E">
        <w:tc>
          <w:tcPr>
            <w:tcW w:w="392" w:type="dxa"/>
          </w:tcPr>
          <w:p w:rsidR="006C1A9E" w:rsidRPr="001E2954" w:rsidRDefault="006C1A9E">
            <w:pPr>
              <w:rPr>
                <w:b/>
              </w:rPr>
            </w:pPr>
          </w:p>
        </w:tc>
        <w:tc>
          <w:tcPr>
            <w:tcW w:w="7965" w:type="dxa"/>
          </w:tcPr>
          <w:p w:rsidR="006C1A9E" w:rsidRDefault="006C1A9E">
            <w:r>
              <w:t>Has access been granted</w:t>
            </w:r>
            <w:r w:rsidR="001E2954">
              <w:t xml:space="preserve"> to other users</w:t>
            </w:r>
            <w:r>
              <w:t>?</w:t>
            </w:r>
          </w:p>
        </w:tc>
        <w:tc>
          <w:tcPr>
            <w:tcW w:w="885" w:type="dxa"/>
          </w:tcPr>
          <w:p w:rsidR="006C1A9E" w:rsidRDefault="006C1A9E"/>
        </w:tc>
      </w:tr>
      <w:tr w:rsidR="001E2954" w:rsidTr="006C1A9E">
        <w:tc>
          <w:tcPr>
            <w:tcW w:w="392" w:type="dxa"/>
          </w:tcPr>
          <w:p w:rsidR="001E2954" w:rsidRPr="001E2954" w:rsidRDefault="001E2954">
            <w:pPr>
              <w:rPr>
                <w:b/>
              </w:rPr>
            </w:pPr>
          </w:p>
        </w:tc>
        <w:tc>
          <w:tcPr>
            <w:tcW w:w="7965" w:type="dxa"/>
          </w:tcPr>
          <w:p w:rsidR="001E2954" w:rsidRDefault="001E2954" w:rsidP="001E2954">
            <w:r>
              <w:t>Have the leavers’ access rights been de-allocated?</w:t>
            </w:r>
          </w:p>
        </w:tc>
        <w:tc>
          <w:tcPr>
            <w:tcW w:w="885" w:type="dxa"/>
          </w:tcPr>
          <w:p w:rsidR="001E2954" w:rsidRDefault="001E2954"/>
        </w:tc>
      </w:tr>
      <w:tr w:rsidR="006C1A9E" w:rsidTr="006C1A9E">
        <w:tc>
          <w:tcPr>
            <w:tcW w:w="392" w:type="dxa"/>
          </w:tcPr>
          <w:p w:rsidR="006C1A9E" w:rsidRPr="001E2954" w:rsidRDefault="006C1A9E">
            <w:pPr>
              <w:rPr>
                <w:b/>
              </w:rPr>
            </w:pPr>
            <w:r w:rsidRPr="001E2954">
              <w:rPr>
                <w:b/>
              </w:rPr>
              <w:t>2.</w:t>
            </w:r>
          </w:p>
        </w:tc>
        <w:tc>
          <w:tcPr>
            <w:tcW w:w="7965" w:type="dxa"/>
          </w:tcPr>
          <w:p w:rsidR="006C1A9E" w:rsidRDefault="001E2954">
            <w:r>
              <w:t>Is access by other users</w:t>
            </w:r>
            <w:r w:rsidR="006C1A9E">
              <w:t xml:space="preserve"> needed to leaver’s:</w:t>
            </w:r>
          </w:p>
        </w:tc>
        <w:tc>
          <w:tcPr>
            <w:tcW w:w="885" w:type="dxa"/>
          </w:tcPr>
          <w:p w:rsidR="006C1A9E" w:rsidRDefault="006C1A9E"/>
        </w:tc>
      </w:tr>
      <w:tr w:rsidR="006C1A9E" w:rsidTr="006C1A9E">
        <w:tc>
          <w:tcPr>
            <w:tcW w:w="392" w:type="dxa"/>
          </w:tcPr>
          <w:p w:rsidR="006C1A9E" w:rsidRPr="001E2954" w:rsidRDefault="006C1A9E">
            <w:pPr>
              <w:rPr>
                <w:b/>
              </w:rPr>
            </w:pPr>
          </w:p>
        </w:tc>
        <w:tc>
          <w:tcPr>
            <w:tcW w:w="7965" w:type="dxa"/>
          </w:tcPr>
          <w:p w:rsidR="006C1A9E" w:rsidRDefault="006C1A9E">
            <w:r>
              <w:t>Email</w:t>
            </w:r>
          </w:p>
        </w:tc>
        <w:tc>
          <w:tcPr>
            <w:tcW w:w="885" w:type="dxa"/>
          </w:tcPr>
          <w:p w:rsidR="006C1A9E" w:rsidRDefault="006C1A9E"/>
        </w:tc>
      </w:tr>
      <w:tr w:rsidR="006C1A9E" w:rsidTr="006C1A9E">
        <w:tc>
          <w:tcPr>
            <w:tcW w:w="392" w:type="dxa"/>
          </w:tcPr>
          <w:p w:rsidR="006C1A9E" w:rsidRPr="001E2954" w:rsidRDefault="006C1A9E">
            <w:pPr>
              <w:rPr>
                <w:b/>
              </w:rPr>
            </w:pPr>
          </w:p>
        </w:tc>
        <w:tc>
          <w:tcPr>
            <w:tcW w:w="7965" w:type="dxa"/>
          </w:tcPr>
          <w:p w:rsidR="006C1A9E" w:rsidRDefault="006C1A9E">
            <w:r>
              <w:t>H: space</w:t>
            </w:r>
          </w:p>
        </w:tc>
        <w:tc>
          <w:tcPr>
            <w:tcW w:w="885" w:type="dxa"/>
          </w:tcPr>
          <w:p w:rsidR="006C1A9E" w:rsidRDefault="006C1A9E"/>
        </w:tc>
      </w:tr>
      <w:tr w:rsidR="006C1A9E" w:rsidTr="006C1A9E">
        <w:tc>
          <w:tcPr>
            <w:tcW w:w="392" w:type="dxa"/>
          </w:tcPr>
          <w:p w:rsidR="006C1A9E" w:rsidRPr="001E2954" w:rsidRDefault="006C1A9E">
            <w:pPr>
              <w:rPr>
                <w:b/>
              </w:rPr>
            </w:pPr>
          </w:p>
        </w:tc>
        <w:tc>
          <w:tcPr>
            <w:tcW w:w="7965" w:type="dxa"/>
          </w:tcPr>
          <w:p w:rsidR="006C1A9E" w:rsidRDefault="006C1A9E">
            <w:r>
              <w:t>Voicemail</w:t>
            </w:r>
          </w:p>
        </w:tc>
        <w:tc>
          <w:tcPr>
            <w:tcW w:w="885" w:type="dxa"/>
          </w:tcPr>
          <w:p w:rsidR="006C1A9E" w:rsidRDefault="006C1A9E"/>
        </w:tc>
      </w:tr>
      <w:tr w:rsidR="006C1A9E" w:rsidTr="006C1A9E">
        <w:tc>
          <w:tcPr>
            <w:tcW w:w="392" w:type="dxa"/>
          </w:tcPr>
          <w:p w:rsidR="006C1A9E" w:rsidRPr="001E2954" w:rsidRDefault="006C1A9E">
            <w:pPr>
              <w:rPr>
                <w:b/>
              </w:rPr>
            </w:pPr>
          </w:p>
        </w:tc>
        <w:tc>
          <w:tcPr>
            <w:tcW w:w="7965" w:type="dxa"/>
          </w:tcPr>
          <w:p w:rsidR="006C1A9E" w:rsidRDefault="006C1A9E">
            <w:r>
              <w:t>Other shared drives</w:t>
            </w:r>
          </w:p>
        </w:tc>
        <w:tc>
          <w:tcPr>
            <w:tcW w:w="885" w:type="dxa"/>
          </w:tcPr>
          <w:p w:rsidR="006C1A9E" w:rsidRDefault="006C1A9E"/>
        </w:tc>
      </w:tr>
      <w:tr w:rsidR="006C1A9E" w:rsidTr="006C1A9E">
        <w:tc>
          <w:tcPr>
            <w:tcW w:w="392" w:type="dxa"/>
          </w:tcPr>
          <w:p w:rsidR="006C1A9E" w:rsidRPr="001E2954" w:rsidRDefault="006C1A9E">
            <w:pPr>
              <w:rPr>
                <w:b/>
              </w:rPr>
            </w:pPr>
          </w:p>
        </w:tc>
        <w:tc>
          <w:tcPr>
            <w:tcW w:w="7965" w:type="dxa"/>
          </w:tcPr>
          <w:p w:rsidR="006C1A9E" w:rsidRDefault="006C1A9E">
            <w:r>
              <w:t>Physical locations</w:t>
            </w:r>
          </w:p>
        </w:tc>
        <w:tc>
          <w:tcPr>
            <w:tcW w:w="885" w:type="dxa"/>
          </w:tcPr>
          <w:p w:rsidR="006C1A9E" w:rsidRDefault="006C1A9E"/>
        </w:tc>
      </w:tr>
      <w:tr w:rsidR="006C1A9E" w:rsidTr="006C1A9E">
        <w:tc>
          <w:tcPr>
            <w:tcW w:w="392" w:type="dxa"/>
          </w:tcPr>
          <w:p w:rsidR="006C1A9E" w:rsidRPr="001E2954" w:rsidRDefault="003F547A">
            <w:pPr>
              <w:rPr>
                <w:b/>
              </w:rPr>
            </w:pPr>
            <w:r w:rsidRPr="001E2954">
              <w:rPr>
                <w:b/>
              </w:rPr>
              <w:t>3.</w:t>
            </w:r>
          </w:p>
        </w:tc>
        <w:tc>
          <w:tcPr>
            <w:tcW w:w="7965" w:type="dxa"/>
          </w:tcPr>
          <w:p w:rsidR="006C1A9E" w:rsidRDefault="003F547A">
            <w:r>
              <w:t xml:space="preserve">Has consent for access to these resources been granted *in writing* by the leaver, or will a </w:t>
            </w:r>
            <w:r w:rsidRPr="003F547A">
              <w:rPr>
                <w:i/>
              </w:rPr>
              <w:t>Request for access</w:t>
            </w:r>
            <w:r>
              <w:t xml:space="preserve"> form need to be filled in?</w:t>
            </w:r>
          </w:p>
        </w:tc>
        <w:tc>
          <w:tcPr>
            <w:tcW w:w="885" w:type="dxa"/>
          </w:tcPr>
          <w:p w:rsidR="006C1A9E" w:rsidRDefault="006C1A9E"/>
        </w:tc>
      </w:tr>
      <w:tr w:rsidR="00161FCC" w:rsidTr="006C1A9E">
        <w:tc>
          <w:tcPr>
            <w:tcW w:w="392" w:type="dxa"/>
          </w:tcPr>
          <w:p w:rsidR="00161FCC" w:rsidRPr="001E2954" w:rsidRDefault="00161FCC">
            <w:pPr>
              <w:rPr>
                <w:b/>
              </w:rPr>
            </w:pPr>
          </w:p>
        </w:tc>
        <w:tc>
          <w:tcPr>
            <w:tcW w:w="7965" w:type="dxa"/>
          </w:tcPr>
          <w:p w:rsidR="00161FCC" w:rsidRPr="00161FCC" w:rsidRDefault="00161FCC">
            <w:pPr>
              <w:rPr>
                <w:b/>
              </w:rPr>
            </w:pPr>
            <w:r w:rsidRPr="00161FCC">
              <w:rPr>
                <w:b/>
              </w:rPr>
              <w:t>At the point of leaving</w:t>
            </w:r>
          </w:p>
        </w:tc>
        <w:tc>
          <w:tcPr>
            <w:tcW w:w="885" w:type="dxa"/>
          </w:tcPr>
          <w:p w:rsidR="00161FCC" w:rsidRDefault="00161FCC"/>
        </w:tc>
      </w:tr>
      <w:tr w:rsidR="00161FCC" w:rsidTr="006C1A9E">
        <w:tc>
          <w:tcPr>
            <w:tcW w:w="392" w:type="dxa"/>
          </w:tcPr>
          <w:p w:rsidR="00161FCC" w:rsidRPr="001E2954" w:rsidRDefault="00161FCC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7965" w:type="dxa"/>
          </w:tcPr>
          <w:p w:rsidR="00161FCC" w:rsidRDefault="00161FCC" w:rsidP="00161FCC">
            <w:r>
              <w:t>Staff card returned and destroyed?</w:t>
            </w:r>
          </w:p>
        </w:tc>
        <w:tc>
          <w:tcPr>
            <w:tcW w:w="885" w:type="dxa"/>
          </w:tcPr>
          <w:p w:rsidR="00161FCC" w:rsidRDefault="00161FCC"/>
        </w:tc>
      </w:tr>
      <w:tr w:rsidR="00161FCC" w:rsidTr="006C1A9E">
        <w:tc>
          <w:tcPr>
            <w:tcW w:w="392" w:type="dxa"/>
          </w:tcPr>
          <w:p w:rsidR="00161FCC" w:rsidRPr="001E2954" w:rsidRDefault="00161FCC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7965" w:type="dxa"/>
          </w:tcPr>
          <w:p w:rsidR="00161FCC" w:rsidRDefault="00161FCC">
            <w:r>
              <w:t>Salto returned?</w:t>
            </w:r>
          </w:p>
        </w:tc>
        <w:tc>
          <w:tcPr>
            <w:tcW w:w="885" w:type="dxa"/>
          </w:tcPr>
          <w:p w:rsidR="00161FCC" w:rsidRDefault="00161FCC"/>
        </w:tc>
      </w:tr>
      <w:tr w:rsidR="00161FCC" w:rsidTr="006C1A9E">
        <w:tc>
          <w:tcPr>
            <w:tcW w:w="392" w:type="dxa"/>
          </w:tcPr>
          <w:p w:rsidR="00161FCC" w:rsidRPr="001E2954" w:rsidRDefault="00161FCC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7965" w:type="dxa"/>
          </w:tcPr>
          <w:p w:rsidR="00161FCC" w:rsidRDefault="00161FCC">
            <w:r>
              <w:t>Keys returned (lockers, safes, pedestals, room keys, others)</w:t>
            </w:r>
          </w:p>
        </w:tc>
        <w:tc>
          <w:tcPr>
            <w:tcW w:w="885" w:type="dxa"/>
          </w:tcPr>
          <w:p w:rsidR="00161FCC" w:rsidRDefault="00161FCC"/>
        </w:tc>
      </w:tr>
      <w:tr w:rsidR="00161FCC" w:rsidTr="006C1A9E">
        <w:tc>
          <w:tcPr>
            <w:tcW w:w="392" w:type="dxa"/>
          </w:tcPr>
          <w:p w:rsidR="00161FCC" w:rsidRPr="001E2954" w:rsidRDefault="00161FCC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7965" w:type="dxa"/>
          </w:tcPr>
          <w:p w:rsidR="00161FCC" w:rsidRDefault="00161FCC">
            <w:r>
              <w:t>Phone returned?</w:t>
            </w:r>
          </w:p>
        </w:tc>
        <w:tc>
          <w:tcPr>
            <w:tcW w:w="885" w:type="dxa"/>
          </w:tcPr>
          <w:p w:rsidR="00161FCC" w:rsidRDefault="00161FCC"/>
        </w:tc>
      </w:tr>
      <w:tr w:rsidR="00161FCC" w:rsidTr="006C1A9E">
        <w:tc>
          <w:tcPr>
            <w:tcW w:w="392" w:type="dxa"/>
          </w:tcPr>
          <w:p w:rsidR="00161FCC" w:rsidRPr="001E2954" w:rsidRDefault="00161FCC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7965" w:type="dxa"/>
          </w:tcPr>
          <w:p w:rsidR="00161FCC" w:rsidRDefault="00161FCC">
            <w:r>
              <w:t>Any other equipment returned?</w:t>
            </w:r>
          </w:p>
        </w:tc>
        <w:tc>
          <w:tcPr>
            <w:tcW w:w="885" w:type="dxa"/>
          </w:tcPr>
          <w:p w:rsidR="00161FCC" w:rsidRDefault="00161FCC"/>
        </w:tc>
      </w:tr>
      <w:tr w:rsidR="00161FCC" w:rsidTr="006C1A9E">
        <w:tc>
          <w:tcPr>
            <w:tcW w:w="392" w:type="dxa"/>
          </w:tcPr>
          <w:p w:rsidR="00161FCC" w:rsidRPr="001E2954" w:rsidRDefault="00161FCC">
            <w:pPr>
              <w:rPr>
                <w:b/>
              </w:rPr>
            </w:pPr>
          </w:p>
        </w:tc>
        <w:tc>
          <w:tcPr>
            <w:tcW w:w="7965" w:type="dxa"/>
          </w:tcPr>
          <w:p w:rsidR="00161FCC" w:rsidRDefault="00161FCC">
            <w:r>
              <w:t>If so, what?</w:t>
            </w:r>
          </w:p>
        </w:tc>
        <w:tc>
          <w:tcPr>
            <w:tcW w:w="885" w:type="dxa"/>
          </w:tcPr>
          <w:p w:rsidR="00161FCC" w:rsidRDefault="00161FCC"/>
        </w:tc>
      </w:tr>
      <w:tr w:rsidR="00161FCC" w:rsidTr="006C1A9E">
        <w:tc>
          <w:tcPr>
            <w:tcW w:w="392" w:type="dxa"/>
          </w:tcPr>
          <w:p w:rsidR="00161FCC" w:rsidRPr="001E2954" w:rsidRDefault="00161FCC">
            <w:pPr>
              <w:rPr>
                <w:b/>
              </w:rPr>
            </w:pPr>
          </w:p>
        </w:tc>
        <w:tc>
          <w:tcPr>
            <w:tcW w:w="7965" w:type="dxa"/>
          </w:tcPr>
          <w:p w:rsidR="00161FCC" w:rsidRPr="00161FCC" w:rsidRDefault="00161FCC">
            <w:pPr>
              <w:rPr>
                <w:b/>
              </w:rPr>
            </w:pPr>
            <w:r w:rsidRPr="00161FCC">
              <w:rPr>
                <w:b/>
              </w:rPr>
              <w:t>After person has left</w:t>
            </w:r>
          </w:p>
        </w:tc>
        <w:tc>
          <w:tcPr>
            <w:tcW w:w="885" w:type="dxa"/>
          </w:tcPr>
          <w:p w:rsidR="00161FCC" w:rsidRDefault="00161FCC"/>
        </w:tc>
      </w:tr>
      <w:tr w:rsidR="003F547A" w:rsidTr="006C1A9E">
        <w:tc>
          <w:tcPr>
            <w:tcW w:w="392" w:type="dxa"/>
          </w:tcPr>
          <w:p w:rsidR="003F547A" w:rsidRPr="001E2954" w:rsidRDefault="00161FCC">
            <w:pPr>
              <w:rPr>
                <w:b/>
              </w:rPr>
            </w:pPr>
            <w:r>
              <w:rPr>
                <w:b/>
              </w:rPr>
              <w:t>1</w:t>
            </w:r>
            <w:r w:rsidR="003F547A" w:rsidRPr="001E2954">
              <w:rPr>
                <w:b/>
              </w:rPr>
              <w:t>.</w:t>
            </w:r>
          </w:p>
        </w:tc>
        <w:tc>
          <w:tcPr>
            <w:tcW w:w="7965" w:type="dxa"/>
          </w:tcPr>
          <w:p w:rsidR="003F547A" w:rsidRDefault="001E2954">
            <w:r>
              <w:t>Will a</w:t>
            </w:r>
            <w:r w:rsidR="003F547A">
              <w:t>ny shared accounts need password</w:t>
            </w:r>
            <w:r>
              <w:t>s</w:t>
            </w:r>
            <w:r w:rsidR="003F547A">
              <w:t xml:space="preserve"> changing as a result of user leaving?</w:t>
            </w:r>
          </w:p>
        </w:tc>
        <w:tc>
          <w:tcPr>
            <w:tcW w:w="885" w:type="dxa"/>
          </w:tcPr>
          <w:p w:rsidR="003F547A" w:rsidRDefault="003F547A"/>
        </w:tc>
      </w:tr>
      <w:tr w:rsidR="003F547A" w:rsidTr="006C1A9E">
        <w:tc>
          <w:tcPr>
            <w:tcW w:w="392" w:type="dxa"/>
          </w:tcPr>
          <w:p w:rsidR="003F547A" w:rsidRPr="001E2954" w:rsidRDefault="00161FCC">
            <w:pPr>
              <w:rPr>
                <w:b/>
              </w:rPr>
            </w:pPr>
            <w:r>
              <w:rPr>
                <w:b/>
              </w:rPr>
              <w:t>2</w:t>
            </w:r>
            <w:r w:rsidR="003F547A" w:rsidRPr="001E2954">
              <w:rPr>
                <w:b/>
              </w:rPr>
              <w:t>.</w:t>
            </w:r>
          </w:p>
        </w:tc>
        <w:tc>
          <w:tcPr>
            <w:tcW w:w="7965" w:type="dxa"/>
          </w:tcPr>
          <w:p w:rsidR="003F547A" w:rsidRDefault="001E2954" w:rsidP="00426C4F">
            <w:r>
              <w:t>Will a</w:t>
            </w:r>
            <w:r w:rsidR="003F547A">
              <w:t xml:space="preserve">ny </w:t>
            </w:r>
            <w:proofErr w:type="spellStart"/>
            <w:r w:rsidR="003F547A">
              <w:t>passworded</w:t>
            </w:r>
            <w:proofErr w:type="spellEnd"/>
            <w:r w:rsidR="003F547A">
              <w:t xml:space="preserve"> files or other </w:t>
            </w:r>
            <w:r w:rsidR="00426C4F">
              <w:t>confidential</w:t>
            </w:r>
            <w:r w:rsidR="003F547A">
              <w:t xml:space="preserve"> information need changing as a result of user leaving? </w:t>
            </w:r>
          </w:p>
        </w:tc>
        <w:tc>
          <w:tcPr>
            <w:tcW w:w="885" w:type="dxa"/>
          </w:tcPr>
          <w:p w:rsidR="003F547A" w:rsidRDefault="003F547A"/>
        </w:tc>
      </w:tr>
      <w:tr w:rsidR="003F547A" w:rsidTr="006C1A9E">
        <w:tc>
          <w:tcPr>
            <w:tcW w:w="392" w:type="dxa"/>
          </w:tcPr>
          <w:p w:rsidR="003F547A" w:rsidRPr="001E2954" w:rsidRDefault="003F547A">
            <w:pPr>
              <w:rPr>
                <w:b/>
              </w:rPr>
            </w:pPr>
          </w:p>
        </w:tc>
        <w:tc>
          <w:tcPr>
            <w:tcW w:w="7965" w:type="dxa"/>
          </w:tcPr>
          <w:p w:rsidR="003F547A" w:rsidRDefault="003F547A">
            <w:r>
              <w:t>If so, what?</w:t>
            </w:r>
            <w:bookmarkStart w:id="0" w:name="_GoBack"/>
            <w:bookmarkEnd w:id="0"/>
          </w:p>
        </w:tc>
        <w:tc>
          <w:tcPr>
            <w:tcW w:w="885" w:type="dxa"/>
          </w:tcPr>
          <w:p w:rsidR="003F547A" w:rsidRDefault="003F547A"/>
        </w:tc>
      </w:tr>
      <w:tr w:rsidR="003F547A" w:rsidTr="006C1A9E">
        <w:tc>
          <w:tcPr>
            <w:tcW w:w="392" w:type="dxa"/>
          </w:tcPr>
          <w:p w:rsidR="003F547A" w:rsidRPr="001E2954" w:rsidRDefault="00161FCC">
            <w:pPr>
              <w:rPr>
                <w:b/>
              </w:rPr>
            </w:pPr>
            <w:r>
              <w:rPr>
                <w:b/>
              </w:rPr>
              <w:t>3</w:t>
            </w:r>
            <w:r w:rsidR="003F547A" w:rsidRPr="001E2954">
              <w:rPr>
                <w:b/>
              </w:rPr>
              <w:t>.</w:t>
            </w:r>
          </w:p>
        </w:tc>
        <w:tc>
          <w:tcPr>
            <w:tcW w:w="7965" w:type="dxa"/>
          </w:tcPr>
          <w:p w:rsidR="003F547A" w:rsidRDefault="00161FCC">
            <w:r>
              <w:t>Phone data wiped?</w:t>
            </w:r>
          </w:p>
        </w:tc>
        <w:tc>
          <w:tcPr>
            <w:tcW w:w="885" w:type="dxa"/>
          </w:tcPr>
          <w:p w:rsidR="003F547A" w:rsidRDefault="003F547A"/>
        </w:tc>
      </w:tr>
      <w:tr w:rsidR="003F547A" w:rsidTr="006C1A9E">
        <w:tc>
          <w:tcPr>
            <w:tcW w:w="392" w:type="dxa"/>
          </w:tcPr>
          <w:p w:rsidR="003F547A" w:rsidRPr="001E2954" w:rsidRDefault="00161FCC">
            <w:pPr>
              <w:rPr>
                <w:b/>
              </w:rPr>
            </w:pPr>
            <w:r>
              <w:rPr>
                <w:b/>
              </w:rPr>
              <w:t>4</w:t>
            </w:r>
            <w:r w:rsidR="003F547A" w:rsidRPr="001E2954">
              <w:rPr>
                <w:b/>
              </w:rPr>
              <w:t>.</w:t>
            </w:r>
          </w:p>
        </w:tc>
        <w:tc>
          <w:tcPr>
            <w:tcW w:w="7965" w:type="dxa"/>
          </w:tcPr>
          <w:p w:rsidR="003F547A" w:rsidRDefault="00161FCC">
            <w:r>
              <w:t>Laptop HD wiped?</w:t>
            </w:r>
          </w:p>
        </w:tc>
        <w:tc>
          <w:tcPr>
            <w:tcW w:w="885" w:type="dxa"/>
          </w:tcPr>
          <w:p w:rsidR="003F547A" w:rsidRDefault="003F547A"/>
        </w:tc>
      </w:tr>
      <w:tr w:rsidR="00426C4F" w:rsidTr="006C1A9E">
        <w:tc>
          <w:tcPr>
            <w:tcW w:w="392" w:type="dxa"/>
          </w:tcPr>
          <w:p w:rsidR="00426C4F" w:rsidRDefault="00426C4F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7965" w:type="dxa"/>
          </w:tcPr>
          <w:p w:rsidR="00426C4F" w:rsidRDefault="00426C4F">
            <w:r>
              <w:t>Workstation re-imaged?</w:t>
            </w:r>
          </w:p>
        </w:tc>
        <w:tc>
          <w:tcPr>
            <w:tcW w:w="885" w:type="dxa"/>
          </w:tcPr>
          <w:p w:rsidR="00426C4F" w:rsidRDefault="00426C4F"/>
        </w:tc>
      </w:tr>
      <w:tr w:rsidR="003F547A" w:rsidTr="006C1A9E">
        <w:tc>
          <w:tcPr>
            <w:tcW w:w="392" w:type="dxa"/>
          </w:tcPr>
          <w:p w:rsidR="003F547A" w:rsidRPr="001E2954" w:rsidRDefault="00426C4F">
            <w:pPr>
              <w:rPr>
                <w:b/>
              </w:rPr>
            </w:pPr>
            <w:r>
              <w:rPr>
                <w:b/>
              </w:rPr>
              <w:t>6</w:t>
            </w:r>
            <w:r w:rsidR="003F547A" w:rsidRPr="001E2954">
              <w:rPr>
                <w:b/>
              </w:rPr>
              <w:t>.</w:t>
            </w:r>
          </w:p>
        </w:tc>
        <w:tc>
          <w:tcPr>
            <w:tcW w:w="7965" w:type="dxa"/>
          </w:tcPr>
          <w:p w:rsidR="003F547A" w:rsidRDefault="00161FCC">
            <w:r>
              <w:t>AD Account disabled?</w:t>
            </w:r>
          </w:p>
        </w:tc>
        <w:tc>
          <w:tcPr>
            <w:tcW w:w="885" w:type="dxa"/>
          </w:tcPr>
          <w:p w:rsidR="003F547A" w:rsidRDefault="003F547A"/>
        </w:tc>
      </w:tr>
      <w:tr w:rsidR="003F547A" w:rsidTr="006C1A9E">
        <w:tc>
          <w:tcPr>
            <w:tcW w:w="392" w:type="dxa"/>
          </w:tcPr>
          <w:p w:rsidR="003F547A" w:rsidRPr="001E2954" w:rsidRDefault="00426C4F">
            <w:pPr>
              <w:rPr>
                <w:b/>
              </w:rPr>
            </w:pPr>
            <w:r>
              <w:rPr>
                <w:b/>
              </w:rPr>
              <w:t>7</w:t>
            </w:r>
            <w:r w:rsidR="003F547A" w:rsidRPr="001E2954">
              <w:rPr>
                <w:b/>
              </w:rPr>
              <w:t>.</w:t>
            </w:r>
          </w:p>
        </w:tc>
        <w:tc>
          <w:tcPr>
            <w:tcW w:w="7965" w:type="dxa"/>
          </w:tcPr>
          <w:p w:rsidR="003F547A" w:rsidRDefault="00161FCC">
            <w:r>
              <w:t>Any other user accounts disabled?</w:t>
            </w:r>
          </w:p>
        </w:tc>
        <w:tc>
          <w:tcPr>
            <w:tcW w:w="885" w:type="dxa"/>
          </w:tcPr>
          <w:p w:rsidR="003F547A" w:rsidRDefault="003F547A"/>
        </w:tc>
      </w:tr>
      <w:tr w:rsidR="00426C4F" w:rsidTr="006C1A9E">
        <w:tc>
          <w:tcPr>
            <w:tcW w:w="392" w:type="dxa"/>
          </w:tcPr>
          <w:p w:rsidR="00426C4F" w:rsidRDefault="00426C4F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7965" w:type="dxa"/>
          </w:tcPr>
          <w:p w:rsidR="00426C4F" w:rsidRDefault="00426C4F">
            <w:r>
              <w:t>Any additional licenses revoked or reallocated?</w:t>
            </w:r>
          </w:p>
        </w:tc>
        <w:tc>
          <w:tcPr>
            <w:tcW w:w="885" w:type="dxa"/>
          </w:tcPr>
          <w:p w:rsidR="00426C4F" w:rsidRDefault="00426C4F"/>
        </w:tc>
      </w:tr>
    </w:tbl>
    <w:p w:rsidR="00F43E9F" w:rsidRDefault="00F43E9F" w:rsidP="003F547A"/>
    <w:sectPr w:rsidR="00F43E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850577"/>
    <w:multiLevelType w:val="hybridMultilevel"/>
    <w:tmpl w:val="8DD0C8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8BD"/>
    <w:rsid w:val="000838EF"/>
    <w:rsid w:val="000B3449"/>
    <w:rsid w:val="00161FCC"/>
    <w:rsid w:val="001E2954"/>
    <w:rsid w:val="002C6E3C"/>
    <w:rsid w:val="00367855"/>
    <w:rsid w:val="003F547A"/>
    <w:rsid w:val="00426C4F"/>
    <w:rsid w:val="004F7578"/>
    <w:rsid w:val="00502FB4"/>
    <w:rsid w:val="006C1A9E"/>
    <w:rsid w:val="007B28BD"/>
    <w:rsid w:val="00B807B3"/>
    <w:rsid w:val="00CE7930"/>
    <w:rsid w:val="00CE7F10"/>
    <w:rsid w:val="00F43E9F"/>
    <w:rsid w:val="00F9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E29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8BD"/>
    <w:pPr>
      <w:ind w:left="720"/>
      <w:contextualSpacing/>
    </w:pPr>
  </w:style>
  <w:style w:type="table" w:styleId="TableGrid">
    <w:name w:val="Table Grid"/>
    <w:basedOn w:val="TableNormal"/>
    <w:uiPriority w:val="59"/>
    <w:rsid w:val="006C1A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E2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95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E29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E29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8BD"/>
    <w:pPr>
      <w:ind w:left="720"/>
      <w:contextualSpacing/>
    </w:pPr>
  </w:style>
  <w:style w:type="table" w:styleId="TableGrid">
    <w:name w:val="Table Grid"/>
    <w:basedOn w:val="TableNormal"/>
    <w:uiPriority w:val="59"/>
    <w:rsid w:val="006C1A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E2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95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E29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5804F9EE.dotm</Template>
  <TotalTime>0</TotalTime>
  <Pages>1</Pages>
  <Words>243</Words>
  <Characters>1388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 and Political Science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Perkins,JA</dc:creator>
  <cp:lastModifiedBy>Administrator</cp:lastModifiedBy>
  <cp:revision>2</cp:revision>
  <cp:lastPrinted>2012-10-11T12:44:00Z</cp:lastPrinted>
  <dcterms:created xsi:type="dcterms:W3CDTF">2013-06-11T09:51:00Z</dcterms:created>
  <dcterms:modified xsi:type="dcterms:W3CDTF">2013-06-11T09:51:00Z</dcterms:modified>
</cp:coreProperties>
</file>