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E7A" w:rsidRDefault="00540E7A">
      <w:r>
        <w:rPr>
          <w:noProof/>
          <w:lang w:eastAsia="en-GB"/>
        </w:rPr>
        <w:drawing>
          <wp:anchor distT="0" distB="0" distL="114300" distR="114300" simplePos="0" relativeHeight="251658240" behindDoc="0" locked="0" layoutInCell="1" allowOverlap="1" wp14:anchorId="5C8CB66C" wp14:editId="1D3F2487">
            <wp:simplePos x="0" y="0"/>
            <wp:positionH relativeFrom="column">
              <wp:posOffset>-247650</wp:posOffset>
            </wp:positionH>
            <wp:positionV relativeFrom="paragraph">
              <wp:posOffset>-206375</wp:posOffset>
            </wp:positionV>
            <wp:extent cx="7108825" cy="124396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08825" cy="1243965"/>
                    </a:xfrm>
                    <a:prstGeom prst="rect">
                      <a:avLst/>
                    </a:prstGeom>
                    <a:noFill/>
                  </pic:spPr>
                </pic:pic>
              </a:graphicData>
            </a:graphic>
            <wp14:sizeRelH relativeFrom="page">
              <wp14:pctWidth>0</wp14:pctWidth>
            </wp14:sizeRelH>
            <wp14:sizeRelV relativeFrom="page">
              <wp14:pctHeight>0</wp14:pctHeight>
            </wp14:sizeRelV>
          </wp:anchor>
        </w:drawing>
      </w:r>
    </w:p>
    <w:p w:rsidR="00D23C2B" w:rsidRPr="00D23C2B" w:rsidRDefault="00D23C2B">
      <w:pPr>
        <w:rPr>
          <w:i/>
        </w:rPr>
      </w:pPr>
      <w:r w:rsidRPr="00D23C2B">
        <w:rPr>
          <w:bCs/>
          <w:i/>
        </w:rPr>
        <w:t>Please use Calibri 12pt or Arial 11pt font. Do not alter margins. Please email completed form, saved as ‘[YOUR SURNAME] CIS Visitor Application’ as a .</w:t>
      </w:r>
      <w:proofErr w:type="spellStart"/>
      <w:r w:rsidRPr="00D23C2B">
        <w:rPr>
          <w:bCs/>
          <w:i/>
        </w:rPr>
        <w:t>docx</w:t>
      </w:r>
      <w:proofErr w:type="spellEnd"/>
      <w:r w:rsidRPr="00D23C2B">
        <w:rPr>
          <w:bCs/>
          <w:i/>
        </w:rPr>
        <w:t xml:space="preserve"> file to </w:t>
      </w:r>
      <w:hyperlink r:id="rId6" w:history="1">
        <w:r w:rsidRPr="00D23C2B">
          <w:rPr>
            <w:rStyle w:val="Hyperlink"/>
            <w:bCs/>
            <w:i/>
            <w:u w:val="none"/>
          </w:rPr>
          <w:t>CIS@lse.ac.uk</w:t>
        </w:r>
      </w:hyperlink>
      <w:r w:rsidRPr="00D23C2B">
        <w:rPr>
          <w:bCs/>
          <w:i/>
        </w:rPr>
        <w:t>, along with (for Visiting Fellow applicants only) two academic references.</w:t>
      </w:r>
    </w:p>
    <w:p w:rsidR="00D23C2B" w:rsidRDefault="00D23C2B">
      <w:pPr>
        <w:rPr>
          <w:b/>
          <w:u w:val="single"/>
        </w:rPr>
      </w:pPr>
    </w:p>
    <w:p w:rsidR="00540E7A" w:rsidRDefault="00540E7A">
      <w:pPr>
        <w:rPr>
          <w:b/>
          <w:u w:val="single"/>
        </w:rPr>
      </w:pPr>
      <w:r>
        <w:rPr>
          <w:b/>
          <w:u w:val="single"/>
        </w:rPr>
        <w:t>APPLICANT DETAILS</w:t>
      </w:r>
    </w:p>
    <w:p w:rsidR="00540E7A" w:rsidRDefault="00540E7A">
      <w:pPr>
        <w:rPr>
          <w:b/>
        </w:rPr>
      </w:pPr>
      <w:r>
        <w:rPr>
          <w:b/>
        </w:rPr>
        <w:t>Title:</w:t>
      </w:r>
    </w:p>
    <w:p w:rsidR="00540E7A" w:rsidRDefault="00540E7A">
      <w:pPr>
        <w:rPr>
          <w:b/>
        </w:rPr>
      </w:pPr>
      <w:r>
        <w:rPr>
          <w:b/>
        </w:rPr>
        <w:t>First name:</w:t>
      </w:r>
    </w:p>
    <w:p w:rsidR="00540E7A" w:rsidRDefault="00540E7A">
      <w:pPr>
        <w:rPr>
          <w:b/>
        </w:rPr>
      </w:pPr>
      <w:r>
        <w:rPr>
          <w:b/>
        </w:rPr>
        <w:t>Surname:</w:t>
      </w:r>
    </w:p>
    <w:p w:rsidR="00540E7A" w:rsidRDefault="00540E7A">
      <w:pPr>
        <w:rPr>
          <w:b/>
        </w:rPr>
      </w:pPr>
      <w:r>
        <w:rPr>
          <w:b/>
        </w:rPr>
        <w:t>Affiliation:</w:t>
      </w:r>
    </w:p>
    <w:p w:rsidR="00540E7A" w:rsidRDefault="00540E7A">
      <w:pPr>
        <w:rPr>
          <w:b/>
        </w:rPr>
      </w:pPr>
      <w:r>
        <w:rPr>
          <w:b/>
        </w:rPr>
        <w:t>Address:</w:t>
      </w:r>
    </w:p>
    <w:p w:rsidR="00540E7A" w:rsidRDefault="00540E7A">
      <w:pPr>
        <w:rPr>
          <w:b/>
        </w:rPr>
      </w:pPr>
      <w:r>
        <w:rPr>
          <w:b/>
        </w:rPr>
        <w:t>E-mail:</w:t>
      </w:r>
    </w:p>
    <w:p w:rsidR="00540E7A" w:rsidRDefault="00540E7A">
      <w:pPr>
        <w:rPr>
          <w:b/>
        </w:rPr>
      </w:pPr>
      <w:r>
        <w:rPr>
          <w:b/>
        </w:rPr>
        <w:t>Telephone:</w:t>
      </w:r>
    </w:p>
    <w:p w:rsidR="00540E7A" w:rsidRDefault="00540E7A">
      <w:pPr>
        <w:rPr>
          <w:b/>
          <w:u w:val="single"/>
        </w:rPr>
      </w:pPr>
    </w:p>
    <w:p w:rsidR="00540E7A" w:rsidRPr="00540E7A" w:rsidRDefault="00540E7A">
      <w:pPr>
        <w:rPr>
          <w:b/>
        </w:rPr>
      </w:pPr>
      <w:r>
        <w:rPr>
          <w:b/>
          <w:u w:val="single"/>
        </w:rPr>
        <w:t>TITLE OF REQUESTED VISITING APPOINTMENT</w:t>
      </w:r>
      <w:r w:rsidRPr="00540E7A">
        <w:rPr>
          <w:b/>
        </w:rPr>
        <w:t xml:space="preserve"> </w:t>
      </w:r>
      <w:r w:rsidRPr="00D23C2B">
        <w:rPr>
          <w:b/>
          <w:i/>
        </w:rPr>
        <w:t xml:space="preserve">(delete as appropriate – for information on the various roles, please see the </w:t>
      </w:r>
      <w:hyperlink r:id="rId7" w:history="1">
        <w:r w:rsidRPr="00D23C2B">
          <w:rPr>
            <w:rStyle w:val="Hyperlink"/>
            <w:b/>
            <w:i/>
          </w:rPr>
          <w:t>CIS website</w:t>
        </w:r>
      </w:hyperlink>
      <w:r w:rsidRPr="00D23C2B">
        <w:rPr>
          <w:b/>
          <w:i/>
        </w:rPr>
        <w:t>)</w:t>
      </w:r>
    </w:p>
    <w:p w:rsidR="00540E7A" w:rsidRDefault="00540E7A" w:rsidP="00540E7A">
      <w:r>
        <w:t>FELLOW* / SENIOR FELLOW / PROFESSOR/ PROFESSOR IN PRACTICE</w:t>
      </w:r>
    </w:p>
    <w:p w:rsidR="00F13D7C" w:rsidRDefault="00540E7A" w:rsidP="00540E7A">
      <w:pPr>
        <w:rPr>
          <w:i/>
        </w:rPr>
      </w:pPr>
      <w:r w:rsidRPr="00540E7A">
        <w:rPr>
          <w:i/>
        </w:rPr>
        <w:t>* Visiting Fellow applicants must include two academic references with their application, one of which is expected to be from the PhD supervisor.</w:t>
      </w:r>
    </w:p>
    <w:p w:rsidR="00540E7A" w:rsidRDefault="00540E7A" w:rsidP="00540E7A">
      <w:pPr>
        <w:rPr>
          <w:i/>
        </w:rPr>
      </w:pPr>
    </w:p>
    <w:p w:rsidR="00540E7A" w:rsidRDefault="00540E7A" w:rsidP="00540E7A">
      <w:pPr>
        <w:rPr>
          <w:b/>
        </w:rPr>
      </w:pPr>
      <w:r>
        <w:rPr>
          <w:b/>
          <w:u w:val="single"/>
        </w:rPr>
        <w:t>DATES OF APPOINTMENT</w:t>
      </w:r>
      <w:r>
        <w:t xml:space="preserve"> </w:t>
      </w:r>
      <w:r w:rsidRPr="00D23C2B">
        <w:rPr>
          <w:b/>
          <w:i/>
        </w:rPr>
        <w:t>(</w:t>
      </w:r>
      <w:proofErr w:type="gramStart"/>
      <w:r w:rsidRPr="00D23C2B">
        <w:rPr>
          <w:b/>
          <w:i/>
        </w:rPr>
        <w:t>please</w:t>
      </w:r>
      <w:proofErr w:type="gramEnd"/>
      <w:r w:rsidRPr="00D23C2B">
        <w:rPr>
          <w:b/>
          <w:i/>
        </w:rPr>
        <w:t xml:space="preserve"> state the exact dates you wish to visit - the visiting period generally should last for one year, and is renewable up to a maximum of three years. Visiting appointments normally start in September or October)</w:t>
      </w:r>
    </w:p>
    <w:p w:rsidR="00540E7A" w:rsidRDefault="00540E7A" w:rsidP="00540E7A">
      <w:r w:rsidRPr="00540E7A">
        <w:rPr>
          <w:b/>
        </w:rPr>
        <w:t>FROM:</w:t>
      </w:r>
      <w:r>
        <w:t xml:space="preserve"> DD/MM/YYYY </w:t>
      </w:r>
      <w:r>
        <w:tab/>
      </w:r>
      <w:r>
        <w:tab/>
      </w:r>
      <w:r w:rsidRPr="00540E7A">
        <w:rPr>
          <w:b/>
        </w:rPr>
        <w:t>TO:</w:t>
      </w:r>
      <w:r>
        <w:t xml:space="preserve"> DD/MM/YYYY</w:t>
      </w:r>
    </w:p>
    <w:p w:rsidR="00540E7A" w:rsidRDefault="00540E7A" w:rsidP="00540E7A"/>
    <w:p w:rsidR="00D23C2B" w:rsidRPr="00D23C2B" w:rsidRDefault="00D23C2B" w:rsidP="00D23C2B">
      <w:pPr>
        <w:rPr>
          <w:b/>
          <w:u w:val="single"/>
        </w:rPr>
      </w:pPr>
      <w:r w:rsidRPr="00D23C2B">
        <w:rPr>
          <w:b/>
          <w:u w:val="single"/>
        </w:rPr>
        <w:t>TITLE OF PROJECT TO BE WORKED ON DURING FELLOWSHIP:</w:t>
      </w:r>
    </w:p>
    <w:p w:rsidR="00540E7A" w:rsidRDefault="00540E7A" w:rsidP="00540E7A"/>
    <w:p w:rsidR="00D23C2B" w:rsidRPr="00D23C2B" w:rsidRDefault="00D23C2B" w:rsidP="00D23C2B">
      <w:pPr>
        <w:rPr>
          <w:b/>
          <w:bCs/>
        </w:rPr>
      </w:pPr>
      <w:r w:rsidRPr="00D23C2B">
        <w:rPr>
          <w:b/>
          <w:bCs/>
          <w:u w:val="single"/>
        </w:rPr>
        <w:t>ARE YOU ELIGIBLE TO WORK IN THE UK?</w:t>
      </w:r>
      <w:r w:rsidRPr="00D23C2B">
        <w:rPr>
          <w:b/>
          <w:bCs/>
        </w:rPr>
        <w:t xml:space="preserve">  </w:t>
      </w:r>
      <w:r w:rsidRPr="00D23C2B">
        <w:rPr>
          <w:bCs/>
        </w:rPr>
        <w:t>YES/ NO</w:t>
      </w:r>
    </w:p>
    <w:p w:rsidR="00D23C2B" w:rsidRPr="00D23C2B" w:rsidRDefault="00D23C2B" w:rsidP="00D23C2B">
      <w:pPr>
        <w:rPr>
          <w:b/>
          <w:bCs/>
        </w:rPr>
      </w:pPr>
      <w:r w:rsidRPr="00D23C2B">
        <w:rPr>
          <w:b/>
          <w:i/>
        </w:rPr>
        <w:t xml:space="preserve">(If ‘no’, please specify the visa scheme you intend to use)  </w:t>
      </w:r>
    </w:p>
    <w:p w:rsidR="00D23C2B" w:rsidRPr="00D23C2B" w:rsidRDefault="00D23C2B" w:rsidP="00D23C2B">
      <w:pPr>
        <w:rPr>
          <w:bCs/>
          <w:i/>
          <w:u w:val="single"/>
        </w:rPr>
      </w:pPr>
    </w:p>
    <w:p w:rsidR="00D23C2B" w:rsidRPr="00D23C2B" w:rsidRDefault="00D23C2B" w:rsidP="00D23C2B">
      <w:pPr>
        <w:rPr>
          <w:bCs/>
        </w:rPr>
      </w:pPr>
      <w:r w:rsidRPr="00D23C2B">
        <w:rPr>
          <w:bCs/>
        </w:rPr>
        <w:t xml:space="preserve">Visa Scheme: </w:t>
      </w:r>
    </w:p>
    <w:p w:rsidR="00D23C2B" w:rsidRDefault="00D23C2B" w:rsidP="00540E7A"/>
    <w:p w:rsidR="00D23C2B" w:rsidRDefault="00D23C2B" w:rsidP="00540E7A"/>
    <w:p w:rsidR="00D23C2B" w:rsidRPr="00D23C2B" w:rsidRDefault="00D23C2B" w:rsidP="00D23C2B">
      <w:pPr>
        <w:rPr>
          <w:b/>
          <w:bCs/>
          <w:u w:val="single"/>
        </w:rPr>
      </w:pPr>
      <w:r w:rsidRPr="00D23C2B">
        <w:rPr>
          <w:b/>
          <w:bCs/>
          <w:u w:val="single"/>
        </w:rPr>
        <w:t xml:space="preserve">PROPOSED CONTRIBUTION TO THE CENTRE: </w:t>
      </w:r>
    </w:p>
    <w:p w:rsidR="00D23C2B" w:rsidRPr="00D23C2B" w:rsidRDefault="00D23C2B" w:rsidP="00D23C2B">
      <w:r w:rsidRPr="00D23C2B">
        <w:rPr>
          <w:b/>
          <w:i/>
        </w:rPr>
        <w:t>(Please specify, in 200-300 words, what you will contribute to the CIS and the LSE during your time at the Centre. Examples might include: carrying out research, organising conferences, workshops and events, attending and hosting seminars, contributing to blogs and other forms of public engagement, and interacting with LSE faculty and students).</w:t>
      </w:r>
    </w:p>
    <w:p w:rsidR="00D23C2B" w:rsidRDefault="00D23C2B" w:rsidP="00540E7A"/>
    <w:p w:rsidR="00D23C2B" w:rsidRDefault="00D23C2B" w:rsidP="00540E7A"/>
    <w:p w:rsidR="00D23C2B" w:rsidRPr="00D23C2B" w:rsidRDefault="00D23C2B" w:rsidP="00D23C2B">
      <w:pPr>
        <w:rPr>
          <w:b/>
          <w:bCs/>
          <w:u w:val="single"/>
        </w:rPr>
      </w:pPr>
      <w:r w:rsidRPr="00D23C2B">
        <w:rPr>
          <w:b/>
          <w:bCs/>
          <w:u w:val="single"/>
        </w:rPr>
        <w:t xml:space="preserve">RESEARCH PROJECT ABSTRACT: </w:t>
      </w:r>
    </w:p>
    <w:p w:rsidR="00D23C2B" w:rsidRPr="00D23C2B" w:rsidRDefault="00D23C2B" w:rsidP="00D23C2B">
      <w:pPr>
        <w:rPr>
          <w:b/>
          <w:i/>
        </w:rPr>
      </w:pPr>
      <w:r w:rsidRPr="00D23C2B">
        <w:rPr>
          <w:b/>
          <w:i/>
        </w:rPr>
        <w:t>(Provide, in maximum 200 words, an abstract of the main research project you will carry out at the CIS)</w:t>
      </w:r>
    </w:p>
    <w:p w:rsidR="00D23C2B" w:rsidRDefault="00D23C2B" w:rsidP="00540E7A"/>
    <w:p w:rsidR="00D23C2B" w:rsidRDefault="00D23C2B" w:rsidP="00540E7A"/>
    <w:p w:rsidR="00D23C2B" w:rsidRPr="00D23C2B" w:rsidRDefault="00D23C2B" w:rsidP="00D23C2B">
      <w:pPr>
        <w:rPr>
          <w:b/>
          <w:bCs/>
          <w:u w:val="single"/>
        </w:rPr>
      </w:pPr>
      <w:r w:rsidRPr="00D23C2B">
        <w:rPr>
          <w:b/>
          <w:bCs/>
          <w:u w:val="single"/>
        </w:rPr>
        <w:t xml:space="preserve">RESEARCH PROJECT DETAILS: </w:t>
      </w:r>
    </w:p>
    <w:p w:rsidR="00D23C2B" w:rsidRDefault="00D23C2B" w:rsidP="00D23C2B">
      <w:pPr>
        <w:rPr>
          <w:b/>
          <w:i/>
        </w:rPr>
      </w:pPr>
      <w:r w:rsidRPr="00D23C2B">
        <w:rPr>
          <w:b/>
          <w:i/>
        </w:rPr>
        <w:t>(Please provide, over maximum 2 pages, further details of the project/s you propose to work on while visiting the CIS, including details of how you will fund your research and activities in London, the name of your funding source and the activities the funding is intended to cover, along with a list of planned research outputs such as publications, workshops and public engagement activities. You should also list the names of any LSE faculty you wish to work with and note whether you are already in contact with them)</w:t>
      </w:r>
    </w:p>
    <w:p w:rsidR="00D23C2B" w:rsidRDefault="00D23C2B" w:rsidP="00D23C2B">
      <w:pPr>
        <w:rPr>
          <w:b/>
          <w:i/>
        </w:rPr>
      </w:pPr>
    </w:p>
    <w:p w:rsidR="00D23C2B" w:rsidRPr="00D23C2B" w:rsidRDefault="00D23C2B" w:rsidP="00D23C2B">
      <w:pPr>
        <w:rPr>
          <w:b/>
          <w:bCs/>
        </w:rPr>
      </w:pPr>
      <w:r w:rsidRPr="00D23C2B">
        <w:rPr>
          <w:b/>
          <w:bCs/>
          <w:u w:val="single"/>
        </w:rPr>
        <w:t>DO YOU WISH TO APPLY FOR RESEARCH SUPPORT FUNDING</w:t>
      </w:r>
      <w:r>
        <w:rPr>
          <w:bCs/>
        </w:rPr>
        <w:t xml:space="preserve"> </w:t>
      </w:r>
      <w:r w:rsidRPr="00D23C2B">
        <w:rPr>
          <w:b/>
          <w:bCs/>
          <w:i/>
        </w:rPr>
        <w:t>(delete as appropriate)</w:t>
      </w:r>
    </w:p>
    <w:p w:rsidR="00D23C2B" w:rsidRPr="00D23C2B" w:rsidRDefault="00D23C2B" w:rsidP="00D23C2B">
      <w:pPr>
        <w:rPr>
          <w:bCs/>
        </w:rPr>
      </w:pPr>
      <w:r w:rsidRPr="00D23C2B">
        <w:rPr>
          <w:bCs/>
        </w:rPr>
        <w:t xml:space="preserve">YES/ NO </w:t>
      </w:r>
    </w:p>
    <w:p w:rsidR="00D23C2B" w:rsidRPr="00D23C2B" w:rsidRDefault="00D23C2B" w:rsidP="00D23C2B">
      <w:pPr>
        <w:rPr>
          <w:bCs/>
        </w:rPr>
      </w:pPr>
      <w:r w:rsidRPr="00D23C2B">
        <w:rPr>
          <w:b/>
          <w:i/>
        </w:rPr>
        <w:t>If you have selected YES, please complete the following sections:</w:t>
      </w:r>
    </w:p>
    <w:p w:rsidR="00D23C2B" w:rsidRPr="00D23C2B" w:rsidRDefault="00D23C2B" w:rsidP="00D23C2B">
      <w:pPr>
        <w:rPr>
          <w:b/>
          <w:bCs/>
        </w:rPr>
      </w:pPr>
    </w:p>
    <w:p w:rsidR="00D23C2B" w:rsidRPr="00D23C2B" w:rsidRDefault="00D23C2B" w:rsidP="00D23C2B">
      <w:pPr>
        <w:rPr>
          <w:b/>
          <w:bCs/>
          <w:u w:val="single"/>
        </w:rPr>
      </w:pPr>
      <w:r w:rsidRPr="00D23C2B">
        <w:rPr>
          <w:b/>
          <w:bCs/>
          <w:u w:val="single"/>
        </w:rPr>
        <w:t xml:space="preserve">TYPE OF RESEARCH SUPPORT REQUESTED: </w:t>
      </w:r>
    </w:p>
    <w:p w:rsidR="00D23C2B" w:rsidRPr="00D23C2B" w:rsidRDefault="00D23C2B" w:rsidP="00D23C2B">
      <w:pPr>
        <w:rPr>
          <w:b/>
          <w:bCs/>
          <w:i/>
        </w:rPr>
      </w:pPr>
      <w:r w:rsidRPr="00D23C2B">
        <w:rPr>
          <w:b/>
          <w:bCs/>
          <w:i/>
        </w:rPr>
        <w:t xml:space="preserve">(Delete the two options that don’t apply. For more information on the different types of support available, please see the </w:t>
      </w:r>
      <w:hyperlink r:id="rId8" w:history="1">
        <w:r w:rsidRPr="00D23C2B">
          <w:rPr>
            <w:rStyle w:val="Hyperlink"/>
            <w:b/>
            <w:bCs/>
            <w:i/>
          </w:rPr>
          <w:t>CIS website</w:t>
        </w:r>
      </w:hyperlink>
      <w:r w:rsidRPr="00D23C2B">
        <w:rPr>
          <w:b/>
          <w:bCs/>
          <w:i/>
        </w:rPr>
        <w:t>)</w:t>
      </w:r>
    </w:p>
    <w:p w:rsidR="00D23C2B" w:rsidRPr="00D23C2B" w:rsidRDefault="00D23C2B" w:rsidP="00D23C2B">
      <w:pPr>
        <w:rPr>
          <w:bCs/>
        </w:rPr>
      </w:pPr>
      <w:r w:rsidRPr="00D23C2B">
        <w:rPr>
          <w:bCs/>
        </w:rPr>
        <w:t>RESEARCH-RELATED FUNDING/ RESEARCH SEED GRANT</w:t>
      </w:r>
    </w:p>
    <w:p w:rsidR="00D23C2B" w:rsidRDefault="00D23C2B" w:rsidP="00D23C2B">
      <w:pPr>
        <w:rPr>
          <w:b/>
          <w:bCs/>
        </w:rPr>
      </w:pPr>
    </w:p>
    <w:p w:rsidR="00D23C2B" w:rsidRPr="00D23C2B" w:rsidRDefault="00D23C2B" w:rsidP="00D23C2B">
      <w:pPr>
        <w:rPr>
          <w:b/>
          <w:bCs/>
          <w:u w:val="single"/>
        </w:rPr>
      </w:pPr>
      <w:r w:rsidRPr="00D23C2B">
        <w:rPr>
          <w:b/>
          <w:bCs/>
          <w:u w:val="single"/>
        </w:rPr>
        <w:t>SHORT DESCRIPTION OF PROJECT/S FOR WHICH RESEARCH SUPPORT IS REQUESTED:</w:t>
      </w:r>
    </w:p>
    <w:p w:rsidR="00D23C2B" w:rsidRPr="00D23C2B" w:rsidRDefault="00D23C2B" w:rsidP="00D23C2B">
      <w:pPr>
        <w:rPr>
          <w:bCs/>
        </w:rPr>
      </w:pPr>
    </w:p>
    <w:p w:rsidR="00D23C2B" w:rsidRPr="00D23C2B" w:rsidRDefault="00D23C2B" w:rsidP="00D23C2B">
      <w:pPr>
        <w:rPr>
          <w:bCs/>
        </w:rPr>
      </w:pPr>
    </w:p>
    <w:p w:rsidR="00D23C2B" w:rsidRPr="00D23C2B" w:rsidRDefault="00D23C2B" w:rsidP="00D23C2B">
      <w:pPr>
        <w:rPr>
          <w:bCs/>
        </w:rPr>
      </w:pPr>
    </w:p>
    <w:p w:rsidR="00D23C2B" w:rsidRPr="00D23C2B" w:rsidRDefault="00D23C2B" w:rsidP="00D23C2B">
      <w:pPr>
        <w:rPr>
          <w:b/>
          <w:bCs/>
          <w:u w:val="single"/>
        </w:rPr>
      </w:pPr>
      <w:r w:rsidRPr="00D23C2B">
        <w:rPr>
          <w:b/>
          <w:bCs/>
          <w:u w:val="single"/>
        </w:rPr>
        <w:t xml:space="preserve">NAME/S OF LSE FACULTY (IF APPLICABLE) WHOM APPLICATION IS MADE IN COLLABORATION WITH:  </w:t>
      </w:r>
      <w:r w:rsidRPr="00D23C2B">
        <w:rPr>
          <w:b/>
          <w:bCs/>
          <w:u w:val="single"/>
        </w:rPr>
        <w:br/>
      </w:r>
    </w:p>
    <w:p w:rsidR="00D23C2B" w:rsidRPr="00D23C2B" w:rsidRDefault="00D23C2B" w:rsidP="00D23C2B">
      <w:pPr>
        <w:rPr>
          <w:b/>
          <w:bCs/>
          <w:u w:val="single"/>
        </w:rPr>
      </w:pPr>
    </w:p>
    <w:p w:rsidR="00D23C2B" w:rsidRPr="00D23C2B" w:rsidRDefault="00D23C2B" w:rsidP="00D23C2B">
      <w:pPr>
        <w:rPr>
          <w:b/>
          <w:bCs/>
          <w:u w:val="single"/>
        </w:rPr>
      </w:pPr>
    </w:p>
    <w:p w:rsidR="00D23C2B" w:rsidRPr="00D23C2B" w:rsidRDefault="00D23C2B" w:rsidP="00D23C2B">
      <w:pPr>
        <w:rPr>
          <w:b/>
          <w:bCs/>
          <w:u w:val="single"/>
        </w:rPr>
      </w:pPr>
      <w:r w:rsidRPr="00D23C2B">
        <w:rPr>
          <w:b/>
          <w:bCs/>
          <w:u w:val="single"/>
        </w:rPr>
        <w:t>NAME OF CONTACT AT LSE RESEARCH DIVISION (FOR SEED GRANT APPLICATIONS ONLY):</w:t>
      </w:r>
    </w:p>
    <w:p w:rsidR="00D23C2B" w:rsidRDefault="00D23C2B" w:rsidP="00D23C2B"/>
    <w:p w:rsidR="00D23C2B" w:rsidRDefault="00D23C2B" w:rsidP="00D23C2B"/>
    <w:p w:rsidR="00D23C2B" w:rsidRPr="00D23C2B" w:rsidRDefault="00D23C2B" w:rsidP="00D23C2B">
      <w:pPr>
        <w:rPr>
          <w:b/>
          <w:bCs/>
          <w:u w:val="single"/>
        </w:rPr>
      </w:pPr>
      <w:r w:rsidRPr="00D23C2B">
        <w:rPr>
          <w:b/>
          <w:bCs/>
          <w:u w:val="single"/>
        </w:rPr>
        <w:t xml:space="preserve">PROPOSED CONTRIBUTIONS TO THE CENTRE AND LSE, SHOULD APPLICATION BE SUCCESSFUL: </w:t>
      </w:r>
    </w:p>
    <w:p w:rsidR="00D23C2B" w:rsidRPr="00D23C2B" w:rsidRDefault="00D23C2B" w:rsidP="00D23C2B">
      <w:r w:rsidRPr="00D23C2B">
        <w:rPr>
          <w:b/>
          <w:i/>
        </w:rPr>
        <w:t>(Please specify, in 200-300 words, what difference the research support will make to your contribution to the CIS and the LSE during your time at the Centre. Examples might include: enabling high quality research outputs, organising conferences, workshops and events, hosting seminars, contributing to blogs and other forms of public engagement, and interacting with LSE faculty and students).</w:t>
      </w:r>
    </w:p>
    <w:p w:rsidR="00D23C2B" w:rsidRDefault="00D23C2B" w:rsidP="00D23C2B"/>
    <w:p w:rsidR="00D23C2B" w:rsidRPr="00D23C2B" w:rsidRDefault="00D23C2B" w:rsidP="00D23C2B">
      <w:pPr>
        <w:rPr>
          <w:b/>
          <w:bCs/>
          <w:u w:val="single"/>
        </w:rPr>
      </w:pPr>
      <w:r w:rsidRPr="00D23C2B">
        <w:rPr>
          <w:b/>
          <w:bCs/>
          <w:u w:val="single"/>
        </w:rPr>
        <w:t xml:space="preserve">RESEARCH PROJECT DETAILS: </w:t>
      </w:r>
    </w:p>
    <w:p w:rsidR="00D23C2B" w:rsidRPr="00D23C2B" w:rsidRDefault="00D23C2B" w:rsidP="00D23C2B">
      <w:pPr>
        <w:rPr>
          <w:b/>
          <w:i/>
        </w:rPr>
      </w:pPr>
      <w:r w:rsidRPr="00D23C2B">
        <w:rPr>
          <w:b/>
          <w:i/>
        </w:rPr>
        <w:t>(Please provide, over maximum 3.5 pages, further details of the research support requested, including a full budget on the table below, a timetable of research activities, details of additional funding you have gained or will require, a list of research outputs that the support will lead to or (in the case of a Research Seed Grant) which grant-making body you will apply to, and a justification of why the research support is necessary to your project. You should also note whether funding is available from your home institution for this project, and, if so, whether you have applied for it already. We expect projects to be funded by home institutions whenever possible. Applications which include proposals for public engagement activities, collaboration with existing LSE faculty and/ or the provision of benefits to current LSE students will be viewed particularly favourably.)</w:t>
      </w:r>
    </w:p>
    <w:tbl>
      <w:tblPr>
        <w:tblStyle w:val="TableGrid"/>
        <w:tblpPr w:leftFromText="180" w:rightFromText="180" w:vertAnchor="text" w:horzAnchor="margin" w:tblpXSpec="center" w:tblpY="194"/>
        <w:tblW w:w="9743" w:type="dxa"/>
        <w:tblLook w:val="04A0" w:firstRow="1" w:lastRow="0" w:firstColumn="1" w:lastColumn="0" w:noHBand="0" w:noVBand="1"/>
      </w:tblPr>
      <w:tblGrid>
        <w:gridCol w:w="3715"/>
        <w:gridCol w:w="1276"/>
        <w:gridCol w:w="4752"/>
      </w:tblGrid>
      <w:tr w:rsidR="00D23C2B" w:rsidRPr="00D23C2B" w:rsidTr="00D23C2B">
        <w:tc>
          <w:tcPr>
            <w:tcW w:w="3715" w:type="dxa"/>
          </w:tcPr>
          <w:p w:rsidR="00D23C2B" w:rsidRPr="00D23C2B" w:rsidRDefault="00D23C2B" w:rsidP="00D23C2B">
            <w:pPr>
              <w:spacing w:after="200" w:line="276" w:lineRule="auto"/>
              <w:rPr>
                <w:b/>
                <w:bCs/>
              </w:rPr>
            </w:pPr>
            <w:r w:rsidRPr="00D23C2B">
              <w:rPr>
                <w:b/>
                <w:bCs/>
              </w:rPr>
              <w:t>Budget Item</w:t>
            </w:r>
          </w:p>
        </w:tc>
        <w:tc>
          <w:tcPr>
            <w:tcW w:w="1276" w:type="dxa"/>
          </w:tcPr>
          <w:p w:rsidR="00D23C2B" w:rsidRPr="00D23C2B" w:rsidRDefault="00D23C2B" w:rsidP="00D23C2B">
            <w:pPr>
              <w:spacing w:after="200" w:line="276" w:lineRule="auto"/>
              <w:rPr>
                <w:b/>
                <w:bCs/>
              </w:rPr>
            </w:pPr>
            <w:r w:rsidRPr="00D23C2B">
              <w:rPr>
                <w:b/>
                <w:bCs/>
              </w:rPr>
              <w:t>Cost in £</w:t>
            </w:r>
          </w:p>
        </w:tc>
        <w:tc>
          <w:tcPr>
            <w:tcW w:w="4752" w:type="dxa"/>
          </w:tcPr>
          <w:p w:rsidR="00D23C2B" w:rsidRPr="00D23C2B" w:rsidRDefault="00D23C2B" w:rsidP="00D23C2B">
            <w:pPr>
              <w:spacing w:after="200" w:line="276" w:lineRule="auto"/>
              <w:rPr>
                <w:b/>
                <w:bCs/>
              </w:rPr>
            </w:pPr>
            <w:r w:rsidRPr="00D23C2B">
              <w:rPr>
                <w:b/>
                <w:bCs/>
              </w:rPr>
              <w:t>Source of quote &amp; notes</w:t>
            </w:r>
          </w:p>
        </w:tc>
      </w:tr>
      <w:tr w:rsidR="00D23C2B" w:rsidRPr="00D23C2B" w:rsidTr="00D23C2B">
        <w:tc>
          <w:tcPr>
            <w:tcW w:w="3715" w:type="dxa"/>
          </w:tcPr>
          <w:p w:rsidR="00D23C2B" w:rsidRPr="00D23C2B" w:rsidRDefault="00D23C2B" w:rsidP="00D23C2B">
            <w:pPr>
              <w:spacing w:after="200" w:line="276" w:lineRule="auto"/>
              <w:rPr>
                <w:bCs/>
              </w:rPr>
            </w:pPr>
            <w:r w:rsidRPr="00D23C2B">
              <w:rPr>
                <w:bCs/>
              </w:rPr>
              <w:t>EXAMPLE: Return flight London&gt; Brussels 10</w:t>
            </w:r>
            <w:r w:rsidRPr="00D23C2B">
              <w:rPr>
                <w:bCs/>
                <w:vertAlign w:val="superscript"/>
              </w:rPr>
              <w:t>th</w:t>
            </w:r>
            <w:r w:rsidRPr="00D23C2B">
              <w:rPr>
                <w:bCs/>
              </w:rPr>
              <w:t xml:space="preserve"> -17</w:t>
            </w:r>
            <w:r w:rsidRPr="00D23C2B">
              <w:rPr>
                <w:bCs/>
                <w:vertAlign w:val="superscript"/>
              </w:rPr>
              <w:t>th</w:t>
            </w:r>
            <w:r w:rsidRPr="00D23C2B">
              <w:rPr>
                <w:bCs/>
              </w:rPr>
              <w:t xml:space="preserve"> April</w:t>
            </w:r>
          </w:p>
        </w:tc>
        <w:tc>
          <w:tcPr>
            <w:tcW w:w="1276" w:type="dxa"/>
          </w:tcPr>
          <w:p w:rsidR="00D23C2B" w:rsidRPr="00D23C2B" w:rsidRDefault="00D23C2B" w:rsidP="00D23C2B">
            <w:pPr>
              <w:spacing w:after="200" w:line="276" w:lineRule="auto"/>
              <w:rPr>
                <w:bCs/>
              </w:rPr>
            </w:pPr>
            <w:r w:rsidRPr="00D23C2B">
              <w:rPr>
                <w:bCs/>
              </w:rPr>
              <w:t>120.00</w:t>
            </w:r>
          </w:p>
        </w:tc>
        <w:tc>
          <w:tcPr>
            <w:tcW w:w="4752" w:type="dxa"/>
          </w:tcPr>
          <w:p w:rsidR="00D23C2B" w:rsidRPr="00D23C2B" w:rsidRDefault="00D23C2B" w:rsidP="00D23C2B">
            <w:pPr>
              <w:spacing w:after="200" w:line="276" w:lineRule="auto"/>
              <w:rPr>
                <w:bCs/>
              </w:rPr>
            </w:pPr>
            <w:r w:rsidRPr="00D23C2B">
              <w:rPr>
                <w:bCs/>
              </w:rPr>
              <w:t>Momondo.co.uk</w:t>
            </w:r>
          </w:p>
        </w:tc>
      </w:tr>
      <w:tr w:rsidR="00D23C2B" w:rsidRPr="00D23C2B" w:rsidTr="00D23C2B">
        <w:tc>
          <w:tcPr>
            <w:tcW w:w="3715" w:type="dxa"/>
          </w:tcPr>
          <w:p w:rsidR="00D23C2B" w:rsidRPr="00D23C2B" w:rsidRDefault="00D23C2B" w:rsidP="00D23C2B">
            <w:pPr>
              <w:spacing w:after="200" w:line="276" w:lineRule="auto"/>
              <w:rPr>
                <w:bCs/>
              </w:rPr>
            </w:pPr>
          </w:p>
        </w:tc>
        <w:tc>
          <w:tcPr>
            <w:tcW w:w="1276" w:type="dxa"/>
          </w:tcPr>
          <w:p w:rsidR="00D23C2B" w:rsidRPr="00D23C2B" w:rsidRDefault="00D23C2B" w:rsidP="00D23C2B">
            <w:pPr>
              <w:spacing w:after="200" w:line="276" w:lineRule="auto"/>
              <w:rPr>
                <w:bCs/>
              </w:rPr>
            </w:pPr>
          </w:p>
        </w:tc>
        <w:tc>
          <w:tcPr>
            <w:tcW w:w="4752" w:type="dxa"/>
          </w:tcPr>
          <w:p w:rsidR="00D23C2B" w:rsidRPr="00D23C2B" w:rsidRDefault="00D23C2B" w:rsidP="00D23C2B">
            <w:pPr>
              <w:spacing w:after="200" w:line="276" w:lineRule="auto"/>
              <w:rPr>
                <w:bCs/>
              </w:rPr>
            </w:pPr>
          </w:p>
        </w:tc>
      </w:tr>
      <w:tr w:rsidR="00D23C2B" w:rsidRPr="00D23C2B" w:rsidTr="00D23C2B">
        <w:tc>
          <w:tcPr>
            <w:tcW w:w="3715" w:type="dxa"/>
          </w:tcPr>
          <w:p w:rsidR="00D23C2B" w:rsidRPr="00D23C2B" w:rsidRDefault="00D23C2B" w:rsidP="00D23C2B">
            <w:pPr>
              <w:spacing w:after="200" w:line="276" w:lineRule="auto"/>
              <w:rPr>
                <w:bCs/>
              </w:rPr>
            </w:pPr>
          </w:p>
        </w:tc>
        <w:tc>
          <w:tcPr>
            <w:tcW w:w="1276" w:type="dxa"/>
          </w:tcPr>
          <w:p w:rsidR="00D23C2B" w:rsidRPr="00D23C2B" w:rsidRDefault="00D23C2B" w:rsidP="00D23C2B">
            <w:pPr>
              <w:spacing w:after="200" w:line="276" w:lineRule="auto"/>
              <w:rPr>
                <w:bCs/>
              </w:rPr>
            </w:pPr>
          </w:p>
        </w:tc>
        <w:tc>
          <w:tcPr>
            <w:tcW w:w="4752" w:type="dxa"/>
          </w:tcPr>
          <w:p w:rsidR="00D23C2B" w:rsidRPr="00D23C2B" w:rsidRDefault="00D23C2B" w:rsidP="00D23C2B">
            <w:pPr>
              <w:spacing w:after="200" w:line="276" w:lineRule="auto"/>
              <w:rPr>
                <w:bCs/>
              </w:rPr>
            </w:pPr>
          </w:p>
        </w:tc>
      </w:tr>
      <w:tr w:rsidR="00D23C2B" w:rsidRPr="00D23C2B" w:rsidTr="00D23C2B">
        <w:tc>
          <w:tcPr>
            <w:tcW w:w="3715" w:type="dxa"/>
          </w:tcPr>
          <w:p w:rsidR="00D23C2B" w:rsidRPr="00D23C2B" w:rsidRDefault="00D23C2B" w:rsidP="00D23C2B">
            <w:pPr>
              <w:spacing w:after="200" w:line="276" w:lineRule="auto"/>
              <w:rPr>
                <w:b/>
                <w:bCs/>
              </w:rPr>
            </w:pPr>
          </w:p>
        </w:tc>
        <w:tc>
          <w:tcPr>
            <w:tcW w:w="1276" w:type="dxa"/>
          </w:tcPr>
          <w:p w:rsidR="00D23C2B" w:rsidRPr="00D23C2B" w:rsidRDefault="00D23C2B" w:rsidP="00D23C2B">
            <w:pPr>
              <w:spacing w:after="200" w:line="276" w:lineRule="auto"/>
              <w:rPr>
                <w:bCs/>
              </w:rPr>
            </w:pPr>
          </w:p>
        </w:tc>
        <w:tc>
          <w:tcPr>
            <w:tcW w:w="4752" w:type="dxa"/>
          </w:tcPr>
          <w:p w:rsidR="00D23C2B" w:rsidRPr="00D23C2B" w:rsidRDefault="00D23C2B" w:rsidP="00D23C2B">
            <w:pPr>
              <w:spacing w:after="200" w:line="276" w:lineRule="auto"/>
              <w:rPr>
                <w:bCs/>
              </w:rPr>
            </w:pPr>
          </w:p>
        </w:tc>
      </w:tr>
      <w:tr w:rsidR="00D23C2B" w:rsidRPr="00D23C2B" w:rsidTr="00D23C2B">
        <w:tc>
          <w:tcPr>
            <w:tcW w:w="3715" w:type="dxa"/>
          </w:tcPr>
          <w:p w:rsidR="00D23C2B" w:rsidRPr="00D23C2B" w:rsidRDefault="00D23C2B" w:rsidP="00D23C2B">
            <w:pPr>
              <w:spacing w:after="200" w:line="276" w:lineRule="auto"/>
              <w:rPr>
                <w:b/>
                <w:bCs/>
              </w:rPr>
            </w:pPr>
          </w:p>
        </w:tc>
        <w:tc>
          <w:tcPr>
            <w:tcW w:w="1276" w:type="dxa"/>
          </w:tcPr>
          <w:p w:rsidR="00D23C2B" w:rsidRPr="00D23C2B" w:rsidRDefault="00D23C2B" w:rsidP="00D23C2B">
            <w:pPr>
              <w:spacing w:after="200" w:line="276" w:lineRule="auto"/>
              <w:rPr>
                <w:bCs/>
              </w:rPr>
            </w:pPr>
          </w:p>
        </w:tc>
        <w:tc>
          <w:tcPr>
            <w:tcW w:w="4752" w:type="dxa"/>
          </w:tcPr>
          <w:p w:rsidR="00D23C2B" w:rsidRPr="00D23C2B" w:rsidRDefault="00D23C2B" w:rsidP="00D23C2B">
            <w:pPr>
              <w:spacing w:after="200" w:line="276" w:lineRule="auto"/>
              <w:rPr>
                <w:bCs/>
              </w:rPr>
            </w:pPr>
          </w:p>
        </w:tc>
      </w:tr>
      <w:tr w:rsidR="00D23C2B" w:rsidRPr="00D23C2B" w:rsidTr="00D23C2B">
        <w:tc>
          <w:tcPr>
            <w:tcW w:w="3715" w:type="dxa"/>
          </w:tcPr>
          <w:p w:rsidR="00D23C2B" w:rsidRPr="00D23C2B" w:rsidRDefault="00D23C2B" w:rsidP="00D23C2B">
            <w:pPr>
              <w:spacing w:after="200" w:line="276" w:lineRule="auto"/>
              <w:rPr>
                <w:b/>
                <w:bCs/>
              </w:rPr>
            </w:pPr>
            <w:r w:rsidRPr="00D23C2B">
              <w:rPr>
                <w:b/>
                <w:bCs/>
              </w:rPr>
              <w:t>TOTAL REQUESTED IN £:</w:t>
            </w:r>
          </w:p>
        </w:tc>
        <w:tc>
          <w:tcPr>
            <w:tcW w:w="1276" w:type="dxa"/>
          </w:tcPr>
          <w:p w:rsidR="00D23C2B" w:rsidRPr="00D23C2B" w:rsidRDefault="00D23C2B" w:rsidP="00D23C2B">
            <w:pPr>
              <w:spacing w:after="200" w:line="276" w:lineRule="auto"/>
              <w:rPr>
                <w:bCs/>
              </w:rPr>
            </w:pPr>
          </w:p>
        </w:tc>
        <w:tc>
          <w:tcPr>
            <w:tcW w:w="4752" w:type="dxa"/>
          </w:tcPr>
          <w:p w:rsidR="00D23C2B" w:rsidRPr="00D23C2B" w:rsidRDefault="00D23C2B" w:rsidP="00D23C2B">
            <w:pPr>
              <w:spacing w:after="200" w:line="276" w:lineRule="auto"/>
              <w:rPr>
                <w:bCs/>
              </w:rPr>
            </w:pPr>
          </w:p>
        </w:tc>
      </w:tr>
    </w:tbl>
    <w:p w:rsidR="00D23C2B" w:rsidRDefault="00D23C2B" w:rsidP="00D23C2B">
      <w:pPr>
        <w:rPr>
          <w:bCs/>
        </w:rPr>
      </w:pPr>
    </w:p>
    <w:p w:rsidR="00D23C2B" w:rsidRPr="00D23C2B" w:rsidRDefault="00D23C2B" w:rsidP="00D23C2B">
      <w:pPr>
        <w:rPr>
          <w:b/>
          <w:bCs/>
        </w:rPr>
      </w:pPr>
      <w:r w:rsidRPr="00D23C2B">
        <w:rPr>
          <w:bCs/>
        </w:rPr>
        <w:t xml:space="preserve">Rows should be added or deleted from the table as necessary to include your full budget. </w:t>
      </w:r>
    </w:p>
    <w:p w:rsidR="00D53021" w:rsidRPr="00D53021" w:rsidRDefault="00D53021" w:rsidP="00D53021">
      <w:pPr>
        <w:rPr>
          <w:b/>
          <w:bCs/>
          <w:u w:val="single"/>
        </w:rPr>
      </w:pPr>
      <w:r w:rsidRPr="00D53021">
        <w:rPr>
          <w:b/>
          <w:bCs/>
          <w:u w:val="single"/>
        </w:rPr>
        <w:lastRenderedPageBreak/>
        <w:t xml:space="preserve">CURRICULUM VITAE: </w:t>
      </w:r>
    </w:p>
    <w:p w:rsidR="00D23C2B" w:rsidRPr="00D53021" w:rsidRDefault="00D53021" w:rsidP="00D53021">
      <w:pPr>
        <w:rPr>
          <w:b/>
        </w:rPr>
      </w:pPr>
      <w:r w:rsidRPr="00D53021">
        <w:rPr>
          <w:b/>
          <w:i/>
        </w:rPr>
        <w:t>(Please provide, over maximum 3 pages, details of your educational and professional background, including a list of relevant publications)</w:t>
      </w:r>
    </w:p>
    <w:p w:rsidR="00D23C2B" w:rsidRPr="00D23C2B" w:rsidRDefault="00D23C2B" w:rsidP="00D23C2B">
      <w:bookmarkStart w:id="0" w:name="_GoBack"/>
      <w:bookmarkEnd w:id="0"/>
    </w:p>
    <w:sectPr w:rsidR="00D23C2B" w:rsidRPr="00D23C2B" w:rsidSect="00540E7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E7A"/>
    <w:rsid w:val="00540E7A"/>
    <w:rsid w:val="00D23C2B"/>
    <w:rsid w:val="00D53021"/>
    <w:rsid w:val="00F13D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0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E7A"/>
    <w:rPr>
      <w:rFonts w:ascii="Tahoma" w:hAnsi="Tahoma" w:cs="Tahoma"/>
      <w:sz w:val="16"/>
      <w:szCs w:val="16"/>
    </w:rPr>
  </w:style>
  <w:style w:type="character" w:styleId="Hyperlink">
    <w:name w:val="Hyperlink"/>
    <w:basedOn w:val="DefaultParagraphFont"/>
    <w:uiPriority w:val="99"/>
    <w:unhideWhenUsed/>
    <w:rsid w:val="00540E7A"/>
    <w:rPr>
      <w:color w:val="0000FF" w:themeColor="hyperlink"/>
      <w:u w:val="single"/>
    </w:rPr>
  </w:style>
  <w:style w:type="table" w:styleId="TableGrid">
    <w:name w:val="Table Grid"/>
    <w:basedOn w:val="TableNormal"/>
    <w:uiPriority w:val="59"/>
    <w:rsid w:val="00D23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0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E7A"/>
    <w:rPr>
      <w:rFonts w:ascii="Tahoma" w:hAnsi="Tahoma" w:cs="Tahoma"/>
      <w:sz w:val="16"/>
      <w:szCs w:val="16"/>
    </w:rPr>
  </w:style>
  <w:style w:type="character" w:styleId="Hyperlink">
    <w:name w:val="Hyperlink"/>
    <w:basedOn w:val="DefaultParagraphFont"/>
    <w:uiPriority w:val="99"/>
    <w:unhideWhenUsed/>
    <w:rsid w:val="00540E7A"/>
    <w:rPr>
      <w:color w:val="0000FF" w:themeColor="hyperlink"/>
      <w:u w:val="single"/>
    </w:rPr>
  </w:style>
  <w:style w:type="table" w:styleId="TableGrid">
    <w:name w:val="Table Grid"/>
    <w:basedOn w:val="TableNormal"/>
    <w:uiPriority w:val="59"/>
    <w:rsid w:val="00D23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internationalRelations/centresandunits/CIS/cis_researchsupport.aspx" TargetMode="External"/><Relationship Id="rId3" Type="http://schemas.openxmlformats.org/officeDocument/2006/relationships/settings" Target="settings.xml"/><Relationship Id="rId7" Type="http://schemas.openxmlformats.org/officeDocument/2006/relationships/hyperlink" Target="http://www.lse.ac.uk/internationalRelations/centresandunits/CIS/cis_visitingappointments.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IS@lse.ac.uk"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BADA6A7.dotm</Template>
  <TotalTime>16</TotalTime>
  <Pages>4</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2016-06-30T14:55:00Z</dcterms:created>
  <dcterms:modified xsi:type="dcterms:W3CDTF">2016-06-30T15:18:00Z</dcterms:modified>
</cp:coreProperties>
</file>